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ECC1EF" w14:textId="77777777" w:rsidR="00FF4D52" w:rsidRDefault="00FF4D52" w:rsidP="0035531B">
      <w:pPr>
        <w:pStyle w:val="Titul2"/>
      </w:pPr>
    </w:p>
    <w:p w14:paraId="60DD05E0" w14:textId="0E2553E5" w:rsidR="0035531B" w:rsidRPr="000719BB" w:rsidRDefault="0035531B" w:rsidP="0035531B">
      <w:pPr>
        <w:pStyle w:val="Titul2"/>
      </w:pPr>
      <w:r>
        <w:t>Díl 1</w:t>
      </w:r>
    </w:p>
    <w:p w14:paraId="1A3745C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AD0C7B">
      <w:pPr>
        <w:pStyle w:val="Titul2"/>
      </w:pPr>
    </w:p>
    <w:p w14:paraId="55E56110" w14:textId="77777777" w:rsidR="0035531B" w:rsidRDefault="0035531B" w:rsidP="00AD0C7B">
      <w:pPr>
        <w:pStyle w:val="Titul2"/>
      </w:pPr>
      <w:r>
        <w:t>Část 2</w:t>
      </w:r>
    </w:p>
    <w:p w14:paraId="5BC97AA1" w14:textId="77777777" w:rsidR="00AD0C7B" w:rsidRPr="00316901" w:rsidRDefault="0035531B" w:rsidP="006C2343">
      <w:pPr>
        <w:pStyle w:val="Titul1"/>
        <w:rPr>
          <w:caps w:val="0"/>
          <w:sz w:val="48"/>
        </w:rPr>
      </w:pPr>
      <w:r w:rsidRPr="00316901">
        <w:rPr>
          <w:caps w:val="0"/>
          <w:sz w:val="48"/>
        </w:rPr>
        <w:t>Pokyny pro dodavatele</w:t>
      </w:r>
    </w:p>
    <w:p w14:paraId="55D8DC7E" w14:textId="77777777" w:rsidR="00264700" w:rsidRDefault="00264700" w:rsidP="00EB46E5">
      <w:pPr>
        <w:pStyle w:val="Titul2"/>
        <w:rPr>
          <w:rFonts w:asciiTheme="majorHAnsi" w:hAnsiTheme="majorHAnsi" w:cs="Calibri"/>
          <w:lang w:eastAsia="x-none"/>
        </w:rPr>
      </w:pPr>
    </w:p>
    <w:p w14:paraId="3606C2D3" w14:textId="0A3CB42D" w:rsidR="001B128D" w:rsidRPr="00FA28E8" w:rsidRDefault="00713147" w:rsidP="00EB46E5">
      <w:pPr>
        <w:pStyle w:val="Titul2"/>
      </w:pPr>
      <w:r w:rsidRPr="00FA28E8">
        <w:rPr>
          <w:rFonts w:asciiTheme="majorHAnsi" w:hAnsiTheme="majorHAnsi" w:cs="Calibri"/>
          <w:lang w:eastAsia="x-none"/>
        </w:rPr>
        <w:t>Zajištění majetkoprávní přípravy stavby dráhy</w:t>
      </w:r>
    </w:p>
    <w:p w14:paraId="7E638D12" w14:textId="6D55F377" w:rsidR="0035531B" w:rsidRPr="00264700" w:rsidRDefault="00E42E3B" w:rsidP="00EB46E5">
      <w:pPr>
        <w:pStyle w:val="Titul2"/>
        <w:rPr>
          <w:sz w:val="36"/>
          <w:szCs w:val="36"/>
        </w:rPr>
      </w:pPr>
      <w:r w:rsidRPr="00264700">
        <w:rPr>
          <w:sz w:val="36"/>
          <w:szCs w:val="36"/>
        </w:rPr>
        <w:t>„</w:t>
      </w:r>
      <w:r w:rsidR="002C7A8A" w:rsidRPr="00264700">
        <w:rPr>
          <w:rFonts w:eastAsia="Times New Roman" w:cs="Arial"/>
          <w:color w:val="000000"/>
          <w:sz w:val="36"/>
          <w:szCs w:val="36"/>
          <w:lang w:eastAsia="cs-CZ"/>
        </w:rPr>
        <w:t xml:space="preserve">Modernizace trati Brno-Přerov, 2. stavba </w:t>
      </w:r>
      <w:proofErr w:type="gramStart"/>
      <w:r w:rsidR="002C7A8A" w:rsidRPr="00264700">
        <w:rPr>
          <w:rFonts w:eastAsia="Times New Roman" w:cs="Arial"/>
          <w:color w:val="000000"/>
          <w:sz w:val="36"/>
          <w:szCs w:val="36"/>
          <w:lang w:eastAsia="cs-CZ"/>
        </w:rPr>
        <w:t>Blažovice - Vyškov</w:t>
      </w:r>
      <w:proofErr w:type="gramEnd"/>
      <w:r w:rsidR="0035531B" w:rsidRPr="00264700">
        <w:rPr>
          <w:sz w:val="36"/>
          <w:szCs w:val="36"/>
        </w:rPr>
        <w:t>“</w:t>
      </w:r>
    </w:p>
    <w:p w14:paraId="0F1D5FF8" w14:textId="77777777" w:rsidR="00136BBF" w:rsidRDefault="00136BBF" w:rsidP="00136BBF">
      <w:pPr>
        <w:pStyle w:val="Text1-1"/>
        <w:numPr>
          <w:ilvl w:val="0"/>
          <w:numId w:val="0"/>
        </w:numPr>
        <w:tabs>
          <w:tab w:val="left" w:pos="708"/>
        </w:tabs>
        <w:spacing w:line="240" w:lineRule="auto"/>
        <w:ind w:left="737" w:hanging="737"/>
      </w:pPr>
    </w:p>
    <w:p w14:paraId="5E6CAD2E" w14:textId="77777777" w:rsidR="00264700" w:rsidRDefault="00264700" w:rsidP="00136BBF">
      <w:pPr>
        <w:pStyle w:val="Text1-1"/>
        <w:numPr>
          <w:ilvl w:val="0"/>
          <w:numId w:val="0"/>
        </w:numPr>
        <w:tabs>
          <w:tab w:val="left" w:pos="708"/>
        </w:tabs>
        <w:spacing w:line="240" w:lineRule="auto"/>
        <w:ind w:left="737" w:hanging="737"/>
      </w:pPr>
    </w:p>
    <w:p w14:paraId="335AA076" w14:textId="76E586AE" w:rsidR="000E125F" w:rsidRDefault="000E125F" w:rsidP="00136BBF">
      <w:pPr>
        <w:pStyle w:val="Text1-1"/>
        <w:numPr>
          <w:ilvl w:val="0"/>
          <w:numId w:val="0"/>
        </w:numPr>
        <w:tabs>
          <w:tab w:val="left" w:pos="708"/>
        </w:tabs>
        <w:spacing w:line="240" w:lineRule="auto"/>
        <w:ind w:left="737" w:hanging="737"/>
      </w:pPr>
      <w:r w:rsidRPr="00264700">
        <w:t xml:space="preserve">Č.j. </w:t>
      </w:r>
      <w:r w:rsidR="00264700" w:rsidRPr="00264700">
        <w:t>5131</w:t>
      </w:r>
      <w:r w:rsidR="00FA6CC1" w:rsidRPr="00264700">
        <w:t>/2024-SŽ-SSV-Ú3</w:t>
      </w:r>
    </w:p>
    <w:p w14:paraId="335F3308" w14:textId="1BE1BA5A" w:rsidR="003831C7" w:rsidRDefault="003831C7" w:rsidP="000E125F">
      <w:pPr>
        <w:pStyle w:val="Text1-1"/>
        <w:numPr>
          <w:ilvl w:val="0"/>
          <w:numId w:val="0"/>
        </w:numPr>
        <w:tabs>
          <w:tab w:val="left" w:pos="708"/>
        </w:tabs>
        <w:ind w:left="737" w:hanging="737"/>
      </w:pPr>
    </w:p>
    <w:p w14:paraId="3DB6DBA6" w14:textId="47FFE898" w:rsidR="00C54D0A" w:rsidRDefault="00C54D0A" w:rsidP="000E125F">
      <w:pPr>
        <w:pStyle w:val="Text1-1"/>
        <w:numPr>
          <w:ilvl w:val="0"/>
          <w:numId w:val="0"/>
        </w:numPr>
        <w:tabs>
          <w:tab w:val="left" w:pos="708"/>
        </w:tabs>
        <w:ind w:left="737" w:hanging="737"/>
      </w:pPr>
    </w:p>
    <w:p w14:paraId="3F8AFABE" w14:textId="77777777" w:rsidR="00C54D0A" w:rsidRDefault="00C54D0A" w:rsidP="000E125F">
      <w:pPr>
        <w:pStyle w:val="Text1-1"/>
        <w:numPr>
          <w:ilvl w:val="0"/>
          <w:numId w:val="0"/>
        </w:numPr>
        <w:tabs>
          <w:tab w:val="left" w:pos="708"/>
        </w:tabs>
        <w:ind w:left="737" w:hanging="737"/>
      </w:pPr>
    </w:p>
    <w:p w14:paraId="016D3633" w14:textId="77777777" w:rsidR="00C54D0A" w:rsidRDefault="00C54D0A" w:rsidP="000E125F">
      <w:pPr>
        <w:pStyle w:val="Text1-1"/>
        <w:numPr>
          <w:ilvl w:val="0"/>
          <w:numId w:val="0"/>
        </w:numPr>
        <w:tabs>
          <w:tab w:val="left" w:pos="708"/>
        </w:tabs>
        <w:ind w:left="737" w:hanging="737"/>
      </w:pPr>
    </w:p>
    <w:p w14:paraId="6F0646FD" w14:textId="77777777" w:rsidR="00140CD9" w:rsidRDefault="00140CD9" w:rsidP="00140CD9">
      <w:pPr>
        <w:spacing w:after="0" w:line="240" w:lineRule="auto"/>
        <w:rPr>
          <w:i/>
          <w:color w:val="FF0000"/>
        </w:rPr>
      </w:pPr>
      <w:r w:rsidRPr="004C7962">
        <w:rPr>
          <w:noProof/>
          <w:lang w:eastAsia="cs-CZ"/>
        </w:rPr>
        <w:drawing>
          <wp:inline distT="0" distB="0" distL="0" distR="0" wp14:anchorId="5EDE4860" wp14:editId="097A9E37">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46298ABC" w14:textId="4AFC3BDE" w:rsidR="00136BBF" w:rsidRDefault="00136BBF" w:rsidP="00AB0A33">
      <w:pPr>
        <w:spacing w:after="0" w:line="240" w:lineRule="auto"/>
        <w:rPr>
          <w:i/>
          <w:color w:val="FF0000"/>
        </w:rPr>
      </w:pPr>
      <w:r>
        <w:rPr>
          <w:i/>
          <w:color w:val="FF0000"/>
        </w:rPr>
        <w:t xml:space="preserve"> </w:t>
      </w:r>
    </w:p>
    <w:p w14:paraId="72C5C397" w14:textId="51AF0812" w:rsidR="00AB0A33" w:rsidRPr="00140CD9" w:rsidRDefault="00AB0A33" w:rsidP="002F4DB4">
      <w:pPr>
        <w:pStyle w:val="Zpat"/>
        <w:rPr>
          <w:sz w:val="16"/>
          <w:szCs w:val="16"/>
        </w:rPr>
      </w:pPr>
    </w:p>
    <w:p w14:paraId="27ED5FA2" w14:textId="77777777" w:rsidR="00AB0A33" w:rsidRDefault="00AB0A33" w:rsidP="00AB0A33">
      <w:pPr>
        <w:pStyle w:val="Zpat"/>
        <w:tabs>
          <w:tab w:val="left" w:pos="6772"/>
        </w:tabs>
        <w:rPr>
          <w:sz w:val="2"/>
          <w:szCs w:val="2"/>
        </w:rPr>
      </w:pPr>
    </w:p>
    <w:p w14:paraId="36CA930E" w14:textId="0E3562C2" w:rsidR="00EF640F" w:rsidRDefault="00EF640F">
      <w:r>
        <w:br w:type="page"/>
      </w:r>
    </w:p>
    <w:p w14:paraId="311A6918" w14:textId="77777777" w:rsidR="00826B7B" w:rsidRDefault="00826B7B"/>
    <w:p w14:paraId="14783ECE" w14:textId="478F401F" w:rsidR="00BD7E91" w:rsidRDefault="00BD7E91" w:rsidP="00FE4333">
      <w:pPr>
        <w:pStyle w:val="Nadpisbezsl1-1"/>
      </w:pPr>
      <w:r>
        <w:t>Obsah</w:t>
      </w:r>
      <w:r w:rsidR="00887F36">
        <w:t xml:space="preserve"> </w:t>
      </w:r>
    </w:p>
    <w:p w14:paraId="20847691" w14:textId="4534ACD2" w:rsidR="00EF190B" w:rsidRDefault="00BD7E91" w:rsidP="00B57E46">
      <w:pPr>
        <w:pStyle w:val="Obsah1"/>
        <w:rPr>
          <w:rFonts w:eastAsiaTheme="minorEastAsia"/>
          <w:noProof/>
          <w:sz w:val="22"/>
          <w:szCs w:val="22"/>
          <w:lang w:eastAsia="cs-CZ"/>
        </w:rPr>
      </w:pPr>
      <w:r>
        <w:fldChar w:fldCharType="begin"/>
      </w:r>
      <w:r>
        <w:instrText xml:space="preserve"> TOC \o "1-2" \h \z \u </w:instrText>
      </w:r>
      <w:r>
        <w:fldChar w:fldCharType="separate"/>
      </w:r>
      <w:hyperlink w:anchor="_Toc156575259" w:history="1">
        <w:r w:rsidR="00EF190B" w:rsidRPr="00A208FD">
          <w:rPr>
            <w:rStyle w:val="Hypertextovodkaz"/>
          </w:rPr>
          <w:t>1.</w:t>
        </w:r>
        <w:r w:rsidR="00EF190B">
          <w:rPr>
            <w:rFonts w:eastAsiaTheme="minorEastAsia"/>
            <w:noProof/>
            <w:sz w:val="22"/>
            <w:szCs w:val="22"/>
            <w:lang w:eastAsia="cs-CZ"/>
          </w:rPr>
          <w:tab/>
        </w:r>
        <w:r w:rsidR="00EF190B" w:rsidRPr="00A208FD">
          <w:rPr>
            <w:rStyle w:val="Hypertextovodkaz"/>
          </w:rPr>
          <w:t>ÚVODNÍ USTANOVENÍ</w:t>
        </w:r>
        <w:r w:rsidR="00EF190B">
          <w:rPr>
            <w:noProof/>
            <w:webHidden/>
          </w:rPr>
          <w:tab/>
        </w:r>
        <w:r w:rsidR="00EF190B">
          <w:rPr>
            <w:noProof/>
            <w:webHidden/>
          </w:rPr>
          <w:fldChar w:fldCharType="begin"/>
        </w:r>
        <w:r w:rsidR="00EF190B">
          <w:rPr>
            <w:noProof/>
            <w:webHidden/>
          </w:rPr>
          <w:instrText xml:space="preserve"> PAGEREF _Toc156575259 \h </w:instrText>
        </w:r>
        <w:r w:rsidR="00EF190B">
          <w:rPr>
            <w:noProof/>
            <w:webHidden/>
          </w:rPr>
        </w:r>
        <w:r w:rsidR="00EF190B">
          <w:rPr>
            <w:noProof/>
            <w:webHidden/>
          </w:rPr>
          <w:fldChar w:fldCharType="separate"/>
        </w:r>
        <w:r w:rsidR="004149E4">
          <w:rPr>
            <w:noProof/>
            <w:webHidden/>
          </w:rPr>
          <w:t>3</w:t>
        </w:r>
        <w:r w:rsidR="00EF190B">
          <w:rPr>
            <w:noProof/>
            <w:webHidden/>
          </w:rPr>
          <w:fldChar w:fldCharType="end"/>
        </w:r>
      </w:hyperlink>
    </w:p>
    <w:p w14:paraId="14C55C44" w14:textId="4A56BEF9" w:rsidR="00EF190B" w:rsidRDefault="004149E4" w:rsidP="00B57E46">
      <w:pPr>
        <w:pStyle w:val="Obsah1"/>
        <w:rPr>
          <w:rFonts w:eastAsiaTheme="minorEastAsia"/>
          <w:noProof/>
          <w:sz w:val="22"/>
          <w:szCs w:val="22"/>
          <w:lang w:eastAsia="cs-CZ"/>
        </w:rPr>
      </w:pPr>
      <w:hyperlink w:anchor="_Toc156575260" w:history="1">
        <w:r w:rsidR="00EF190B" w:rsidRPr="00A208FD">
          <w:rPr>
            <w:rStyle w:val="Hypertextovodkaz"/>
          </w:rPr>
          <w:t>2.</w:t>
        </w:r>
        <w:r w:rsidR="00EF190B">
          <w:rPr>
            <w:rFonts w:eastAsiaTheme="minorEastAsia"/>
            <w:noProof/>
            <w:sz w:val="22"/>
            <w:szCs w:val="22"/>
            <w:lang w:eastAsia="cs-CZ"/>
          </w:rPr>
          <w:tab/>
        </w:r>
        <w:r w:rsidR="00EF190B" w:rsidRPr="00A208FD">
          <w:rPr>
            <w:rStyle w:val="Hypertextovodkaz"/>
          </w:rPr>
          <w:t>IDENTIFIKAČNÍ ÚDAJE ZADAVATELE</w:t>
        </w:r>
        <w:r w:rsidR="00EF190B">
          <w:rPr>
            <w:noProof/>
            <w:webHidden/>
          </w:rPr>
          <w:tab/>
        </w:r>
        <w:r w:rsidR="00EF190B">
          <w:rPr>
            <w:noProof/>
            <w:webHidden/>
          </w:rPr>
          <w:fldChar w:fldCharType="begin"/>
        </w:r>
        <w:r w:rsidR="00EF190B">
          <w:rPr>
            <w:noProof/>
            <w:webHidden/>
          </w:rPr>
          <w:instrText xml:space="preserve"> PAGEREF _Toc156575260 \h </w:instrText>
        </w:r>
        <w:r w:rsidR="00EF190B">
          <w:rPr>
            <w:noProof/>
            <w:webHidden/>
          </w:rPr>
        </w:r>
        <w:r w:rsidR="00EF190B">
          <w:rPr>
            <w:noProof/>
            <w:webHidden/>
          </w:rPr>
          <w:fldChar w:fldCharType="separate"/>
        </w:r>
        <w:r>
          <w:rPr>
            <w:noProof/>
            <w:webHidden/>
          </w:rPr>
          <w:t>3</w:t>
        </w:r>
        <w:r w:rsidR="00EF190B">
          <w:rPr>
            <w:noProof/>
            <w:webHidden/>
          </w:rPr>
          <w:fldChar w:fldCharType="end"/>
        </w:r>
      </w:hyperlink>
    </w:p>
    <w:p w14:paraId="72714A08" w14:textId="19DA5AAE" w:rsidR="00EF190B" w:rsidRDefault="004149E4" w:rsidP="00B57E46">
      <w:pPr>
        <w:pStyle w:val="Obsah1"/>
        <w:rPr>
          <w:rFonts w:eastAsiaTheme="minorEastAsia"/>
          <w:noProof/>
          <w:sz w:val="22"/>
          <w:szCs w:val="22"/>
          <w:lang w:eastAsia="cs-CZ"/>
        </w:rPr>
      </w:pPr>
      <w:hyperlink w:anchor="_Toc156575261" w:history="1">
        <w:r w:rsidR="00EF190B" w:rsidRPr="00A208FD">
          <w:rPr>
            <w:rStyle w:val="Hypertextovodkaz"/>
          </w:rPr>
          <w:t>3.</w:t>
        </w:r>
        <w:r w:rsidR="00EF190B">
          <w:rPr>
            <w:rFonts w:eastAsiaTheme="minorEastAsia"/>
            <w:noProof/>
            <w:sz w:val="22"/>
            <w:szCs w:val="22"/>
            <w:lang w:eastAsia="cs-CZ"/>
          </w:rPr>
          <w:tab/>
        </w:r>
        <w:r w:rsidR="00EF190B" w:rsidRPr="00A208FD">
          <w:rPr>
            <w:rStyle w:val="Hypertextovodkaz"/>
          </w:rPr>
          <w:t>KOMUNIKACE MEZI ZADAVATELEM a DODAVATELEM</w:t>
        </w:r>
        <w:r w:rsidR="00EF190B">
          <w:rPr>
            <w:noProof/>
            <w:webHidden/>
          </w:rPr>
          <w:tab/>
        </w:r>
        <w:r w:rsidR="00EF190B">
          <w:rPr>
            <w:noProof/>
            <w:webHidden/>
          </w:rPr>
          <w:fldChar w:fldCharType="begin"/>
        </w:r>
        <w:r w:rsidR="00EF190B">
          <w:rPr>
            <w:noProof/>
            <w:webHidden/>
          </w:rPr>
          <w:instrText xml:space="preserve"> PAGEREF _Toc156575261 \h </w:instrText>
        </w:r>
        <w:r w:rsidR="00EF190B">
          <w:rPr>
            <w:noProof/>
            <w:webHidden/>
          </w:rPr>
        </w:r>
        <w:r w:rsidR="00EF190B">
          <w:rPr>
            <w:noProof/>
            <w:webHidden/>
          </w:rPr>
          <w:fldChar w:fldCharType="separate"/>
        </w:r>
        <w:r>
          <w:rPr>
            <w:noProof/>
            <w:webHidden/>
          </w:rPr>
          <w:t>4</w:t>
        </w:r>
        <w:r w:rsidR="00EF190B">
          <w:rPr>
            <w:noProof/>
            <w:webHidden/>
          </w:rPr>
          <w:fldChar w:fldCharType="end"/>
        </w:r>
      </w:hyperlink>
    </w:p>
    <w:p w14:paraId="7F3210FC" w14:textId="618C3DB6" w:rsidR="00EF190B" w:rsidRDefault="004149E4" w:rsidP="00B57E46">
      <w:pPr>
        <w:pStyle w:val="Obsah1"/>
        <w:rPr>
          <w:rFonts w:eastAsiaTheme="minorEastAsia"/>
          <w:noProof/>
          <w:sz w:val="22"/>
          <w:szCs w:val="22"/>
          <w:lang w:eastAsia="cs-CZ"/>
        </w:rPr>
      </w:pPr>
      <w:hyperlink w:anchor="_Toc156575262" w:history="1">
        <w:r w:rsidR="00EF190B" w:rsidRPr="00A208FD">
          <w:rPr>
            <w:rStyle w:val="Hypertextovodkaz"/>
          </w:rPr>
          <w:t>4.</w:t>
        </w:r>
        <w:r w:rsidR="00EF190B">
          <w:rPr>
            <w:rFonts w:eastAsiaTheme="minorEastAsia"/>
            <w:noProof/>
            <w:sz w:val="22"/>
            <w:szCs w:val="22"/>
            <w:lang w:eastAsia="cs-CZ"/>
          </w:rPr>
          <w:tab/>
        </w:r>
        <w:r w:rsidR="00EF190B" w:rsidRPr="00A208FD">
          <w:rPr>
            <w:rStyle w:val="Hypertextovodkaz"/>
          </w:rPr>
          <w:t>ÚČEL a PŘEDMĚT PLNĚNÍ VEŘEJNÉ ZAKÁZKY</w:t>
        </w:r>
        <w:r w:rsidR="00EF190B">
          <w:rPr>
            <w:noProof/>
            <w:webHidden/>
          </w:rPr>
          <w:tab/>
        </w:r>
        <w:r w:rsidR="00EF190B">
          <w:rPr>
            <w:noProof/>
            <w:webHidden/>
          </w:rPr>
          <w:fldChar w:fldCharType="begin"/>
        </w:r>
        <w:r w:rsidR="00EF190B">
          <w:rPr>
            <w:noProof/>
            <w:webHidden/>
          </w:rPr>
          <w:instrText xml:space="preserve"> PAGEREF _Toc156575262 \h </w:instrText>
        </w:r>
        <w:r w:rsidR="00EF190B">
          <w:rPr>
            <w:noProof/>
            <w:webHidden/>
          </w:rPr>
        </w:r>
        <w:r w:rsidR="00EF190B">
          <w:rPr>
            <w:noProof/>
            <w:webHidden/>
          </w:rPr>
          <w:fldChar w:fldCharType="separate"/>
        </w:r>
        <w:r>
          <w:rPr>
            <w:noProof/>
            <w:webHidden/>
          </w:rPr>
          <w:t>4</w:t>
        </w:r>
        <w:r w:rsidR="00EF190B">
          <w:rPr>
            <w:noProof/>
            <w:webHidden/>
          </w:rPr>
          <w:fldChar w:fldCharType="end"/>
        </w:r>
      </w:hyperlink>
    </w:p>
    <w:p w14:paraId="3EC28BF5" w14:textId="111EE9B2" w:rsidR="00EF190B" w:rsidRDefault="004149E4" w:rsidP="00B57E46">
      <w:pPr>
        <w:pStyle w:val="Obsah1"/>
        <w:rPr>
          <w:rFonts w:eastAsiaTheme="minorEastAsia"/>
          <w:noProof/>
          <w:sz w:val="22"/>
          <w:szCs w:val="22"/>
          <w:lang w:eastAsia="cs-CZ"/>
        </w:rPr>
      </w:pPr>
      <w:hyperlink w:anchor="_Toc156575263" w:history="1">
        <w:r w:rsidR="00EF190B" w:rsidRPr="00A208FD">
          <w:rPr>
            <w:rStyle w:val="Hypertextovodkaz"/>
          </w:rPr>
          <w:t>5.</w:t>
        </w:r>
        <w:r w:rsidR="00EF190B">
          <w:rPr>
            <w:rFonts w:eastAsiaTheme="minorEastAsia"/>
            <w:noProof/>
            <w:sz w:val="22"/>
            <w:szCs w:val="22"/>
            <w:lang w:eastAsia="cs-CZ"/>
          </w:rPr>
          <w:tab/>
        </w:r>
        <w:r w:rsidR="00EF190B" w:rsidRPr="00A208FD">
          <w:rPr>
            <w:rStyle w:val="Hypertextovodkaz"/>
          </w:rPr>
          <w:t>ZDROJE FINANCOVÁNÍ a PŘEDPOKLÁDANÁ HODNOTA VEŘEJNÉ ZAKÁZKY</w:t>
        </w:r>
        <w:r w:rsidR="00EF190B">
          <w:rPr>
            <w:noProof/>
            <w:webHidden/>
          </w:rPr>
          <w:tab/>
        </w:r>
        <w:r w:rsidR="00EF190B">
          <w:rPr>
            <w:noProof/>
            <w:webHidden/>
          </w:rPr>
          <w:fldChar w:fldCharType="begin"/>
        </w:r>
        <w:r w:rsidR="00EF190B">
          <w:rPr>
            <w:noProof/>
            <w:webHidden/>
          </w:rPr>
          <w:instrText xml:space="preserve"> PAGEREF _Toc156575263 \h </w:instrText>
        </w:r>
        <w:r w:rsidR="00EF190B">
          <w:rPr>
            <w:noProof/>
            <w:webHidden/>
          </w:rPr>
        </w:r>
        <w:r w:rsidR="00EF190B">
          <w:rPr>
            <w:noProof/>
            <w:webHidden/>
          </w:rPr>
          <w:fldChar w:fldCharType="separate"/>
        </w:r>
        <w:r>
          <w:rPr>
            <w:noProof/>
            <w:webHidden/>
          </w:rPr>
          <w:t>6</w:t>
        </w:r>
        <w:r w:rsidR="00EF190B">
          <w:rPr>
            <w:noProof/>
            <w:webHidden/>
          </w:rPr>
          <w:fldChar w:fldCharType="end"/>
        </w:r>
      </w:hyperlink>
    </w:p>
    <w:p w14:paraId="48800BF2" w14:textId="6BFDFB55" w:rsidR="00EF190B" w:rsidRDefault="004149E4" w:rsidP="00B57E46">
      <w:pPr>
        <w:pStyle w:val="Obsah1"/>
        <w:rPr>
          <w:rFonts w:eastAsiaTheme="minorEastAsia"/>
          <w:noProof/>
          <w:sz w:val="22"/>
          <w:szCs w:val="22"/>
          <w:lang w:eastAsia="cs-CZ"/>
        </w:rPr>
      </w:pPr>
      <w:hyperlink w:anchor="_Toc156575264" w:history="1">
        <w:r w:rsidR="00EF190B" w:rsidRPr="00A208FD">
          <w:rPr>
            <w:rStyle w:val="Hypertextovodkaz"/>
          </w:rPr>
          <w:t>6.</w:t>
        </w:r>
        <w:r w:rsidR="00EF190B">
          <w:rPr>
            <w:rFonts w:eastAsiaTheme="minorEastAsia"/>
            <w:noProof/>
            <w:sz w:val="22"/>
            <w:szCs w:val="22"/>
            <w:lang w:eastAsia="cs-CZ"/>
          </w:rPr>
          <w:tab/>
        </w:r>
        <w:r w:rsidR="00EF190B" w:rsidRPr="00A208FD">
          <w:rPr>
            <w:rStyle w:val="Hypertextovodkaz"/>
          </w:rPr>
          <w:t>OBSAH ZADÁVACÍ DOKUMENTACE</w:t>
        </w:r>
        <w:r w:rsidR="00EF190B">
          <w:rPr>
            <w:noProof/>
            <w:webHidden/>
          </w:rPr>
          <w:tab/>
        </w:r>
        <w:r w:rsidR="00EF190B">
          <w:rPr>
            <w:noProof/>
            <w:webHidden/>
          </w:rPr>
          <w:fldChar w:fldCharType="begin"/>
        </w:r>
        <w:r w:rsidR="00EF190B">
          <w:rPr>
            <w:noProof/>
            <w:webHidden/>
          </w:rPr>
          <w:instrText xml:space="preserve"> PAGEREF _Toc156575264 \h </w:instrText>
        </w:r>
        <w:r w:rsidR="00EF190B">
          <w:rPr>
            <w:noProof/>
            <w:webHidden/>
          </w:rPr>
        </w:r>
        <w:r w:rsidR="00EF190B">
          <w:rPr>
            <w:noProof/>
            <w:webHidden/>
          </w:rPr>
          <w:fldChar w:fldCharType="separate"/>
        </w:r>
        <w:r>
          <w:rPr>
            <w:noProof/>
            <w:webHidden/>
          </w:rPr>
          <w:t>6</w:t>
        </w:r>
        <w:r w:rsidR="00EF190B">
          <w:rPr>
            <w:noProof/>
            <w:webHidden/>
          </w:rPr>
          <w:fldChar w:fldCharType="end"/>
        </w:r>
      </w:hyperlink>
    </w:p>
    <w:p w14:paraId="735729DD" w14:textId="555388D8" w:rsidR="00EF190B" w:rsidRDefault="004149E4" w:rsidP="00B57E46">
      <w:pPr>
        <w:pStyle w:val="Obsah1"/>
        <w:rPr>
          <w:rFonts w:eastAsiaTheme="minorEastAsia"/>
          <w:noProof/>
          <w:sz w:val="22"/>
          <w:szCs w:val="22"/>
          <w:lang w:eastAsia="cs-CZ"/>
        </w:rPr>
      </w:pPr>
      <w:hyperlink w:anchor="_Toc156575265" w:history="1">
        <w:r w:rsidR="00EF190B" w:rsidRPr="00A208FD">
          <w:rPr>
            <w:rStyle w:val="Hypertextovodkaz"/>
          </w:rPr>
          <w:t>7.</w:t>
        </w:r>
        <w:r w:rsidR="00EF190B">
          <w:rPr>
            <w:rFonts w:eastAsiaTheme="minorEastAsia"/>
            <w:noProof/>
            <w:sz w:val="22"/>
            <w:szCs w:val="22"/>
            <w:lang w:eastAsia="cs-CZ"/>
          </w:rPr>
          <w:tab/>
        </w:r>
        <w:r w:rsidR="00EF190B" w:rsidRPr="00A208FD">
          <w:rPr>
            <w:rStyle w:val="Hypertextovodkaz"/>
          </w:rPr>
          <w:t>VYSVĚTLENÍ, ZMĚNY a DOPLNĚNÍ ZADÁVACÍ DOKUMENTACE</w:t>
        </w:r>
        <w:r w:rsidR="00EF190B">
          <w:rPr>
            <w:noProof/>
            <w:webHidden/>
          </w:rPr>
          <w:tab/>
        </w:r>
        <w:r w:rsidR="00EF190B">
          <w:rPr>
            <w:noProof/>
            <w:webHidden/>
          </w:rPr>
          <w:fldChar w:fldCharType="begin"/>
        </w:r>
        <w:r w:rsidR="00EF190B">
          <w:rPr>
            <w:noProof/>
            <w:webHidden/>
          </w:rPr>
          <w:instrText xml:space="preserve"> PAGEREF _Toc156575265 \h </w:instrText>
        </w:r>
        <w:r w:rsidR="00EF190B">
          <w:rPr>
            <w:noProof/>
            <w:webHidden/>
          </w:rPr>
        </w:r>
        <w:r w:rsidR="00EF190B">
          <w:rPr>
            <w:noProof/>
            <w:webHidden/>
          </w:rPr>
          <w:fldChar w:fldCharType="separate"/>
        </w:r>
        <w:r>
          <w:rPr>
            <w:noProof/>
            <w:webHidden/>
          </w:rPr>
          <w:t>7</w:t>
        </w:r>
        <w:r w:rsidR="00EF190B">
          <w:rPr>
            <w:noProof/>
            <w:webHidden/>
          </w:rPr>
          <w:fldChar w:fldCharType="end"/>
        </w:r>
      </w:hyperlink>
    </w:p>
    <w:p w14:paraId="71EDF326" w14:textId="52D6A83E" w:rsidR="00EF190B" w:rsidRDefault="004149E4" w:rsidP="00B57E46">
      <w:pPr>
        <w:pStyle w:val="Obsah1"/>
        <w:rPr>
          <w:rFonts w:eastAsiaTheme="minorEastAsia"/>
          <w:noProof/>
          <w:sz w:val="22"/>
          <w:szCs w:val="22"/>
          <w:lang w:eastAsia="cs-CZ"/>
        </w:rPr>
      </w:pPr>
      <w:hyperlink w:anchor="_Toc156575266" w:history="1">
        <w:r w:rsidR="00EF190B" w:rsidRPr="00A208FD">
          <w:rPr>
            <w:rStyle w:val="Hypertextovodkaz"/>
          </w:rPr>
          <w:t>8.</w:t>
        </w:r>
        <w:r w:rsidR="00EF190B">
          <w:rPr>
            <w:rFonts w:eastAsiaTheme="minorEastAsia"/>
            <w:noProof/>
            <w:sz w:val="22"/>
            <w:szCs w:val="22"/>
            <w:lang w:eastAsia="cs-CZ"/>
          </w:rPr>
          <w:tab/>
        </w:r>
        <w:r w:rsidR="00EF190B" w:rsidRPr="00A208FD">
          <w:rPr>
            <w:rStyle w:val="Hypertextovodkaz"/>
          </w:rPr>
          <w:t>POŽADAVKY ZADAVATELE NA KVALIFIKACI</w:t>
        </w:r>
        <w:r w:rsidR="00EF190B">
          <w:rPr>
            <w:noProof/>
            <w:webHidden/>
          </w:rPr>
          <w:tab/>
        </w:r>
        <w:r w:rsidR="00EF190B">
          <w:rPr>
            <w:noProof/>
            <w:webHidden/>
          </w:rPr>
          <w:fldChar w:fldCharType="begin"/>
        </w:r>
        <w:r w:rsidR="00EF190B">
          <w:rPr>
            <w:noProof/>
            <w:webHidden/>
          </w:rPr>
          <w:instrText xml:space="preserve"> PAGEREF _Toc156575266 \h </w:instrText>
        </w:r>
        <w:r w:rsidR="00EF190B">
          <w:rPr>
            <w:noProof/>
            <w:webHidden/>
          </w:rPr>
        </w:r>
        <w:r w:rsidR="00EF190B">
          <w:rPr>
            <w:noProof/>
            <w:webHidden/>
          </w:rPr>
          <w:fldChar w:fldCharType="separate"/>
        </w:r>
        <w:r>
          <w:rPr>
            <w:noProof/>
            <w:webHidden/>
          </w:rPr>
          <w:t>7</w:t>
        </w:r>
        <w:r w:rsidR="00EF190B">
          <w:rPr>
            <w:noProof/>
            <w:webHidden/>
          </w:rPr>
          <w:fldChar w:fldCharType="end"/>
        </w:r>
      </w:hyperlink>
    </w:p>
    <w:p w14:paraId="50960059" w14:textId="176070D0" w:rsidR="00EF190B" w:rsidRDefault="004149E4" w:rsidP="00B57E46">
      <w:pPr>
        <w:pStyle w:val="Obsah1"/>
        <w:rPr>
          <w:rFonts w:eastAsiaTheme="minorEastAsia"/>
          <w:noProof/>
          <w:sz w:val="22"/>
          <w:szCs w:val="22"/>
          <w:lang w:eastAsia="cs-CZ"/>
        </w:rPr>
      </w:pPr>
      <w:hyperlink w:anchor="_Toc156575267" w:history="1">
        <w:r w:rsidR="00EF190B" w:rsidRPr="00A208FD">
          <w:rPr>
            <w:rStyle w:val="Hypertextovodkaz"/>
          </w:rPr>
          <w:t>9.</w:t>
        </w:r>
        <w:r w:rsidR="00EF190B">
          <w:rPr>
            <w:rFonts w:eastAsiaTheme="minorEastAsia"/>
            <w:noProof/>
            <w:sz w:val="22"/>
            <w:szCs w:val="22"/>
            <w:lang w:eastAsia="cs-CZ"/>
          </w:rPr>
          <w:tab/>
        </w:r>
        <w:r w:rsidR="00EF190B" w:rsidRPr="00A208FD">
          <w:rPr>
            <w:rStyle w:val="Hypertextovodkaz"/>
          </w:rPr>
          <w:t>DALŠÍ INFORMACE/DOKUMENTY PŘEDKLÁDANÉ DODAVATELEM v NABÍDCE</w:t>
        </w:r>
        <w:r w:rsidR="00EF190B">
          <w:rPr>
            <w:noProof/>
            <w:webHidden/>
          </w:rPr>
          <w:tab/>
        </w:r>
        <w:r w:rsidR="00EF190B">
          <w:rPr>
            <w:noProof/>
            <w:webHidden/>
          </w:rPr>
          <w:fldChar w:fldCharType="begin"/>
        </w:r>
        <w:r w:rsidR="00EF190B">
          <w:rPr>
            <w:noProof/>
            <w:webHidden/>
          </w:rPr>
          <w:instrText xml:space="preserve"> PAGEREF _Toc156575267 \h </w:instrText>
        </w:r>
        <w:r w:rsidR="00EF190B">
          <w:rPr>
            <w:noProof/>
            <w:webHidden/>
          </w:rPr>
        </w:r>
        <w:r w:rsidR="00EF190B">
          <w:rPr>
            <w:noProof/>
            <w:webHidden/>
          </w:rPr>
          <w:fldChar w:fldCharType="separate"/>
        </w:r>
        <w:r>
          <w:rPr>
            <w:noProof/>
            <w:webHidden/>
          </w:rPr>
          <w:t>16</w:t>
        </w:r>
        <w:r w:rsidR="00EF190B">
          <w:rPr>
            <w:noProof/>
            <w:webHidden/>
          </w:rPr>
          <w:fldChar w:fldCharType="end"/>
        </w:r>
      </w:hyperlink>
    </w:p>
    <w:p w14:paraId="259846CD" w14:textId="1C68EE52" w:rsidR="00EF190B" w:rsidRDefault="004149E4" w:rsidP="00B57E46">
      <w:pPr>
        <w:pStyle w:val="Obsah1"/>
        <w:rPr>
          <w:rFonts w:eastAsiaTheme="minorEastAsia"/>
          <w:noProof/>
          <w:sz w:val="22"/>
          <w:szCs w:val="22"/>
          <w:lang w:eastAsia="cs-CZ"/>
        </w:rPr>
      </w:pPr>
      <w:hyperlink w:anchor="_Toc156575268" w:history="1">
        <w:r w:rsidR="00EF190B" w:rsidRPr="00A208FD">
          <w:rPr>
            <w:rStyle w:val="Hypertextovodkaz"/>
          </w:rPr>
          <w:t>10.</w:t>
        </w:r>
        <w:r w:rsidR="00EF190B">
          <w:rPr>
            <w:rFonts w:eastAsiaTheme="minorEastAsia"/>
            <w:noProof/>
            <w:sz w:val="22"/>
            <w:szCs w:val="22"/>
            <w:lang w:eastAsia="cs-CZ"/>
          </w:rPr>
          <w:tab/>
        </w:r>
        <w:r w:rsidR="00EF190B" w:rsidRPr="00A208FD">
          <w:rPr>
            <w:rStyle w:val="Hypertextovodkaz"/>
          </w:rPr>
          <w:t>JAZYK NABÍDEK A KOMUNIKAČNÍ JAZYK</w:t>
        </w:r>
        <w:r w:rsidR="00EF190B">
          <w:rPr>
            <w:noProof/>
            <w:webHidden/>
          </w:rPr>
          <w:tab/>
        </w:r>
        <w:r w:rsidR="00EF190B">
          <w:rPr>
            <w:noProof/>
            <w:webHidden/>
          </w:rPr>
          <w:fldChar w:fldCharType="begin"/>
        </w:r>
        <w:r w:rsidR="00EF190B">
          <w:rPr>
            <w:noProof/>
            <w:webHidden/>
          </w:rPr>
          <w:instrText xml:space="preserve"> PAGEREF _Toc156575268 \h </w:instrText>
        </w:r>
        <w:r w:rsidR="00EF190B">
          <w:rPr>
            <w:noProof/>
            <w:webHidden/>
          </w:rPr>
        </w:r>
        <w:r w:rsidR="00EF190B">
          <w:rPr>
            <w:noProof/>
            <w:webHidden/>
          </w:rPr>
          <w:fldChar w:fldCharType="separate"/>
        </w:r>
        <w:r>
          <w:rPr>
            <w:noProof/>
            <w:webHidden/>
          </w:rPr>
          <w:t>19</w:t>
        </w:r>
        <w:r w:rsidR="00EF190B">
          <w:rPr>
            <w:noProof/>
            <w:webHidden/>
          </w:rPr>
          <w:fldChar w:fldCharType="end"/>
        </w:r>
      </w:hyperlink>
    </w:p>
    <w:p w14:paraId="5DE0F299" w14:textId="04FF1945" w:rsidR="00EF190B" w:rsidRDefault="004149E4" w:rsidP="00B57E46">
      <w:pPr>
        <w:pStyle w:val="Obsah1"/>
        <w:rPr>
          <w:rFonts w:eastAsiaTheme="minorEastAsia"/>
          <w:noProof/>
          <w:sz w:val="22"/>
          <w:szCs w:val="22"/>
          <w:lang w:eastAsia="cs-CZ"/>
        </w:rPr>
      </w:pPr>
      <w:hyperlink w:anchor="_Toc156575269" w:history="1">
        <w:r w:rsidR="00EF190B" w:rsidRPr="00A208FD">
          <w:rPr>
            <w:rStyle w:val="Hypertextovodkaz"/>
          </w:rPr>
          <w:t>11.</w:t>
        </w:r>
        <w:r w:rsidR="00EF190B">
          <w:rPr>
            <w:rFonts w:eastAsiaTheme="minorEastAsia"/>
            <w:noProof/>
            <w:sz w:val="22"/>
            <w:szCs w:val="22"/>
            <w:lang w:eastAsia="cs-CZ"/>
          </w:rPr>
          <w:tab/>
        </w:r>
        <w:r w:rsidR="00EF190B" w:rsidRPr="00A208FD">
          <w:rPr>
            <w:rStyle w:val="Hypertextovodkaz"/>
          </w:rPr>
          <w:t>OBSAH a PODÁVÁNÍ NABÍDEK</w:t>
        </w:r>
        <w:r w:rsidR="00EF190B">
          <w:rPr>
            <w:noProof/>
            <w:webHidden/>
          </w:rPr>
          <w:tab/>
        </w:r>
        <w:r w:rsidR="00EF190B">
          <w:rPr>
            <w:noProof/>
            <w:webHidden/>
          </w:rPr>
          <w:fldChar w:fldCharType="begin"/>
        </w:r>
        <w:r w:rsidR="00EF190B">
          <w:rPr>
            <w:noProof/>
            <w:webHidden/>
          </w:rPr>
          <w:instrText xml:space="preserve"> PAGEREF _Toc156575269 \h </w:instrText>
        </w:r>
        <w:r w:rsidR="00EF190B">
          <w:rPr>
            <w:noProof/>
            <w:webHidden/>
          </w:rPr>
        </w:r>
        <w:r w:rsidR="00EF190B">
          <w:rPr>
            <w:noProof/>
            <w:webHidden/>
          </w:rPr>
          <w:fldChar w:fldCharType="separate"/>
        </w:r>
        <w:r>
          <w:rPr>
            <w:noProof/>
            <w:webHidden/>
          </w:rPr>
          <w:t>19</w:t>
        </w:r>
        <w:r w:rsidR="00EF190B">
          <w:rPr>
            <w:noProof/>
            <w:webHidden/>
          </w:rPr>
          <w:fldChar w:fldCharType="end"/>
        </w:r>
      </w:hyperlink>
    </w:p>
    <w:p w14:paraId="19C7C667" w14:textId="46E432DB" w:rsidR="00EF190B" w:rsidRDefault="004149E4" w:rsidP="00B57E46">
      <w:pPr>
        <w:pStyle w:val="Obsah1"/>
        <w:rPr>
          <w:rFonts w:eastAsiaTheme="minorEastAsia"/>
          <w:noProof/>
          <w:sz w:val="22"/>
          <w:szCs w:val="22"/>
          <w:lang w:eastAsia="cs-CZ"/>
        </w:rPr>
      </w:pPr>
      <w:hyperlink w:anchor="_Toc156575270" w:history="1">
        <w:r w:rsidR="00EF190B" w:rsidRPr="00A208FD">
          <w:rPr>
            <w:rStyle w:val="Hypertextovodkaz"/>
          </w:rPr>
          <w:t>12.</w:t>
        </w:r>
        <w:r w:rsidR="00EF190B">
          <w:rPr>
            <w:rFonts w:eastAsiaTheme="minorEastAsia"/>
            <w:noProof/>
            <w:sz w:val="22"/>
            <w:szCs w:val="22"/>
            <w:lang w:eastAsia="cs-CZ"/>
          </w:rPr>
          <w:tab/>
        </w:r>
        <w:r w:rsidR="00EF190B" w:rsidRPr="00A208FD">
          <w:rPr>
            <w:rStyle w:val="Hypertextovodkaz"/>
          </w:rPr>
          <w:t>POŽADAVKY NA ZPRACOVÁNÍ NABÍDKOVÉ CENY</w:t>
        </w:r>
        <w:r w:rsidR="00EF190B">
          <w:rPr>
            <w:noProof/>
            <w:webHidden/>
          </w:rPr>
          <w:tab/>
        </w:r>
        <w:r w:rsidR="00EF190B">
          <w:rPr>
            <w:noProof/>
            <w:webHidden/>
          </w:rPr>
          <w:fldChar w:fldCharType="begin"/>
        </w:r>
        <w:r w:rsidR="00EF190B">
          <w:rPr>
            <w:noProof/>
            <w:webHidden/>
          </w:rPr>
          <w:instrText xml:space="preserve"> PAGEREF _Toc156575270 \h </w:instrText>
        </w:r>
        <w:r w:rsidR="00EF190B">
          <w:rPr>
            <w:noProof/>
            <w:webHidden/>
          </w:rPr>
        </w:r>
        <w:r w:rsidR="00EF190B">
          <w:rPr>
            <w:noProof/>
            <w:webHidden/>
          </w:rPr>
          <w:fldChar w:fldCharType="separate"/>
        </w:r>
        <w:r>
          <w:rPr>
            <w:noProof/>
            <w:webHidden/>
          </w:rPr>
          <w:t>21</w:t>
        </w:r>
        <w:r w:rsidR="00EF190B">
          <w:rPr>
            <w:noProof/>
            <w:webHidden/>
          </w:rPr>
          <w:fldChar w:fldCharType="end"/>
        </w:r>
      </w:hyperlink>
    </w:p>
    <w:p w14:paraId="201329B2" w14:textId="3041D1B7" w:rsidR="00EF190B" w:rsidRDefault="004149E4" w:rsidP="00B57E46">
      <w:pPr>
        <w:pStyle w:val="Obsah1"/>
        <w:rPr>
          <w:rFonts w:eastAsiaTheme="minorEastAsia"/>
          <w:noProof/>
          <w:sz w:val="22"/>
          <w:szCs w:val="22"/>
          <w:lang w:eastAsia="cs-CZ"/>
        </w:rPr>
      </w:pPr>
      <w:hyperlink w:anchor="_Toc156575271" w:history="1">
        <w:r w:rsidR="00EF190B" w:rsidRPr="00A208FD">
          <w:rPr>
            <w:rStyle w:val="Hypertextovodkaz"/>
          </w:rPr>
          <w:t>13.</w:t>
        </w:r>
        <w:r w:rsidR="00EF190B">
          <w:rPr>
            <w:rFonts w:eastAsiaTheme="minorEastAsia"/>
            <w:noProof/>
            <w:sz w:val="22"/>
            <w:szCs w:val="22"/>
            <w:lang w:eastAsia="cs-CZ"/>
          </w:rPr>
          <w:tab/>
        </w:r>
        <w:r w:rsidR="00EF190B" w:rsidRPr="00A208FD">
          <w:rPr>
            <w:rStyle w:val="Hypertextovodkaz"/>
          </w:rPr>
          <w:t>VARIANTY NABÍDKY</w:t>
        </w:r>
        <w:r w:rsidR="00EF190B">
          <w:rPr>
            <w:noProof/>
            <w:webHidden/>
          </w:rPr>
          <w:tab/>
        </w:r>
        <w:r w:rsidR="00EF190B">
          <w:rPr>
            <w:noProof/>
            <w:webHidden/>
          </w:rPr>
          <w:fldChar w:fldCharType="begin"/>
        </w:r>
        <w:r w:rsidR="00EF190B">
          <w:rPr>
            <w:noProof/>
            <w:webHidden/>
          </w:rPr>
          <w:instrText xml:space="preserve"> PAGEREF _Toc156575271 \h </w:instrText>
        </w:r>
        <w:r w:rsidR="00EF190B">
          <w:rPr>
            <w:noProof/>
            <w:webHidden/>
          </w:rPr>
        </w:r>
        <w:r w:rsidR="00EF190B">
          <w:rPr>
            <w:noProof/>
            <w:webHidden/>
          </w:rPr>
          <w:fldChar w:fldCharType="separate"/>
        </w:r>
        <w:r>
          <w:rPr>
            <w:noProof/>
            <w:webHidden/>
          </w:rPr>
          <w:t>21</w:t>
        </w:r>
        <w:r w:rsidR="00EF190B">
          <w:rPr>
            <w:noProof/>
            <w:webHidden/>
          </w:rPr>
          <w:fldChar w:fldCharType="end"/>
        </w:r>
      </w:hyperlink>
    </w:p>
    <w:p w14:paraId="1A33680F" w14:textId="58C8D41F" w:rsidR="00EF190B" w:rsidRDefault="004149E4" w:rsidP="00B57E46">
      <w:pPr>
        <w:pStyle w:val="Obsah1"/>
        <w:rPr>
          <w:rFonts w:eastAsiaTheme="minorEastAsia"/>
          <w:noProof/>
          <w:sz w:val="22"/>
          <w:szCs w:val="22"/>
          <w:lang w:eastAsia="cs-CZ"/>
        </w:rPr>
      </w:pPr>
      <w:hyperlink w:anchor="_Toc156575272" w:history="1">
        <w:r w:rsidR="00EF190B" w:rsidRPr="00A208FD">
          <w:rPr>
            <w:rStyle w:val="Hypertextovodkaz"/>
          </w:rPr>
          <w:t>14.</w:t>
        </w:r>
        <w:r w:rsidR="00EF190B">
          <w:rPr>
            <w:rFonts w:eastAsiaTheme="minorEastAsia"/>
            <w:noProof/>
            <w:sz w:val="22"/>
            <w:szCs w:val="22"/>
            <w:lang w:eastAsia="cs-CZ"/>
          </w:rPr>
          <w:tab/>
        </w:r>
        <w:r w:rsidR="00EF190B" w:rsidRPr="00A208FD">
          <w:rPr>
            <w:rStyle w:val="Hypertextovodkaz"/>
          </w:rPr>
          <w:t>OTEVÍRÁNÍ NABÍDEK</w:t>
        </w:r>
        <w:r w:rsidR="00EF190B">
          <w:rPr>
            <w:noProof/>
            <w:webHidden/>
          </w:rPr>
          <w:tab/>
        </w:r>
        <w:r w:rsidR="00EF190B">
          <w:rPr>
            <w:noProof/>
            <w:webHidden/>
          </w:rPr>
          <w:fldChar w:fldCharType="begin"/>
        </w:r>
        <w:r w:rsidR="00EF190B">
          <w:rPr>
            <w:noProof/>
            <w:webHidden/>
          </w:rPr>
          <w:instrText xml:space="preserve"> PAGEREF _Toc156575272 \h </w:instrText>
        </w:r>
        <w:r w:rsidR="00EF190B">
          <w:rPr>
            <w:noProof/>
            <w:webHidden/>
          </w:rPr>
        </w:r>
        <w:r w:rsidR="00EF190B">
          <w:rPr>
            <w:noProof/>
            <w:webHidden/>
          </w:rPr>
          <w:fldChar w:fldCharType="separate"/>
        </w:r>
        <w:r>
          <w:rPr>
            <w:noProof/>
            <w:webHidden/>
          </w:rPr>
          <w:t>22</w:t>
        </w:r>
        <w:r w:rsidR="00EF190B">
          <w:rPr>
            <w:noProof/>
            <w:webHidden/>
          </w:rPr>
          <w:fldChar w:fldCharType="end"/>
        </w:r>
      </w:hyperlink>
    </w:p>
    <w:p w14:paraId="412BCB7C" w14:textId="30D6FE57" w:rsidR="00EF190B" w:rsidRDefault="004149E4" w:rsidP="00B57E46">
      <w:pPr>
        <w:pStyle w:val="Obsah1"/>
        <w:rPr>
          <w:rFonts w:eastAsiaTheme="minorEastAsia"/>
          <w:noProof/>
          <w:sz w:val="22"/>
          <w:szCs w:val="22"/>
          <w:lang w:eastAsia="cs-CZ"/>
        </w:rPr>
      </w:pPr>
      <w:hyperlink w:anchor="_Toc156575273" w:history="1">
        <w:r w:rsidR="00EF190B" w:rsidRPr="00A208FD">
          <w:rPr>
            <w:rStyle w:val="Hypertextovodkaz"/>
          </w:rPr>
          <w:t>15.</w:t>
        </w:r>
        <w:r w:rsidR="00EF190B">
          <w:rPr>
            <w:rFonts w:eastAsiaTheme="minorEastAsia"/>
            <w:noProof/>
            <w:sz w:val="22"/>
            <w:szCs w:val="22"/>
            <w:lang w:eastAsia="cs-CZ"/>
          </w:rPr>
          <w:tab/>
        </w:r>
        <w:r w:rsidR="00EF190B" w:rsidRPr="00A208FD">
          <w:rPr>
            <w:rStyle w:val="Hypertextovodkaz"/>
          </w:rPr>
          <w:t>POSOUZENÍ SPLNĚNÍ PODMÍNEK ÚČASTI</w:t>
        </w:r>
        <w:r w:rsidR="00EF190B">
          <w:rPr>
            <w:noProof/>
            <w:webHidden/>
          </w:rPr>
          <w:tab/>
        </w:r>
        <w:r w:rsidR="00EF190B">
          <w:rPr>
            <w:noProof/>
            <w:webHidden/>
          </w:rPr>
          <w:fldChar w:fldCharType="begin"/>
        </w:r>
        <w:r w:rsidR="00EF190B">
          <w:rPr>
            <w:noProof/>
            <w:webHidden/>
          </w:rPr>
          <w:instrText xml:space="preserve"> PAGEREF _Toc156575273 \h </w:instrText>
        </w:r>
        <w:r w:rsidR="00EF190B">
          <w:rPr>
            <w:noProof/>
            <w:webHidden/>
          </w:rPr>
        </w:r>
        <w:r w:rsidR="00EF190B">
          <w:rPr>
            <w:noProof/>
            <w:webHidden/>
          </w:rPr>
          <w:fldChar w:fldCharType="separate"/>
        </w:r>
        <w:r>
          <w:rPr>
            <w:noProof/>
            <w:webHidden/>
          </w:rPr>
          <w:t>22</w:t>
        </w:r>
        <w:r w:rsidR="00EF190B">
          <w:rPr>
            <w:noProof/>
            <w:webHidden/>
          </w:rPr>
          <w:fldChar w:fldCharType="end"/>
        </w:r>
      </w:hyperlink>
    </w:p>
    <w:p w14:paraId="482A2B30" w14:textId="5EDE53D8" w:rsidR="00EF190B" w:rsidRDefault="004149E4" w:rsidP="00B57E46">
      <w:pPr>
        <w:pStyle w:val="Obsah1"/>
        <w:rPr>
          <w:rFonts w:eastAsiaTheme="minorEastAsia"/>
          <w:noProof/>
          <w:sz w:val="22"/>
          <w:szCs w:val="22"/>
          <w:lang w:eastAsia="cs-CZ"/>
        </w:rPr>
      </w:pPr>
      <w:hyperlink w:anchor="_Toc156575274" w:history="1">
        <w:r w:rsidR="00EF190B" w:rsidRPr="00A208FD">
          <w:rPr>
            <w:rStyle w:val="Hypertextovodkaz"/>
          </w:rPr>
          <w:t>16.</w:t>
        </w:r>
        <w:r w:rsidR="00EF190B">
          <w:rPr>
            <w:rFonts w:eastAsiaTheme="minorEastAsia"/>
            <w:noProof/>
            <w:sz w:val="22"/>
            <w:szCs w:val="22"/>
            <w:lang w:eastAsia="cs-CZ"/>
          </w:rPr>
          <w:tab/>
        </w:r>
        <w:r w:rsidR="00EF190B" w:rsidRPr="00A208FD">
          <w:rPr>
            <w:rStyle w:val="Hypertextovodkaz"/>
          </w:rPr>
          <w:t>HODNOCENÍ NABÍDEK</w:t>
        </w:r>
        <w:r w:rsidR="00EF190B">
          <w:rPr>
            <w:noProof/>
            <w:webHidden/>
          </w:rPr>
          <w:tab/>
        </w:r>
        <w:r w:rsidR="00EF190B">
          <w:rPr>
            <w:noProof/>
            <w:webHidden/>
          </w:rPr>
          <w:fldChar w:fldCharType="begin"/>
        </w:r>
        <w:r w:rsidR="00EF190B">
          <w:rPr>
            <w:noProof/>
            <w:webHidden/>
          </w:rPr>
          <w:instrText xml:space="preserve"> PAGEREF _Toc156575274 \h </w:instrText>
        </w:r>
        <w:r w:rsidR="00EF190B">
          <w:rPr>
            <w:noProof/>
            <w:webHidden/>
          </w:rPr>
        </w:r>
        <w:r w:rsidR="00EF190B">
          <w:rPr>
            <w:noProof/>
            <w:webHidden/>
          </w:rPr>
          <w:fldChar w:fldCharType="separate"/>
        </w:r>
        <w:r>
          <w:rPr>
            <w:noProof/>
            <w:webHidden/>
          </w:rPr>
          <w:t>22</w:t>
        </w:r>
        <w:r w:rsidR="00EF190B">
          <w:rPr>
            <w:noProof/>
            <w:webHidden/>
          </w:rPr>
          <w:fldChar w:fldCharType="end"/>
        </w:r>
      </w:hyperlink>
    </w:p>
    <w:p w14:paraId="14C7B3CC" w14:textId="402A4EA9" w:rsidR="00EF190B" w:rsidRDefault="004149E4" w:rsidP="00B57E46">
      <w:pPr>
        <w:pStyle w:val="Obsah1"/>
        <w:rPr>
          <w:rFonts w:eastAsiaTheme="minorEastAsia"/>
          <w:noProof/>
          <w:sz w:val="22"/>
          <w:szCs w:val="22"/>
          <w:lang w:eastAsia="cs-CZ"/>
        </w:rPr>
      </w:pPr>
      <w:hyperlink w:anchor="_Toc156575275" w:history="1">
        <w:r w:rsidR="00EF190B" w:rsidRPr="00A208FD">
          <w:rPr>
            <w:rStyle w:val="Hypertextovodkaz"/>
          </w:rPr>
          <w:t>17.</w:t>
        </w:r>
        <w:r w:rsidR="00EF190B">
          <w:rPr>
            <w:rFonts w:eastAsiaTheme="minorEastAsia"/>
            <w:noProof/>
            <w:sz w:val="22"/>
            <w:szCs w:val="22"/>
            <w:lang w:eastAsia="cs-CZ"/>
          </w:rPr>
          <w:tab/>
        </w:r>
        <w:r w:rsidR="00EF190B" w:rsidRPr="00A208FD">
          <w:rPr>
            <w:rStyle w:val="Hypertextovodkaz"/>
          </w:rPr>
          <w:t>ZRUŠENÍ ZADÁVACÍHO ŘÍZENÍ</w:t>
        </w:r>
        <w:r w:rsidR="00EF190B">
          <w:rPr>
            <w:noProof/>
            <w:webHidden/>
          </w:rPr>
          <w:tab/>
        </w:r>
        <w:r w:rsidR="00EF190B">
          <w:rPr>
            <w:noProof/>
            <w:webHidden/>
          </w:rPr>
          <w:fldChar w:fldCharType="begin"/>
        </w:r>
        <w:r w:rsidR="00EF190B">
          <w:rPr>
            <w:noProof/>
            <w:webHidden/>
          </w:rPr>
          <w:instrText xml:space="preserve"> PAGEREF _Toc156575275 \h </w:instrText>
        </w:r>
        <w:r w:rsidR="00EF190B">
          <w:rPr>
            <w:noProof/>
            <w:webHidden/>
          </w:rPr>
        </w:r>
        <w:r w:rsidR="00EF190B">
          <w:rPr>
            <w:noProof/>
            <w:webHidden/>
          </w:rPr>
          <w:fldChar w:fldCharType="separate"/>
        </w:r>
        <w:r>
          <w:rPr>
            <w:noProof/>
            <w:webHidden/>
          </w:rPr>
          <w:t>25</w:t>
        </w:r>
        <w:r w:rsidR="00EF190B">
          <w:rPr>
            <w:noProof/>
            <w:webHidden/>
          </w:rPr>
          <w:fldChar w:fldCharType="end"/>
        </w:r>
      </w:hyperlink>
    </w:p>
    <w:p w14:paraId="4C49470A" w14:textId="723E5D28" w:rsidR="00EF190B" w:rsidRDefault="004149E4" w:rsidP="00B57E46">
      <w:pPr>
        <w:pStyle w:val="Obsah1"/>
        <w:rPr>
          <w:rFonts w:eastAsiaTheme="minorEastAsia"/>
          <w:noProof/>
          <w:sz w:val="22"/>
          <w:szCs w:val="22"/>
          <w:lang w:eastAsia="cs-CZ"/>
        </w:rPr>
      </w:pPr>
      <w:hyperlink w:anchor="_Toc156575276" w:history="1">
        <w:r w:rsidR="00EF190B" w:rsidRPr="00A208FD">
          <w:rPr>
            <w:rStyle w:val="Hypertextovodkaz"/>
          </w:rPr>
          <w:t>18.</w:t>
        </w:r>
        <w:r w:rsidR="00EF190B">
          <w:rPr>
            <w:rFonts w:eastAsiaTheme="minorEastAsia"/>
            <w:noProof/>
            <w:sz w:val="22"/>
            <w:szCs w:val="22"/>
            <w:lang w:eastAsia="cs-CZ"/>
          </w:rPr>
          <w:tab/>
        </w:r>
        <w:r w:rsidR="00EF190B" w:rsidRPr="00A208FD">
          <w:rPr>
            <w:rStyle w:val="Hypertextovodkaz"/>
          </w:rPr>
          <w:t>UZAVŘENÍ SMLOUVY</w:t>
        </w:r>
        <w:r w:rsidR="00EF190B">
          <w:rPr>
            <w:noProof/>
            <w:webHidden/>
          </w:rPr>
          <w:tab/>
        </w:r>
        <w:r w:rsidR="00EF190B">
          <w:rPr>
            <w:noProof/>
            <w:webHidden/>
          </w:rPr>
          <w:fldChar w:fldCharType="begin"/>
        </w:r>
        <w:r w:rsidR="00EF190B">
          <w:rPr>
            <w:noProof/>
            <w:webHidden/>
          </w:rPr>
          <w:instrText xml:space="preserve"> PAGEREF _Toc156575276 \h </w:instrText>
        </w:r>
        <w:r w:rsidR="00EF190B">
          <w:rPr>
            <w:noProof/>
            <w:webHidden/>
          </w:rPr>
        </w:r>
        <w:r w:rsidR="00EF190B">
          <w:rPr>
            <w:noProof/>
            <w:webHidden/>
          </w:rPr>
          <w:fldChar w:fldCharType="separate"/>
        </w:r>
        <w:r>
          <w:rPr>
            <w:noProof/>
            <w:webHidden/>
          </w:rPr>
          <w:t>26</w:t>
        </w:r>
        <w:r w:rsidR="00EF190B">
          <w:rPr>
            <w:noProof/>
            <w:webHidden/>
          </w:rPr>
          <w:fldChar w:fldCharType="end"/>
        </w:r>
      </w:hyperlink>
    </w:p>
    <w:p w14:paraId="323731BC" w14:textId="5F193A72" w:rsidR="00EF190B" w:rsidRDefault="004149E4" w:rsidP="00B57E46">
      <w:pPr>
        <w:pStyle w:val="Obsah1"/>
        <w:rPr>
          <w:rFonts w:eastAsiaTheme="minorEastAsia"/>
          <w:noProof/>
          <w:sz w:val="22"/>
          <w:szCs w:val="22"/>
          <w:lang w:eastAsia="cs-CZ"/>
        </w:rPr>
      </w:pPr>
      <w:hyperlink w:anchor="_Toc156575277" w:history="1">
        <w:r w:rsidR="00EF190B" w:rsidRPr="00A208FD">
          <w:rPr>
            <w:rStyle w:val="Hypertextovodkaz"/>
          </w:rPr>
          <w:t>19.</w:t>
        </w:r>
        <w:r w:rsidR="00EF190B">
          <w:rPr>
            <w:rFonts w:eastAsiaTheme="minorEastAsia"/>
            <w:noProof/>
            <w:sz w:val="22"/>
            <w:szCs w:val="22"/>
            <w:lang w:eastAsia="cs-CZ"/>
          </w:rPr>
          <w:tab/>
        </w:r>
        <w:r w:rsidR="00EF190B" w:rsidRPr="00A208FD">
          <w:rPr>
            <w:rStyle w:val="Hypertextovodkaz"/>
          </w:rPr>
          <w:t>OCHRANA INFORMACÍ</w:t>
        </w:r>
        <w:r w:rsidR="00EF190B">
          <w:rPr>
            <w:noProof/>
            <w:webHidden/>
          </w:rPr>
          <w:tab/>
        </w:r>
        <w:r w:rsidR="00EF190B">
          <w:rPr>
            <w:noProof/>
            <w:webHidden/>
          </w:rPr>
          <w:fldChar w:fldCharType="begin"/>
        </w:r>
        <w:r w:rsidR="00EF190B">
          <w:rPr>
            <w:noProof/>
            <w:webHidden/>
          </w:rPr>
          <w:instrText xml:space="preserve"> PAGEREF _Toc156575277 \h </w:instrText>
        </w:r>
        <w:r w:rsidR="00EF190B">
          <w:rPr>
            <w:noProof/>
            <w:webHidden/>
          </w:rPr>
        </w:r>
        <w:r w:rsidR="00EF190B">
          <w:rPr>
            <w:noProof/>
            <w:webHidden/>
          </w:rPr>
          <w:fldChar w:fldCharType="separate"/>
        </w:r>
        <w:r>
          <w:rPr>
            <w:noProof/>
            <w:webHidden/>
          </w:rPr>
          <w:t>28</w:t>
        </w:r>
        <w:r w:rsidR="00EF190B">
          <w:rPr>
            <w:noProof/>
            <w:webHidden/>
          </w:rPr>
          <w:fldChar w:fldCharType="end"/>
        </w:r>
      </w:hyperlink>
    </w:p>
    <w:p w14:paraId="0A7BD0BE" w14:textId="783EBEB4" w:rsidR="00EF190B" w:rsidRDefault="004149E4" w:rsidP="00B57E46">
      <w:pPr>
        <w:pStyle w:val="Obsah1"/>
        <w:rPr>
          <w:rFonts w:eastAsiaTheme="minorEastAsia"/>
          <w:noProof/>
          <w:sz w:val="22"/>
          <w:szCs w:val="22"/>
          <w:lang w:eastAsia="cs-CZ"/>
        </w:rPr>
      </w:pPr>
      <w:hyperlink w:anchor="_Toc156575278" w:history="1">
        <w:r w:rsidR="00EF190B" w:rsidRPr="00A208FD">
          <w:rPr>
            <w:rStyle w:val="Hypertextovodkaz"/>
          </w:rPr>
          <w:t>20.</w:t>
        </w:r>
        <w:r w:rsidR="00EF190B">
          <w:rPr>
            <w:rFonts w:eastAsiaTheme="minorEastAsia"/>
            <w:noProof/>
            <w:sz w:val="22"/>
            <w:szCs w:val="22"/>
            <w:lang w:eastAsia="cs-CZ"/>
          </w:rPr>
          <w:tab/>
        </w:r>
        <w:r w:rsidR="00EF190B" w:rsidRPr="00A208FD">
          <w:rPr>
            <w:rStyle w:val="Hypertextovodkaz"/>
          </w:rPr>
          <w:t>ZADÁVACÍ LHŮTA A JISTOTA ZA NABÍDKU</w:t>
        </w:r>
        <w:r w:rsidR="00EF190B">
          <w:rPr>
            <w:noProof/>
            <w:webHidden/>
          </w:rPr>
          <w:tab/>
        </w:r>
        <w:r w:rsidR="00EF190B">
          <w:rPr>
            <w:noProof/>
            <w:webHidden/>
          </w:rPr>
          <w:fldChar w:fldCharType="begin"/>
        </w:r>
        <w:r w:rsidR="00EF190B">
          <w:rPr>
            <w:noProof/>
            <w:webHidden/>
          </w:rPr>
          <w:instrText xml:space="preserve"> PAGEREF _Toc156575278 \h </w:instrText>
        </w:r>
        <w:r w:rsidR="00EF190B">
          <w:rPr>
            <w:noProof/>
            <w:webHidden/>
          </w:rPr>
        </w:r>
        <w:r w:rsidR="00EF190B">
          <w:rPr>
            <w:noProof/>
            <w:webHidden/>
          </w:rPr>
          <w:fldChar w:fldCharType="separate"/>
        </w:r>
        <w:r>
          <w:rPr>
            <w:noProof/>
            <w:webHidden/>
          </w:rPr>
          <w:t>28</w:t>
        </w:r>
        <w:r w:rsidR="00EF190B">
          <w:rPr>
            <w:noProof/>
            <w:webHidden/>
          </w:rPr>
          <w:fldChar w:fldCharType="end"/>
        </w:r>
      </w:hyperlink>
    </w:p>
    <w:p w14:paraId="4B03BB86" w14:textId="637BEF4F" w:rsidR="00EF190B" w:rsidRDefault="004149E4" w:rsidP="00B57E46">
      <w:pPr>
        <w:pStyle w:val="Obsah1"/>
        <w:rPr>
          <w:rFonts w:eastAsiaTheme="minorEastAsia"/>
          <w:noProof/>
          <w:sz w:val="22"/>
          <w:szCs w:val="22"/>
          <w:lang w:eastAsia="cs-CZ"/>
        </w:rPr>
      </w:pPr>
      <w:hyperlink w:anchor="_Toc156575279" w:history="1">
        <w:r w:rsidR="00EF190B" w:rsidRPr="00A208FD">
          <w:rPr>
            <w:rStyle w:val="Hypertextovodkaz"/>
          </w:rPr>
          <w:t>21.</w:t>
        </w:r>
        <w:r w:rsidR="00EF190B">
          <w:rPr>
            <w:rFonts w:eastAsiaTheme="minorEastAsia"/>
            <w:noProof/>
            <w:sz w:val="22"/>
            <w:szCs w:val="22"/>
            <w:lang w:eastAsia="cs-CZ"/>
          </w:rPr>
          <w:tab/>
        </w:r>
        <w:r w:rsidR="00EF190B" w:rsidRPr="00A208FD">
          <w:rPr>
            <w:rStyle w:val="Hypertextovodkaz"/>
          </w:rPr>
          <w:t>SOCIÁLNĚ A ENVIRONMENTÁLNĚ ODPOVĚDNÉ ZADÁVÁNÍ, INOVACE</w:t>
        </w:r>
        <w:r w:rsidR="00EF190B">
          <w:rPr>
            <w:noProof/>
            <w:webHidden/>
          </w:rPr>
          <w:tab/>
        </w:r>
        <w:r w:rsidR="00EF190B">
          <w:rPr>
            <w:noProof/>
            <w:webHidden/>
          </w:rPr>
          <w:fldChar w:fldCharType="begin"/>
        </w:r>
        <w:r w:rsidR="00EF190B">
          <w:rPr>
            <w:noProof/>
            <w:webHidden/>
          </w:rPr>
          <w:instrText xml:space="preserve"> PAGEREF _Toc156575279 \h </w:instrText>
        </w:r>
        <w:r w:rsidR="00EF190B">
          <w:rPr>
            <w:noProof/>
            <w:webHidden/>
          </w:rPr>
        </w:r>
        <w:r w:rsidR="00EF190B">
          <w:rPr>
            <w:noProof/>
            <w:webHidden/>
          </w:rPr>
          <w:fldChar w:fldCharType="separate"/>
        </w:r>
        <w:r>
          <w:rPr>
            <w:noProof/>
            <w:webHidden/>
          </w:rPr>
          <w:t>29</w:t>
        </w:r>
        <w:r w:rsidR="00EF190B">
          <w:rPr>
            <w:noProof/>
            <w:webHidden/>
          </w:rPr>
          <w:fldChar w:fldCharType="end"/>
        </w:r>
      </w:hyperlink>
    </w:p>
    <w:p w14:paraId="693DEDDA" w14:textId="0C091F24" w:rsidR="00EF190B" w:rsidRDefault="004149E4" w:rsidP="00B57E46">
      <w:pPr>
        <w:pStyle w:val="Obsah1"/>
        <w:rPr>
          <w:rFonts w:eastAsiaTheme="minorEastAsia"/>
          <w:noProof/>
          <w:sz w:val="22"/>
          <w:szCs w:val="22"/>
          <w:lang w:eastAsia="cs-CZ"/>
        </w:rPr>
      </w:pPr>
      <w:hyperlink w:anchor="_Toc156575280" w:history="1">
        <w:r w:rsidR="00EF190B" w:rsidRPr="00A208FD">
          <w:rPr>
            <w:rStyle w:val="Hypertextovodkaz"/>
          </w:rPr>
          <w:t>22.</w:t>
        </w:r>
        <w:r w:rsidR="00EF190B">
          <w:rPr>
            <w:rFonts w:eastAsiaTheme="minorEastAsia"/>
            <w:noProof/>
            <w:sz w:val="22"/>
            <w:szCs w:val="22"/>
            <w:lang w:eastAsia="cs-CZ"/>
          </w:rPr>
          <w:tab/>
        </w:r>
        <w:r w:rsidR="00EF190B" w:rsidRPr="00A208FD">
          <w:rPr>
            <w:rStyle w:val="Hypertextovodkaz"/>
          </w:rPr>
          <w:t>Další zadávací podmínky v návaznosti na MEZINÁRODNÍ sankce, zákaz zadání veřejné zakázky</w:t>
        </w:r>
        <w:r w:rsidR="00EF190B">
          <w:rPr>
            <w:noProof/>
            <w:webHidden/>
          </w:rPr>
          <w:tab/>
        </w:r>
        <w:r w:rsidR="00EF190B">
          <w:rPr>
            <w:noProof/>
            <w:webHidden/>
          </w:rPr>
          <w:fldChar w:fldCharType="begin"/>
        </w:r>
        <w:r w:rsidR="00EF190B">
          <w:rPr>
            <w:noProof/>
            <w:webHidden/>
          </w:rPr>
          <w:instrText xml:space="preserve"> PAGEREF _Toc156575280 \h </w:instrText>
        </w:r>
        <w:r w:rsidR="00EF190B">
          <w:rPr>
            <w:noProof/>
            <w:webHidden/>
          </w:rPr>
        </w:r>
        <w:r w:rsidR="00EF190B">
          <w:rPr>
            <w:noProof/>
            <w:webHidden/>
          </w:rPr>
          <w:fldChar w:fldCharType="separate"/>
        </w:r>
        <w:r>
          <w:rPr>
            <w:noProof/>
            <w:webHidden/>
          </w:rPr>
          <w:t>29</w:t>
        </w:r>
        <w:r w:rsidR="00EF190B">
          <w:rPr>
            <w:noProof/>
            <w:webHidden/>
          </w:rPr>
          <w:fldChar w:fldCharType="end"/>
        </w:r>
      </w:hyperlink>
    </w:p>
    <w:p w14:paraId="07DAACCD" w14:textId="7236F266" w:rsidR="00EF190B" w:rsidRDefault="004149E4" w:rsidP="00B57E46">
      <w:pPr>
        <w:pStyle w:val="Obsah1"/>
        <w:rPr>
          <w:rFonts w:eastAsiaTheme="minorEastAsia"/>
          <w:noProof/>
          <w:sz w:val="22"/>
          <w:szCs w:val="22"/>
          <w:lang w:eastAsia="cs-CZ"/>
        </w:rPr>
      </w:pPr>
      <w:hyperlink w:anchor="_Toc156575281" w:history="1">
        <w:r w:rsidR="00EF190B" w:rsidRPr="00A208FD">
          <w:rPr>
            <w:rStyle w:val="Hypertextovodkaz"/>
          </w:rPr>
          <w:t>23.</w:t>
        </w:r>
        <w:r w:rsidR="00EF190B">
          <w:rPr>
            <w:rFonts w:eastAsiaTheme="minorEastAsia"/>
            <w:noProof/>
            <w:sz w:val="22"/>
            <w:szCs w:val="22"/>
            <w:lang w:eastAsia="cs-CZ"/>
          </w:rPr>
          <w:tab/>
        </w:r>
        <w:r w:rsidR="00EF190B" w:rsidRPr="00A208FD">
          <w:rPr>
            <w:rStyle w:val="Hypertextovodkaz"/>
          </w:rPr>
          <w:t>PŘÍLOHY TĚCHTO POKYNŮ</w:t>
        </w:r>
        <w:r w:rsidR="00EF190B">
          <w:rPr>
            <w:noProof/>
            <w:webHidden/>
          </w:rPr>
          <w:tab/>
        </w:r>
        <w:r w:rsidR="00EF190B">
          <w:rPr>
            <w:noProof/>
            <w:webHidden/>
          </w:rPr>
          <w:fldChar w:fldCharType="begin"/>
        </w:r>
        <w:r w:rsidR="00EF190B">
          <w:rPr>
            <w:noProof/>
            <w:webHidden/>
          </w:rPr>
          <w:instrText xml:space="preserve"> PAGEREF _Toc156575281 \h </w:instrText>
        </w:r>
        <w:r w:rsidR="00EF190B">
          <w:rPr>
            <w:noProof/>
            <w:webHidden/>
          </w:rPr>
        </w:r>
        <w:r w:rsidR="00EF190B">
          <w:rPr>
            <w:noProof/>
            <w:webHidden/>
          </w:rPr>
          <w:fldChar w:fldCharType="separate"/>
        </w:r>
        <w:r>
          <w:rPr>
            <w:noProof/>
            <w:webHidden/>
          </w:rPr>
          <w:t>31</w:t>
        </w:r>
        <w:r w:rsidR="00EF190B">
          <w:rPr>
            <w:noProof/>
            <w:webHidden/>
          </w:rPr>
          <w:fldChar w:fldCharType="end"/>
        </w:r>
      </w:hyperlink>
    </w:p>
    <w:p w14:paraId="65620363" w14:textId="3872A082" w:rsidR="00AD0C7B" w:rsidRDefault="00BD7E91" w:rsidP="008D03B9">
      <w:r>
        <w:fldChar w:fldCharType="end"/>
      </w:r>
    </w:p>
    <w:p w14:paraId="7C28C6CD" w14:textId="77777777" w:rsidR="00AD0C7B" w:rsidRDefault="00AD0C7B">
      <w:r>
        <w:br w:type="page"/>
      </w:r>
    </w:p>
    <w:p w14:paraId="435F9E82" w14:textId="77777777" w:rsidR="0035531B" w:rsidRDefault="0035531B" w:rsidP="0035531B">
      <w:pPr>
        <w:pStyle w:val="Nadpis1-1"/>
      </w:pPr>
      <w:bookmarkStart w:id="0" w:name="_Toc156575259"/>
      <w:bookmarkStart w:id="1" w:name="_Toc389559699"/>
      <w:bookmarkStart w:id="2" w:name="_Toc397429847"/>
      <w:bookmarkStart w:id="3" w:name="_Ref433028040"/>
      <w:bookmarkStart w:id="4" w:name="_Toc1048197"/>
      <w:r>
        <w:lastRenderedPageBreak/>
        <w:t>ÚVODNÍ USTANOVENÍ</w:t>
      </w:r>
      <w:bookmarkEnd w:id="0"/>
    </w:p>
    <w:p w14:paraId="4650BAC4"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2219CD5E"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52E852A8" w14:textId="77777777" w:rsidR="00652EFD" w:rsidRPr="00652EFD" w:rsidRDefault="00652EFD" w:rsidP="00652EFD">
      <w:pPr>
        <w:pStyle w:val="Text1-1"/>
        <w:rPr>
          <w:b/>
        </w:rPr>
      </w:pPr>
      <w:r w:rsidRPr="00652EFD">
        <w:rPr>
          <w:b/>
        </w:rPr>
        <w:t>Veřejná zakázka na služby je zadávána v otevřeném řízení dle § 56 a násl. ZZVZ.</w:t>
      </w:r>
    </w:p>
    <w:p w14:paraId="35B7EA1F" w14:textId="5424328D" w:rsidR="00652EFD" w:rsidRDefault="00652EFD" w:rsidP="00652EFD">
      <w:pPr>
        <w:pStyle w:val="Text1-1"/>
      </w:pPr>
      <w:r>
        <w:t xml:space="preserve">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w:t>
      </w:r>
      <w:r w:rsidR="00696246">
        <w:t>sektorová veřejná zakázka</w:t>
      </w:r>
      <w:r>
        <w:t xml:space="preserve"> a dále specifikované v zadávací dokumentaci, budou mít podle okolností za následek vyřazení nabídky a vyloučení účastníka zadávacího řízení ze zadávacího řízení této veřejné zakázky.</w:t>
      </w:r>
    </w:p>
    <w:p w14:paraId="6B9D8119"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146E941F"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56BC567D"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 xml:space="preserve">To neplatí v případě postupu dle § 40 odst. </w:t>
      </w:r>
      <w:r w:rsidR="00CB2FBF">
        <w:rPr>
          <w:szCs w:val="24"/>
        </w:rPr>
        <w:t>6</w:t>
      </w:r>
      <w:r w:rsidR="00A85121" w:rsidRPr="00DD3B19">
        <w:rPr>
          <w:szCs w:val="24"/>
        </w:rPr>
        <w:t xml:space="preserve"> ZZVZ</w:t>
      </w:r>
      <w:r w:rsidR="00F073CB">
        <w:rPr>
          <w:szCs w:val="24"/>
        </w:rPr>
        <w:t>.</w:t>
      </w:r>
    </w:p>
    <w:p w14:paraId="1D90D0DA"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7A8FEDB" w14:textId="77777777" w:rsidR="00652EFD" w:rsidRDefault="00652EFD" w:rsidP="00652EFD">
      <w:pPr>
        <w:pStyle w:val="Text1-1"/>
      </w:pPr>
      <w:r>
        <w:t xml:space="preserve">Není-li v těchto Pokynech výslovně uvedeno jinak nebo nevyplývá-li něco jiného z povahy věci, mají pojmy s velkými začátečními písmeny použité v Pokynech stejný význam jako shodné pojmy uvedené v dokumentech, které podle článku 6.1 těchto Pokynů </w:t>
      </w:r>
      <w:proofErr w:type="gramStart"/>
      <w:r>
        <w:t>tvoří</w:t>
      </w:r>
      <w:proofErr w:type="gramEnd"/>
      <w:r>
        <w:t xml:space="preserve"> Smlouvu.</w:t>
      </w:r>
    </w:p>
    <w:p w14:paraId="0945F23A" w14:textId="77777777" w:rsidR="0035531B" w:rsidRDefault="0035531B" w:rsidP="0035531B">
      <w:pPr>
        <w:pStyle w:val="Nadpis1-1"/>
      </w:pPr>
      <w:bookmarkStart w:id="5" w:name="_Toc156575260"/>
      <w:r>
        <w:t>IDENTIFIKAČNÍ ÚDAJE ZADAVATELE</w:t>
      </w:r>
      <w:bookmarkEnd w:id="5"/>
    </w:p>
    <w:p w14:paraId="5B6A464D"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717F0C3" w14:textId="77777777" w:rsidR="0035531B" w:rsidRDefault="0035531B" w:rsidP="0035531B">
      <w:pPr>
        <w:pStyle w:val="Textbezslovn"/>
        <w:spacing w:after="0"/>
      </w:pPr>
      <w:r>
        <w:t>sídlo: Dlážděná 1003/7, Praha 1 Nové Město, PSČ 110 00</w:t>
      </w:r>
    </w:p>
    <w:p w14:paraId="0C7C14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37AE09" w14:textId="77777777" w:rsidR="0035531B" w:rsidRDefault="0035531B" w:rsidP="0035531B">
      <w:pPr>
        <w:pStyle w:val="Textbezslovn"/>
        <w:spacing w:after="0"/>
      </w:pPr>
      <w:r>
        <w:t>IČO: 70994234</w:t>
      </w:r>
    </w:p>
    <w:p w14:paraId="661C3867" w14:textId="77777777" w:rsidR="0035531B" w:rsidRDefault="0035531B" w:rsidP="0035531B">
      <w:pPr>
        <w:pStyle w:val="Textbezslovn"/>
        <w:spacing w:after="0"/>
      </w:pPr>
      <w:r>
        <w:t>DIČ: CZ70994234</w:t>
      </w:r>
    </w:p>
    <w:p w14:paraId="63ACBCE7" w14:textId="77777777" w:rsidR="0035531B" w:rsidRDefault="0035531B" w:rsidP="0035531B">
      <w:pPr>
        <w:pStyle w:val="Textbezslovn"/>
        <w:spacing w:after="0"/>
      </w:pPr>
      <w:r>
        <w:t xml:space="preserve">Identifikátor datové schránky: </w:t>
      </w:r>
      <w:proofErr w:type="spellStart"/>
      <w:r>
        <w:t>uccchjm</w:t>
      </w:r>
      <w:proofErr w:type="spellEnd"/>
    </w:p>
    <w:p w14:paraId="64F67915" w14:textId="23F023F4" w:rsidR="00713147" w:rsidRDefault="0035531B" w:rsidP="00713147">
      <w:pPr>
        <w:pStyle w:val="Textbezslovn"/>
        <w:spacing w:after="0"/>
        <w:ind w:left="2127" w:hanging="1390"/>
      </w:pPr>
      <w:r>
        <w:lastRenderedPageBreak/>
        <w:t xml:space="preserve">zastoupená: </w:t>
      </w:r>
      <w:r>
        <w:tab/>
      </w:r>
      <w:r w:rsidR="00713147" w:rsidRPr="00BE0466">
        <w:t xml:space="preserve">Ing. Miroslavem </w:t>
      </w:r>
      <w:proofErr w:type="spellStart"/>
      <w:r w:rsidR="00713147" w:rsidRPr="00BE0466">
        <w:t>Bocákem</w:t>
      </w:r>
      <w:proofErr w:type="spellEnd"/>
      <w:r w:rsidR="00713147" w:rsidRPr="00BE0466">
        <w:t>, ředitelem organizační jednotky Stavební správa východ, na základě Řádu SŽDC č. 3 Podpisový řád státní organizace S</w:t>
      </w:r>
      <w:r w:rsidR="00713147">
        <w:t>práva železniční dopravní cesty.</w:t>
      </w:r>
    </w:p>
    <w:p w14:paraId="68ED8CDC" w14:textId="77777777" w:rsidR="0035531B" w:rsidRDefault="0035531B" w:rsidP="0035531B">
      <w:pPr>
        <w:pStyle w:val="Nadpis1-1"/>
      </w:pPr>
      <w:bookmarkStart w:id="6" w:name="_Toc156575261"/>
      <w:r>
        <w:t>KOMUNIKACE MEZI ZADAVATELEM</w:t>
      </w:r>
      <w:r w:rsidR="00845C50">
        <w:t xml:space="preserve"> a </w:t>
      </w:r>
      <w:r>
        <w:t>DODAVATELEM</w:t>
      </w:r>
      <w:bookmarkEnd w:id="6"/>
      <w:r>
        <w:t xml:space="preserve"> </w:t>
      </w:r>
    </w:p>
    <w:p w14:paraId="7C41B27A" w14:textId="67F9FD0D" w:rsidR="0035531B" w:rsidRDefault="00483600" w:rsidP="00A47DE5">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rsidRPr="00483600">
        <w:t xml:space="preserve">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5225B2" w:rsidRPr="000B46F0">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BE5F7F" w:rsidRPr="00BE5F7F">
        <w:t xml:space="preserve"> </w:t>
      </w:r>
      <w:r w:rsidR="00BE5F7F">
        <w:t>s výjimkou případů, kdy komunikace s dodavatelem prostřednictvím elektronického nástroje nebude objektivně možná, např. s ohledem na chybějící registraci dodavatele v elektronickém nástroji.</w:t>
      </w:r>
    </w:p>
    <w:p w14:paraId="32383177" w14:textId="25A898F7" w:rsidR="00713147" w:rsidRPr="00713147" w:rsidRDefault="0035531B" w:rsidP="00713147">
      <w:pPr>
        <w:pStyle w:val="Text1-1"/>
      </w:pPr>
      <w:r>
        <w:t xml:space="preserve">Kontaktní osobou zadavatele pro zadávací řízení je: </w:t>
      </w:r>
      <w:r w:rsidR="002C7A8A">
        <w:t xml:space="preserve">Mgr. </w:t>
      </w:r>
      <w:r w:rsidR="00713147" w:rsidRPr="00713147">
        <w:t xml:space="preserve">Kateřina </w:t>
      </w:r>
      <w:r w:rsidR="002C7A8A">
        <w:t>Lacigov</w:t>
      </w:r>
      <w:r w:rsidR="00713147" w:rsidRPr="00713147">
        <w:t>á</w:t>
      </w:r>
    </w:p>
    <w:p w14:paraId="30CE77E0" w14:textId="27D33A54" w:rsidR="00713147" w:rsidRPr="00713147" w:rsidRDefault="00713147" w:rsidP="00713147">
      <w:pPr>
        <w:spacing w:after="0"/>
        <w:ind w:left="737"/>
        <w:jc w:val="both"/>
      </w:pPr>
      <w:r w:rsidRPr="00713147">
        <w:t xml:space="preserve">telefon: </w:t>
      </w:r>
      <w:r w:rsidRPr="00713147">
        <w:tab/>
        <w:t>+420 72</w:t>
      </w:r>
      <w:r w:rsidR="002C7A8A">
        <w:t>4</w:t>
      </w:r>
      <w:r w:rsidRPr="00713147">
        <w:t> </w:t>
      </w:r>
      <w:r w:rsidR="002C7A8A">
        <w:t>932</w:t>
      </w:r>
      <w:r w:rsidRPr="00713147">
        <w:t xml:space="preserve"> </w:t>
      </w:r>
      <w:r w:rsidR="002C7A8A">
        <w:t>384</w:t>
      </w:r>
    </w:p>
    <w:p w14:paraId="7BD99773" w14:textId="1A193494" w:rsidR="00713147" w:rsidRPr="00713147" w:rsidRDefault="00713147" w:rsidP="00713147">
      <w:pPr>
        <w:spacing w:after="0"/>
        <w:ind w:left="737"/>
        <w:jc w:val="both"/>
      </w:pPr>
      <w:r w:rsidRPr="00713147">
        <w:t xml:space="preserve">e-mail: </w:t>
      </w:r>
      <w:r w:rsidRPr="00713147">
        <w:tab/>
      </w:r>
      <w:r w:rsidR="002C7A8A">
        <w:t>Lacigova</w:t>
      </w:r>
      <w:r w:rsidRPr="00713147">
        <w:t>@spravazeleznic.cz</w:t>
      </w:r>
    </w:p>
    <w:p w14:paraId="01983E1F" w14:textId="7AF9E1E6" w:rsidR="00713147" w:rsidRDefault="00713147" w:rsidP="00713147">
      <w:pPr>
        <w:spacing w:after="120"/>
        <w:ind w:left="737"/>
        <w:jc w:val="both"/>
      </w:pPr>
      <w:r w:rsidRPr="00713147">
        <w:t xml:space="preserve">adresa: </w:t>
      </w:r>
      <w:r w:rsidRPr="00713147">
        <w:tab/>
        <w:t>Stavební správa východ, Nerudova 773/1, 779 00 Olomouc</w:t>
      </w:r>
    </w:p>
    <w:p w14:paraId="020F179B" w14:textId="77777777" w:rsidR="0035531B" w:rsidRDefault="0035531B" w:rsidP="0035531B">
      <w:pPr>
        <w:pStyle w:val="Nadpis1-1"/>
      </w:pPr>
      <w:bookmarkStart w:id="7" w:name="_Toc156575262"/>
      <w:r>
        <w:t>ÚČEL</w:t>
      </w:r>
      <w:r w:rsidR="00845C50">
        <w:t xml:space="preserve"> a </w:t>
      </w:r>
      <w:r>
        <w:t>PŘEDMĚT PLNĚNÍ VEŘEJNÉ ZAKÁZKY</w:t>
      </w:r>
      <w:bookmarkEnd w:id="7"/>
    </w:p>
    <w:p w14:paraId="18094B7C" w14:textId="049C2876" w:rsidR="0035531B" w:rsidRPr="00FA28E8" w:rsidRDefault="0035531B" w:rsidP="0035531B">
      <w:pPr>
        <w:pStyle w:val="Text1-1"/>
      </w:pPr>
      <w:r w:rsidRPr="00FA28E8">
        <w:t>Účel veřejné zakázky</w:t>
      </w:r>
    </w:p>
    <w:p w14:paraId="75C8E34C" w14:textId="725E170E" w:rsidR="00E462BB" w:rsidRPr="00FA28E8" w:rsidRDefault="00E462BB" w:rsidP="00E462BB">
      <w:pPr>
        <w:pStyle w:val="Text1-1"/>
        <w:numPr>
          <w:ilvl w:val="0"/>
          <w:numId w:val="0"/>
        </w:numPr>
        <w:ind w:left="737"/>
      </w:pPr>
      <w:r w:rsidRPr="00FA28E8">
        <w:rPr>
          <w:rFonts w:eastAsia="Times New Roman" w:cs="Arial"/>
          <w:lang w:eastAsia="cs-CZ"/>
        </w:rPr>
        <w:t>Z důvodu urychlení, zpřehlednění a zlepšení kontroly při velkém počtu řešených pozemků stavby „</w:t>
      </w:r>
      <w:r w:rsidR="00FF7ED7" w:rsidRPr="00FA28E8">
        <w:rPr>
          <w:rFonts w:eastAsia="Times New Roman" w:cs="Arial"/>
          <w:lang w:eastAsia="cs-CZ"/>
        </w:rPr>
        <w:t xml:space="preserve">Modernizace trati Brno-Přerov, 2. stavba </w:t>
      </w:r>
      <w:proofErr w:type="gramStart"/>
      <w:r w:rsidR="00FF7ED7" w:rsidRPr="00FA28E8">
        <w:rPr>
          <w:rFonts w:eastAsia="Times New Roman" w:cs="Arial"/>
          <w:lang w:eastAsia="cs-CZ"/>
        </w:rPr>
        <w:t>Blažovice - Vyškov</w:t>
      </w:r>
      <w:proofErr w:type="gramEnd"/>
      <w:r w:rsidRPr="00FA28E8">
        <w:rPr>
          <w:rFonts w:eastAsia="Times New Roman" w:cs="Arial"/>
          <w:lang w:eastAsia="cs-CZ"/>
        </w:rPr>
        <w:t>“</w:t>
      </w:r>
      <w:r w:rsidR="00FF7ED7" w:rsidRPr="00FA28E8">
        <w:rPr>
          <w:rFonts w:eastAsia="Times New Roman" w:cs="Arial"/>
          <w:lang w:eastAsia="cs-CZ"/>
        </w:rPr>
        <w:t>,</w:t>
      </w:r>
      <w:r w:rsidRPr="00FA28E8">
        <w:rPr>
          <w:rFonts w:eastAsia="Times New Roman" w:cs="Arial"/>
          <w:lang w:eastAsia="cs-CZ"/>
        </w:rPr>
        <w:t xml:space="preserve"> bude majetkoprávní část přípravy řešena samostatně.</w:t>
      </w:r>
    </w:p>
    <w:p w14:paraId="22DF83C4" w14:textId="77777777" w:rsidR="009D4C14" w:rsidRPr="00FA28E8" w:rsidRDefault="0035531B" w:rsidP="009D4C14">
      <w:pPr>
        <w:pStyle w:val="Text1-1"/>
      </w:pPr>
      <w:r w:rsidRPr="00FA28E8">
        <w:t>Předmět plnění veřejné zakázky</w:t>
      </w:r>
    </w:p>
    <w:p w14:paraId="54F02787" w14:textId="75275943" w:rsidR="009D4C14" w:rsidRPr="00FA28E8" w:rsidRDefault="009D4C14" w:rsidP="009D4C14">
      <w:pPr>
        <w:pStyle w:val="Text1-1"/>
        <w:numPr>
          <w:ilvl w:val="0"/>
          <w:numId w:val="0"/>
        </w:numPr>
        <w:ind w:left="737"/>
        <w:rPr>
          <w:rFonts w:cs="Calibri"/>
          <w:lang w:eastAsia="x-none"/>
        </w:rPr>
      </w:pPr>
      <w:bookmarkStart w:id="8" w:name="_Hlk166483127"/>
      <w:r w:rsidRPr="00FA28E8">
        <w:rPr>
          <w:rFonts w:cs="Calibri"/>
          <w:lang w:eastAsia="x-none"/>
        </w:rPr>
        <w:t>Předmět veřejné zakázky spočívá v zajištění majetkoprávní přípravy stavby dráhy s názvem „</w:t>
      </w:r>
      <w:r w:rsidR="00FF7ED7" w:rsidRPr="00FA28E8">
        <w:rPr>
          <w:rFonts w:eastAsia="Times New Roman" w:cs="Arial"/>
          <w:lang w:eastAsia="cs-CZ"/>
        </w:rPr>
        <w:t xml:space="preserve">Modernizace trati Brno-Přerov, 2. stavba </w:t>
      </w:r>
      <w:proofErr w:type="gramStart"/>
      <w:r w:rsidR="00FF7ED7" w:rsidRPr="00FA28E8">
        <w:rPr>
          <w:rFonts w:eastAsia="Times New Roman" w:cs="Arial"/>
          <w:lang w:eastAsia="cs-CZ"/>
        </w:rPr>
        <w:t>Blažovice - Vyškov</w:t>
      </w:r>
      <w:proofErr w:type="gramEnd"/>
      <w:r w:rsidRPr="00FA28E8">
        <w:rPr>
          <w:rFonts w:cs="Calibri"/>
          <w:lang w:eastAsia="x-none"/>
        </w:rPr>
        <w:t>“ (dále jen „Stavba dráhy“). Předmět činnosti zahrnuje smluvní zajištění pro výkupy, zatížení nemovitých věcí, nájmy pro účely stavby a případné dodání veškerých podkladů pro vyvlastňovací řízení.</w:t>
      </w:r>
    </w:p>
    <w:p w14:paraId="791192EE" w14:textId="77777777" w:rsidR="009D4C14" w:rsidRPr="00FA28E8" w:rsidRDefault="009D4C14" w:rsidP="009D4C14">
      <w:pPr>
        <w:pStyle w:val="Text1-1"/>
        <w:numPr>
          <w:ilvl w:val="0"/>
          <w:numId w:val="0"/>
        </w:numPr>
        <w:ind w:left="737"/>
      </w:pPr>
      <w:r w:rsidRPr="00FA28E8">
        <w:t>Předmětem plnění veřejné zakázky je zajištění majetkoprávního vypořádání Stavby dráhy v následujícím rozsahu:</w:t>
      </w:r>
    </w:p>
    <w:p w14:paraId="3D2B0E69" w14:textId="77777777" w:rsidR="009D4C14" w:rsidRPr="00FA28E8" w:rsidRDefault="009D4C14" w:rsidP="009D4C14">
      <w:pPr>
        <w:pStyle w:val="Text1-1"/>
        <w:numPr>
          <w:ilvl w:val="0"/>
          <w:numId w:val="26"/>
        </w:numPr>
      </w:pPr>
      <w:r w:rsidRPr="00FA28E8">
        <w:rPr>
          <w:b/>
        </w:rPr>
        <w:t>Uzavření kupních smluv</w:t>
      </w:r>
    </w:p>
    <w:p w14:paraId="2AB449CE" w14:textId="77777777" w:rsidR="00FF7ED7" w:rsidRPr="00FA28E8" w:rsidRDefault="00FF7ED7" w:rsidP="00FF7ED7">
      <w:pPr>
        <w:pStyle w:val="Odstavecseseznamem"/>
        <w:spacing w:before="120"/>
        <w:ind w:left="1077"/>
        <w:jc w:val="both"/>
      </w:pPr>
      <w:r w:rsidRPr="00FA28E8">
        <w:t>Zhotovitel zajistí uzavření smluv, jejichž předmětem bude převod vlastnického práva nebo práva hospodařit (</w:t>
      </w:r>
      <w:r w:rsidRPr="00FA28E8">
        <w:rPr>
          <w:b/>
        </w:rPr>
        <w:t>kupní smlouvy</w:t>
      </w:r>
      <w:r w:rsidRPr="00FA28E8">
        <w:t xml:space="preserve">, </w:t>
      </w:r>
      <w:r w:rsidRPr="00FA28E8">
        <w:rPr>
          <w:b/>
        </w:rPr>
        <w:t>smlouvy o převodu práva/příslušnosti hospodařit s majetkem státu</w:t>
      </w:r>
      <w:r w:rsidRPr="00FA28E8">
        <w:t>) k pozemkům a stavbám potřebným pro uskutečnění Stavby dráhy (dále jen „pozemek“), s jejich vlastníky či osobami oprávněnými s nimi hospodařit.</w:t>
      </w:r>
    </w:p>
    <w:p w14:paraId="35ACF1B1" w14:textId="77777777" w:rsidR="00DA09CA" w:rsidRPr="00FA28E8" w:rsidRDefault="00DA09CA" w:rsidP="00FF7ED7">
      <w:pPr>
        <w:pStyle w:val="Odstavecseseznamem"/>
        <w:spacing w:before="120"/>
        <w:ind w:left="1077"/>
        <w:jc w:val="both"/>
      </w:pPr>
    </w:p>
    <w:p w14:paraId="1BC33426" w14:textId="17BFD722" w:rsidR="00FF7ED7" w:rsidRPr="00FA28E8" w:rsidRDefault="00FF7ED7" w:rsidP="00FF7ED7">
      <w:pPr>
        <w:pStyle w:val="Odstavecseseznamem"/>
        <w:spacing w:before="120"/>
        <w:ind w:left="1077"/>
        <w:jc w:val="both"/>
      </w:pPr>
      <w:r w:rsidRPr="00FA28E8">
        <w:t xml:space="preserve">Nebude-li možné z časových důvodů na straně vlastníka dotčeného pozemku (např. České dráhy či samosprávy) uzavřít kupní smlouvu nebo smlouvu o převodu ve lhůtě potřebné pro uskutečnění Stavby dráhy, lze uzavření smlouvy o převodu nahradit uzavřením smlouvy, která založí Objednateli právo provést Stavbu dráhy na dotčeném pozemku, např. smlouvy o umístění a provedení Stavby dráhy, smlouvy o výpůjčce či podobné smlouvy, která bude obsahovat závazek vlastníka pozemku uzavřít s Objednatelem smlouvu o převodu stavbou trvale dotčeného pozemku </w:t>
      </w:r>
      <w:r w:rsidRPr="00FA28E8">
        <w:lastRenderedPageBreak/>
        <w:t>(Zhotovitel je i v takovém případě povinen předložit vlastníkovi žádost o převod pozemku a obstarat veškeré podklady nezbytné pro uzavření smlouvy o převodu). Pod tuto část předmětu plnění spadají i výkupy objektů a staveb určených k demolici;</w:t>
      </w:r>
    </w:p>
    <w:p w14:paraId="57AA3DD4" w14:textId="77777777" w:rsidR="009D4C14" w:rsidRPr="00FA28E8" w:rsidRDefault="009D4C14" w:rsidP="009D4C14">
      <w:pPr>
        <w:pStyle w:val="Text1-1"/>
        <w:numPr>
          <w:ilvl w:val="0"/>
          <w:numId w:val="26"/>
        </w:numPr>
        <w:rPr>
          <w:b/>
        </w:rPr>
      </w:pPr>
      <w:r w:rsidRPr="00FA28E8">
        <w:rPr>
          <w:b/>
        </w:rPr>
        <w:t>Uzavření budoucích smluv o zřízení věcných břemen – služebností</w:t>
      </w:r>
    </w:p>
    <w:p w14:paraId="014B9611" w14:textId="77777777" w:rsidR="00FF7ED7" w:rsidRPr="00FA28E8" w:rsidRDefault="00FF7ED7" w:rsidP="00FA28E8">
      <w:pPr>
        <w:pStyle w:val="Odstavecseseznamem"/>
        <w:spacing w:before="120"/>
        <w:ind w:left="1077"/>
        <w:jc w:val="both"/>
        <w:rPr>
          <w:b/>
        </w:rPr>
      </w:pPr>
      <w:r w:rsidRPr="00FA28E8">
        <w:t xml:space="preserve">Zhotovitel zajistí uzavření smluv, které Objednateli </w:t>
      </w:r>
      <w:proofErr w:type="gramStart"/>
      <w:r w:rsidRPr="00FA28E8">
        <w:t>založí</w:t>
      </w:r>
      <w:proofErr w:type="gramEnd"/>
      <w:r w:rsidRPr="00FA28E8">
        <w:t xml:space="preserve"> právo zřídit na dotčených pozemcích nebo přes ně vést inženýrské sítě nebo jiné části stavby </w:t>
      </w:r>
      <w:r w:rsidRPr="00FA28E8">
        <w:rPr>
          <w:b/>
        </w:rPr>
        <w:t>(smlouvy o smlouvách budoucích o zřízení věcného břemene – služebnosti,</w:t>
      </w:r>
      <w:r w:rsidRPr="00FA28E8">
        <w:t xml:space="preserve"> </w:t>
      </w:r>
      <w:r w:rsidRPr="00FA28E8">
        <w:rPr>
          <w:b/>
        </w:rPr>
        <w:t>smlouvy o smlouvách budoucích o zřízení práv majících povahu věcného břemene – služebnosti).</w:t>
      </w:r>
    </w:p>
    <w:p w14:paraId="5B9C56EE" w14:textId="77777777" w:rsidR="00DA09CA" w:rsidRPr="00FA28E8" w:rsidRDefault="00DA09CA" w:rsidP="00FA28E8">
      <w:pPr>
        <w:pStyle w:val="Odstavecseseznamem"/>
        <w:spacing w:before="120"/>
        <w:ind w:left="1077"/>
        <w:jc w:val="both"/>
      </w:pPr>
    </w:p>
    <w:p w14:paraId="4BC8AF0A" w14:textId="36EDCB48" w:rsidR="00FF7ED7" w:rsidRPr="00FA28E8" w:rsidRDefault="00FF7ED7" w:rsidP="00FA28E8">
      <w:pPr>
        <w:pStyle w:val="Odstavecseseznamem"/>
        <w:spacing w:before="120"/>
        <w:ind w:left="1077"/>
        <w:jc w:val="both"/>
      </w:pPr>
      <w:r w:rsidRPr="00FA28E8">
        <w:t>Neuzavře-li vlastník budoucí smlouvu, zajistí Zhotovitel uzavření smluv o zřízení věcných břemen – služebností.</w:t>
      </w:r>
    </w:p>
    <w:p w14:paraId="5E8C3F3F" w14:textId="77777777" w:rsidR="009D4C14" w:rsidRPr="00FA28E8" w:rsidRDefault="009D4C14" w:rsidP="00FA28E8">
      <w:pPr>
        <w:pStyle w:val="Text1-1"/>
        <w:numPr>
          <w:ilvl w:val="0"/>
          <w:numId w:val="26"/>
        </w:numPr>
        <w:spacing w:before="120" w:after="240"/>
        <w:rPr>
          <w:b/>
        </w:rPr>
      </w:pPr>
      <w:r w:rsidRPr="00FA28E8">
        <w:rPr>
          <w:b/>
        </w:rPr>
        <w:t>Uzavření nájemních smluv</w:t>
      </w:r>
    </w:p>
    <w:p w14:paraId="72222B18" w14:textId="77777777" w:rsidR="00392164" w:rsidRPr="00FA28E8" w:rsidRDefault="00392164" w:rsidP="00FA28E8">
      <w:pPr>
        <w:pStyle w:val="Odstavecseseznamem"/>
        <w:spacing w:before="120"/>
        <w:ind w:left="1077"/>
        <w:jc w:val="both"/>
      </w:pPr>
      <w:r w:rsidRPr="00FA28E8">
        <w:t>Zhotovitel zajistí uzavření nájemních smluv s vlastníky nemovitých věcí dotčených stavbou pouze dočasně včetně ploch a objektů nezbytných po přechodnou dobu pro účely zhotovení stavby (dočasné zábory související s navrženým technologickým postupem předepsaným Zhotoviteli v dokumentaci pro stavební povolení, např. pro startovní jámy apod.) a přístup na staveniště.</w:t>
      </w:r>
    </w:p>
    <w:p w14:paraId="23DC3EBE" w14:textId="77777777" w:rsidR="00392164" w:rsidRPr="00FA28E8" w:rsidRDefault="00392164" w:rsidP="00FA28E8">
      <w:pPr>
        <w:pStyle w:val="RLTextlnkuslovan"/>
        <w:numPr>
          <w:ilvl w:val="0"/>
          <w:numId w:val="0"/>
        </w:numPr>
        <w:spacing w:before="120" w:after="240" w:line="264" w:lineRule="auto"/>
        <w:ind w:left="1097"/>
        <w:rPr>
          <w:rFonts w:asciiTheme="minorHAnsi" w:hAnsiTheme="minorHAnsi"/>
          <w:sz w:val="18"/>
          <w:szCs w:val="18"/>
        </w:rPr>
      </w:pPr>
      <w:r w:rsidRPr="00FA28E8">
        <w:rPr>
          <w:rFonts w:asciiTheme="minorHAnsi" w:hAnsiTheme="minorHAnsi"/>
          <w:sz w:val="18"/>
          <w:szCs w:val="18"/>
        </w:rPr>
        <w:t>V případě, že předmětem dočasného záboru bude pozemek, který užívá třetí osoba pro zemědělské či jiné účely na základě pachtovní, nájemní či jiné smlouvy uzavřené s vlastníkem nebo na základě věcného práva zřízeného ve prospěch třetí osoby (např. věcné břemeno nebo právo stavby), je Zhotovitel povinen namísto nájemní smlouvy s vlastníkem pozemku zajistit uzavření takové smlouvy, která Objednateli umožní užívání takového pozemku pro účely zhotovení stavby (dle okolností a výsledků projednání s účastníky užívacího vztahu se může jednat např., nikoli však výlučně, o trojstrannou smlouvu mezi vlastníkem, pachtýřem a Objednatelem, nebo o smlouvu uzavřenou mezi Objednatelem a pachtýřem o přenechání propachtovaného pozemku do užívání Objednateli, jejímž předpokladem současně bude i obstarání souhlasu vlastníka s přenecháním pozemku do užívání jiné osobě, není-li již takový souhlas součástí pachtovní smlouvy, nebo o nájemní smlouvu uzavřenou mezi Objednatelem a vlastníkem, jejímž předpokladem současně bude i obstarání dohody vlastníka pozemku s pachtýřem o podmínkách přerušení pachtu).</w:t>
      </w:r>
    </w:p>
    <w:p w14:paraId="5FBF7FAD" w14:textId="68EC1182" w:rsidR="0046243E" w:rsidRPr="00FA28E8" w:rsidRDefault="00DA09CA" w:rsidP="00FA28E8">
      <w:pPr>
        <w:spacing w:before="120"/>
        <w:ind w:left="737" w:hanging="141"/>
        <w:jc w:val="both"/>
      </w:pPr>
      <w:r w:rsidRPr="00FA28E8">
        <w:t xml:space="preserve">  </w:t>
      </w:r>
      <w:r w:rsidR="0046243E" w:rsidRPr="00FA28E8">
        <w:t>Součástí předmětu plnění je i zajištění všech podkladů nezbytných pro uzavření smluv, tedy zejména geometrických plánů pro rozdělení pozemků, geometrických plánů pro vyznačení rozsahu věcného břemene a znaleckých posudků.</w:t>
      </w:r>
    </w:p>
    <w:p w14:paraId="5091FAB2" w14:textId="1BB17395" w:rsidR="0046243E" w:rsidRPr="00FA28E8" w:rsidRDefault="00DA09CA" w:rsidP="00FA28E8">
      <w:pPr>
        <w:spacing w:before="120"/>
        <w:ind w:left="737" w:hanging="141"/>
        <w:jc w:val="both"/>
      </w:pPr>
      <w:r w:rsidRPr="00FA28E8">
        <w:t xml:space="preserve">  </w:t>
      </w:r>
      <w:r w:rsidR="0046243E" w:rsidRPr="00FA28E8">
        <w:t>Součástí předmětu plnění je i zajištění vkladů práv dle uzavřených smluv do katastru nemovitostí včetně zajištění všech dokladů a listin, které budou pro zápis těchto práv nezbytné (např. souhlas s dělením pozemků).</w:t>
      </w:r>
    </w:p>
    <w:p w14:paraId="0B4B5942" w14:textId="725718C1" w:rsidR="0046243E" w:rsidRPr="00FA28E8" w:rsidRDefault="00DA09CA" w:rsidP="00FA28E8">
      <w:pPr>
        <w:pStyle w:val="RLTextlnkuslovan"/>
        <w:numPr>
          <w:ilvl w:val="0"/>
          <w:numId w:val="0"/>
        </w:numPr>
        <w:spacing w:before="120" w:after="240" w:line="264" w:lineRule="auto"/>
        <w:ind w:left="737" w:hanging="141"/>
        <w:rPr>
          <w:rFonts w:asciiTheme="minorHAnsi" w:hAnsiTheme="minorHAnsi"/>
          <w:sz w:val="18"/>
          <w:szCs w:val="18"/>
        </w:rPr>
      </w:pPr>
      <w:r w:rsidRPr="00FA28E8">
        <w:rPr>
          <w:rFonts w:asciiTheme="minorHAnsi" w:hAnsiTheme="minorHAnsi"/>
          <w:sz w:val="18"/>
          <w:szCs w:val="18"/>
        </w:rPr>
        <w:t xml:space="preserve">   </w:t>
      </w:r>
      <w:r w:rsidR="0046243E" w:rsidRPr="00FA28E8">
        <w:rPr>
          <w:rFonts w:asciiTheme="minorHAnsi" w:hAnsiTheme="minorHAnsi"/>
          <w:sz w:val="18"/>
          <w:szCs w:val="18"/>
        </w:rPr>
        <w:t>Neuzavře-li vlastník pozemku potřebnou smlouvu, je součástí předmětu plnění i zajištění všech podkladů a listin nezbytných pro vyvlastnění včetně přípravy žádosti o vyvlastnění.</w:t>
      </w:r>
    </w:p>
    <w:p w14:paraId="64ABDD3D" w14:textId="2AA9C974" w:rsidR="0046243E" w:rsidRPr="00FA28E8" w:rsidRDefault="00DA09CA" w:rsidP="00FA28E8">
      <w:pPr>
        <w:pStyle w:val="RLTextlnkuslovan"/>
        <w:numPr>
          <w:ilvl w:val="0"/>
          <w:numId w:val="0"/>
        </w:numPr>
        <w:spacing w:before="120" w:after="240" w:line="264" w:lineRule="auto"/>
        <w:ind w:left="737" w:hanging="141"/>
        <w:rPr>
          <w:rFonts w:asciiTheme="minorHAnsi" w:hAnsiTheme="minorHAnsi"/>
          <w:sz w:val="18"/>
          <w:szCs w:val="18"/>
        </w:rPr>
      </w:pPr>
      <w:r w:rsidRPr="00FA28E8">
        <w:rPr>
          <w:rFonts w:asciiTheme="minorHAnsi" w:hAnsiTheme="minorHAnsi"/>
          <w:sz w:val="18"/>
          <w:szCs w:val="18"/>
        </w:rPr>
        <w:t xml:space="preserve">  </w:t>
      </w:r>
      <w:r w:rsidR="0046243E" w:rsidRPr="00FA28E8">
        <w:rPr>
          <w:rFonts w:asciiTheme="minorHAnsi" w:hAnsiTheme="minorHAnsi"/>
          <w:sz w:val="18"/>
          <w:szCs w:val="18"/>
        </w:rPr>
        <w:t xml:space="preserve">Stavba dráhy je stavbou dopravní infrastruktury podle zákona č. 416/2009 Sb., o urychlení výstavby strategicky významné infrastruktury. Při plnění předmětu Díla bude zhotovitel postupovat v souladu s uvedeným zákonem. </w:t>
      </w:r>
    </w:p>
    <w:p w14:paraId="52CEC01E" w14:textId="77777777" w:rsidR="009D4C14" w:rsidRPr="00FA28E8" w:rsidRDefault="009D4C14" w:rsidP="00FA28E8">
      <w:pPr>
        <w:spacing w:before="120"/>
        <w:ind w:left="737"/>
        <w:jc w:val="both"/>
      </w:pPr>
      <w:r w:rsidRPr="00FA28E8">
        <w:t xml:space="preserve">Zhotovitel povede majetkoprávní vypořádání v </w:t>
      </w:r>
      <w:r w:rsidRPr="00FA28E8">
        <w:rPr>
          <w:b/>
        </w:rPr>
        <w:t>majetkoprávní aplikaci</w:t>
      </w:r>
      <w:r w:rsidRPr="00FA28E8">
        <w:t xml:space="preserve"> (webová aplikace majetkoprávní příprava staveb), kterou zajišťuje, provozuje a spravuje Objednatel. Objednatel po podpisu SOD předá Zhotoviteli přístupová práva k majetkoprávní aplikaci.</w:t>
      </w:r>
    </w:p>
    <w:p w14:paraId="40EE7C9D" w14:textId="159A12C5" w:rsidR="00652EFD" w:rsidRDefault="00652EFD" w:rsidP="00DA09CA">
      <w:pPr>
        <w:spacing w:before="120"/>
        <w:ind w:left="737"/>
        <w:jc w:val="both"/>
      </w:pPr>
      <w:r w:rsidRPr="00FA28E8">
        <w:lastRenderedPageBreak/>
        <w:t>Bližší specifikace předmětu plnění veřejné zakázky je upravena v dalších částech zadávací dokumentace.</w:t>
      </w:r>
    </w:p>
    <w:bookmarkEnd w:id="8"/>
    <w:p w14:paraId="182F664C" w14:textId="77777777" w:rsidR="00652EFD" w:rsidRPr="00FA28E8" w:rsidRDefault="00652EFD" w:rsidP="00652EFD">
      <w:pPr>
        <w:pStyle w:val="Text1-1"/>
      </w:pPr>
      <w:r w:rsidRPr="00FA28E8">
        <w:t>Klasifikace předmětu veřejné zakázky</w:t>
      </w:r>
    </w:p>
    <w:p w14:paraId="6D74345E" w14:textId="77777777" w:rsidR="00652EFD" w:rsidRPr="00FA28E8" w:rsidRDefault="00652EFD" w:rsidP="00652EFD">
      <w:pPr>
        <w:pStyle w:val="Text1-1"/>
        <w:numPr>
          <w:ilvl w:val="0"/>
          <w:numId w:val="0"/>
        </w:numPr>
        <w:spacing w:after="0"/>
        <w:ind w:left="737"/>
      </w:pPr>
      <w:r w:rsidRPr="00FA28E8">
        <w:t>kód CPV 71322000-1 Technické projekty pro provádění stavebně inženýrských prací</w:t>
      </w:r>
    </w:p>
    <w:p w14:paraId="1E09F449" w14:textId="77777777" w:rsidR="00652EFD" w:rsidRPr="00FA28E8" w:rsidRDefault="00652EFD" w:rsidP="00652EFD">
      <w:pPr>
        <w:pStyle w:val="Text1-1"/>
        <w:numPr>
          <w:ilvl w:val="0"/>
          <w:numId w:val="0"/>
        </w:numPr>
        <w:spacing w:after="0"/>
        <w:ind w:left="737"/>
      </w:pPr>
      <w:r w:rsidRPr="00FA28E8">
        <w:t>kód CPV 71311230-2 Železniční stavitelství</w:t>
      </w:r>
    </w:p>
    <w:p w14:paraId="53265D38" w14:textId="77777777" w:rsidR="00DA09CA" w:rsidRPr="00FA28E8" w:rsidRDefault="00DA09CA" w:rsidP="00DA09CA">
      <w:pPr>
        <w:spacing w:after="0" w:line="240" w:lineRule="auto"/>
        <w:ind w:left="737"/>
        <w:rPr>
          <w:rFonts w:eastAsia="Times New Roman" w:cs="Arial"/>
          <w:lang w:eastAsia="cs-CZ"/>
        </w:rPr>
      </w:pPr>
      <w:r w:rsidRPr="00FA28E8">
        <w:rPr>
          <w:rFonts w:eastAsia="Times New Roman" w:cs="Arial"/>
          <w:lang w:eastAsia="cs-CZ"/>
        </w:rPr>
        <w:t>kód CPV 71310000-4 Poradenské inženýrství a stavební služby</w:t>
      </w:r>
    </w:p>
    <w:p w14:paraId="01D31726" w14:textId="77777777" w:rsidR="00DA09CA" w:rsidRPr="00FA28E8" w:rsidRDefault="00DA09CA" w:rsidP="00DA09CA">
      <w:pPr>
        <w:spacing w:after="0" w:line="240" w:lineRule="auto"/>
        <w:ind w:left="737"/>
        <w:rPr>
          <w:rFonts w:eastAsia="Times New Roman" w:cs="Arial"/>
          <w:lang w:eastAsia="cs-CZ"/>
        </w:rPr>
      </w:pPr>
      <w:r w:rsidRPr="00FA28E8">
        <w:rPr>
          <w:rFonts w:eastAsia="Times New Roman" w:cs="Arial"/>
          <w:lang w:eastAsia="cs-CZ"/>
        </w:rPr>
        <w:t xml:space="preserve">kód CPV 71319000-7 Služby soudních znalců </w:t>
      </w:r>
    </w:p>
    <w:p w14:paraId="1A2BAC34" w14:textId="77777777" w:rsidR="00DA09CA" w:rsidRPr="00FA28E8" w:rsidRDefault="00DA09CA" w:rsidP="00DA09CA">
      <w:pPr>
        <w:spacing w:after="0" w:line="240" w:lineRule="auto"/>
        <w:ind w:left="737"/>
        <w:rPr>
          <w:rFonts w:eastAsia="Times New Roman" w:cs="Arial"/>
          <w:lang w:eastAsia="cs-CZ"/>
        </w:rPr>
      </w:pPr>
      <w:r w:rsidRPr="00FA28E8">
        <w:rPr>
          <w:rFonts w:eastAsia="Times New Roman" w:cs="Arial"/>
          <w:lang w:eastAsia="cs-CZ"/>
        </w:rPr>
        <w:t>kód CPV 79100000-5 Právní služby</w:t>
      </w:r>
    </w:p>
    <w:p w14:paraId="1879FE7E" w14:textId="77777777" w:rsidR="00DA09CA" w:rsidRPr="00FA28E8" w:rsidRDefault="00DA09CA" w:rsidP="00DA09CA">
      <w:pPr>
        <w:spacing w:after="0" w:line="240" w:lineRule="auto"/>
        <w:ind w:left="737"/>
        <w:rPr>
          <w:rFonts w:eastAsia="Times New Roman" w:cs="Arial"/>
          <w:lang w:eastAsia="cs-CZ"/>
        </w:rPr>
      </w:pPr>
      <w:r w:rsidRPr="00FA28E8">
        <w:rPr>
          <w:rFonts w:eastAsia="Times New Roman" w:cs="Arial"/>
          <w:lang w:eastAsia="cs-CZ"/>
        </w:rPr>
        <w:t>kód CPV 71250000-5 Architektonické, technické a zeměměřičské služby</w:t>
      </w:r>
    </w:p>
    <w:p w14:paraId="21925F8C" w14:textId="77777777" w:rsidR="00E65273" w:rsidRPr="00FA28E8" w:rsidRDefault="00E65273" w:rsidP="00E65273">
      <w:pPr>
        <w:pStyle w:val="Text1-1"/>
        <w:numPr>
          <w:ilvl w:val="0"/>
          <w:numId w:val="0"/>
        </w:numPr>
        <w:spacing w:after="0"/>
        <w:ind w:left="737"/>
      </w:pPr>
    </w:p>
    <w:p w14:paraId="0515094C" w14:textId="3E22605D" w:rsidR="0035531B" w:rsidRDefault="00652EFD" w:rsidP="00652EFD">
      <w:pPr>
        <w:pStyle w:val="Text1-1"/>
      </w:pPr>
      <w:r w:rsidRPr="00FA28E8">
        <w:t>Doba plnění veřejné zakázky je podrobně uvedena ve Smlouvě o</w:t>
      </w:r>
      <w:r>
        <w:t xml:space="preserve"> dílo na plnění veřejné zakázky (v Příloze č. </w:t>
      </w:r>
      <w:r w:rsidR="00CF514F">
        <w:t xml:space="preserve">3 </w:t>
      </w:r>
      <w:r>
        <w:t xml:space="preserve">s názvem Harmonogram plnění), jejíž závazný vzor </w:t>
      </w:r>
      <w:proofErr w:type="gramStart"/>
      <w:r>
        <w:t>tvoří</w:t>
      </w:r>
      <w:proofErr w:type="gramEnd"/>
      <w:r>
        <w:t xml:space="preserve"> Díl 2 zadávací dokumentace.</w:t>
      </w:r>
    </w:p>
    <w:p w14:paraId="13125EA3" w14:textId="77777777" w:rsidR="0035531B" w:rsidRDefault="0035531B" w:rsidP="006F6B09">
      <w:pPr>
        <w:pStyle w:val="Nadpis1-1"/>
      </w:pPr>
      <w:bookmarkStart w:id="9" w:name="_Toc156575263"/>
      <w:r>
        <w:t>ZDROJE FINANCOVÁNÍ</w:t>
      </w:r>
      <w:r w:rsidR="00845C50">
        <w:t xml:space="preserve"> a </w:t>
      </w:r>
      <w:r>
        <w:t>PŘEDPOKLÁDANÁ HODNOTA VEŘEJNÉ ZAKÁZKY</w:t>
      </w:r>
      <w:bookmarkEnd w:id="9"/>
    </w:p>
    <w:p w14:paraId="61E57850" w14:textId="467771B3" w:rsidR="001954B0" w:rsidRDefault="001954B0" w:rsidP="00EC7BC3">
      <w:pPr>
        <w:pStyle w:val="Text1-1"/>
      </w:pPr>
      <w:r>
        <w:t>U této zakázky se předpokládá, že bude financována z prostředků Státního fondu dopravní infrastruktury.</w:t>
      </w:r>
    </w:p>
    <w:p w14:paraId="2726859F"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4E32F28B" w14:textId="77777777" w:rsidR="0035531B" w:rsidRDefault="0035531B" w:rsidP="006F6B09">
      <w:pPr>
        <w:pStyle w:val="Nadpis1-1"/>
      </w:pPr>
      <w:bookmarkStart w:id="10" w:name="_Toc156575264"/>
      <w:r>
        <w:t>OBSAH ZADÁVACÍ DOKUMENTACE</w:t>
      </w:r>
      <w:bookmarkEnd w:id="10"/>
      <w:r>
        <w:t xml:space="preserve"> </w:t>
      </w:r>
    </w:p>
    <w:p w14:paraId="138FA4B4" w14:textId="0D403F05" w:rsidR="00ED116C" w:rsidRDefault="00ED116C" w:rsidP="00ED116C">
      <w:pPr>
        <w:pStyle w:val="Text1-1"/>
      </w:pPr>
      <w:r>
        <w:t xml:space="preserve">Zadávací dokumentaci </w:t>
      </w:r>
      <w:proofErr w:type="gramStart"/>
      <w:r>
        <w:t>tvoří</w:t>
      </w:r>
      <w:proofErr w:type="gramEnd"/>
      <w:r>
        <w:t xml:space="preserve"> následující dokumenty obsahující zadávací podmínky, zpřístupňované dodavatelům ode dne uveřejnění oznámení o zahájení zadávacího řízení – </w:t>
      </w:r>
      <w:r w:rsidR="00696246">
        <w:t>sektorová veřejná zakázka</w:t>
      </w:r>
      <w:r>
        <w:t>:</w:t>
      </w:r>
    </w:p>
    <w:p w14:paraId="08AE3794" w14:textId="77777777" w:rsidR="00ED116C" w:rsidRPr="00FA28E8" w:rsidRDefault="00ED116C" w:rsidP="00ED116C">
      <w:pPr>
        <w:pStyle w:val="Textbezslovn"/>
        <w:tabs>
          <w:tab w:val="left" w:pos="1701"/>
        </w:tabs>
        <w:ind w:left="1701" w:hanging="964"/>
        <w:rPr>
          <w:b/>
        </w:rPr>
      </w:pPr>
      <w:r w:rsidRPr="00FA28E8">
        <w:rPr>
          <w:b/>
        </w:rPr>
        <w:t>DÍL 1</w:t>
      </w:r>
      <w:r w:rsidRPr="00FA28E8">
        <w:rPr>
          <w:b/>
        </w:rPr>
        <w:tab/>
        <w:t>POŽADAVKY A PODMÍNKY PRO ZPRACOVÁNÍ NABÍDKY</w:t>
      </w:r>
    </w:p>
    <w:p w14:paraId="1E96E65C" w14:textId="4AF55B4B" w:rsidR="00ED116C" w:rsidRPr="00FA28E8" w:rsidRDefault="00ED116C" w:rsidP="00ED116C">
      <w:pPr>
        <w:pStyle w:val="Textbezslovn"/>
        <w:tabs>
          <w:tab w:val="left" w:pos="1701"/>
        </w:tabs>
        <w:spacing w:after="0"/>
        <w:ind w:left="1701" w:hanging="964"/>
      </w:pPr>
      <w:r w:rsidRPr="00FA28E8">
        <w:t>Část 1</w:t>
      </w:r>
      <w:r w:rsidRPr="00FA28E8">
        <w:tab/>
        <w:t xml:space="preserve">Oznámení o zahájení zadávacího řízení – </w:t>
      </w:r>
      <w:r w:rsidR="00696246" w:rsidRPr="00FA28E8">
        <w:t>sektorová veřejná zakázka</w:t>
      </w:r>
    </w:p>
    <w:p w14:paraId="1E1016BD" w14:textId="77777777" w:rsidR="00ED116C" w:rsidRPr="00FA28E8" w:rsidRDefault="00ED116C" w:rsidP="00ED116C">
      <w:pPr>
        <w:pStyle w:val="Textbezslovn"/>
        <w:tabs>
          <w:tab w:val="left" w:pos="1701"/>
        </w:tabs>
        <w:ind w:left="1701" w:hanging="964"/>
      </w:pPr>
      <w:r w:rsidRPr="00FA28E8">
        <w:t>Část 2</w:t>
      </w:r>
      <w:r w:rsidRPr="00FA28E8">
        <w:tab/>
        <w:t>Pokyny pro dodavatele</w:t>
      </w:r>
    </w:p>
    <w:p w14:paraId="6A4516CA" w14:textId="77777777" w:rsidR="00ED116C" w:rsidRPr="00FA28E8" w:rsidRDefault="00ED116C" w:rsidP="00ED116C">
      <w:pPr>
        <w:pStyle w:val="Textbezslovn"/>
        <w:tabs>
          <w:tab w:val="left" w:pos="1701"/>
        </w:tabs>
        <w:ind w:left="1701" w:hanging="964"/>
        <w:rPr>
          <w:b/>
        </w:rPr>
      </w:pPr>
      <w:r w:rsidRPr="00FA28E8">
        <w:rPr>
          <w:b/>
        </w:rPr>
        <w:t>DÍL 2</w:t>
      </w:r>
      <w:r w:rsidRPr="00FA28E8">
        <w:rPr>
          <w:b/>
        </w:rPr>
        <w:tab/>
        <w:t>SMLOUVA O DÍLO</w:t>
      </w:r>
    </w:p>
    <w:p w14:paraId="2A1CAD0E" w14:textId="50573858" w:rsidR="0032422A" w:rsidRPr="00FA28E8" w:rsidRDefault="00ED116C" w:rsidP="00ED116C">
      <w:pPr>
        <w:pStyle w:val="Textbezslovn"/>
        <w:tabs>
          <w:tab w:val="left" w:pos="1701"/>
        </w:tabs>
        <w:spacing w:after="0"/>
        <w:ind w:left="1701" w:hanging="964"/>
      </w:pPr>
      <w:r w:rsidRPr="00FA28E8">
        <w:t>Část 1</w:t>
      </w:r>
      <w:r w:rsidRPr="00FA28E8">
        <w:tab/>
        <w:t xml:space="preserve">Smlouva o dílo včetně příloh </w:t>
      </w:r>
    </w:p>
    <w:p w14:paraId="33E4B99A" w14:textId="77777777" w:rsidR="00696246" w:rsidRPr="00FA28E8" w:rsidRDefault="00696246" w:rsidP="008E1012">
      <w:pPr>
        <w:pStyle w:val="Textbezslovn"/>
        <w:tabs>
          <w:tab w:val="left" w:pos="1701"/>
        </w:tabs>
        <w:spacing w:after="0"/>
        <w:ind w:left="1701" w:hanging="964"/>
        <w:rPr>
          <w:strike/>
        </w:rPr>
      </w:pPr>
    </w:p>
    <w:p w14:paraId="19E411BE" w14:textId="77777777" w:rsidR="00ED116C" w:rsidRPr="00FA28E8" w:rsidRDefault="00ED116C" w:rsidP="00ED116C">
      <w:pPr>
        <w:pStyle w:val="Textbezslovn"/>
        <w:tabs>
          <w:tab w:val="left" w:pos="1701"/>
        </w:tabs>
        <w:ind w:left="1701" w:hanging="964"/>
        <w:rPr>
          <w:b/>
        </w:rPr>
      </w:pPr>
      <w:r w:rsidRPr="00FA28E8">
        <w:rPr>
          <w:b/>
        </w:rPr>
        <w:t>DÍL 3</w:t>
      </w:r>
      <w:r w:rsidRPr="00FA28E8">
        <w:rPr>
          <w:b/>
        </w:rPr>
        <w:tab/>
        <w:t>VÝCHOZÍ A SOUVISEJÍCÍ PODKLADY PŘEDÁVANÉ ZADAVATELEM</w:t>
      </w:r>
    </w:p>
    <w:p w14:paraId="33F3C9C5" w14:textId="5A6258C8" w:rsidR="00302329" w:rsidRPr="00FA28E8" w:rsidRDefault="007751E7" w:rsidP="00302329">
      <w:pPr>
        <w:pStyle w:val="Textbezslovn"/>
        <w:tabs>
          <w:tab w:val="left" w:pos="1701"/>
        </w:tabs>
        <w:spacing w:after="0"/>
        <w:ind w:left="1701" w:hanging="964"/>
      </w:pPr>
      <w:r w:rsidRPr="00FA28E8">
        <w:t>Část 1</w:t>
      </w:r>
      <w:r w:rsidRPr="00FA28E8">
        <w:rPr>
          <w:color w:val="FF0000"/>
        </w:rPr>
        <w:tab/>
      </w:r>
      <w:r w:rsidR="006B472B" w:rsidRPr="00FA28E8">
        <w:t>Aktualizace</w:t>
      </w:r>
      <w:r w:rsidR="006B472B" w:rsidRPr="00FA28E8">
        <w:rPr>
          <w:color w:val="FF0000"/>
        </w:rPr>
        <w:t xml:space="preserve"> </w:t>
      </w:r>
      <w:r w:rsidRPr="00FA28E8">
        <w:t xml:space="preserve">Dokumentace pro </w:t>
      </w:r>
      <w:r w:rsidR="00E35B88" w:rsidRPr="00FA28E8">
        <w:t>územní rozhodnutí</w:t>
      </w:r>
      <w:r w:rsidR="008E0CB9">
        <w:t xml:space="preserve"> </w:t>
      </w:r>
      <w:r w:rsidR="00262F87">
        <w:t>„</w:t>
      </w:r>
      <w:r w:rsidR="00262F87">
        <w:rPr>
          <w:rFonts w:eastAsia="Times New Roman" w:cs="Arial"/>
          <w:lang w:eastAsia="cs-CZ"/>
        </w:rPr>
        <w:t>Modernizace trati Brno-Přerov, 2. stavba Blažovice – Vyškov“</w:t>
      </w:r>
      <w:r w:rsidR="00262F87">
        <w:t xml:space="preserve"> </w:t>
      </w:r>
      <w:r w:rsidR="008E0CB9">
        <w:t>- vybrané části</w:t>
      </w:r>
    </w:p>
    <w:p w14:paraId="675C72B3" w14:textId="481F25E9" w:rsidR="007751E7" w:rsidRPr="00302329" w:rsidRDefault="00302329" w:rsidP="008E0CB9">
      <w:pPr>
        <w:pStyle w:val="Textbezslovn"/>
        <w:tabs>
          <w:tab w:val="left" w:pos="1701"/>
        </w:tabs>
        <w:spacing w:after="0"/>
        <w:ind w:left="1701" w:hanging="964"/>
      </w:pPr>
      <w:r w:rsidRPr="00FA28E8">
        <w:tab/>
      </w:r>
    </w:p>
    <w:p w14:paraId="49793BFC" w14:textId="286224A1" w:rsidR="005A3D2F" w:rsidRPr="002431A6" w:rsidRDefault="0035531B" w:rsidP="00A47DE5">
      <w:pPr>
        <w:pStyle w:val="Text1-1"/>
        <w:spacing w:after="0"/>
        <w:rPr>
          <w:rStyle w:val="Hypertextovodkaz"/>
          <w:noProof w:val="0"/>
          <w:color w:val="auto"/>
          <w:u w:val="none"/>
        </w:rPr>
      </w:pPr>
      <w:r w:rsidRPr="001954B0">
        <w:t>Zadávací dokumentace je přístupná na profilu zadavatele</w:t>
      </w:r>
      <w:r w:rsidR="005A3D2F" w:rsidRPr="001954B0">
        <w:t xml:space="preserve"> </w:t>
      </w:r>
      <w:hyperlink r:id="rId13" w:history="1">
        <w:r w:rsidR="005225B2" w:rsidRPr="000B46F0">
          <w:rPr>
            <w:rStyle w:val="Hypertextovodkaz"/>
            <w:noProof w:val="0"/>
          </w:rPr>
          <w:t>https://zakazky.spravazeleznic.cz/</w:t>
        </w:r>
      </w:hyperlink>
      <w:r w:rsidRPr="001954B0">
        <w:t>,</w:t>
      </w:r>
      <w:r w:rsidR="00845C50" w:rsidRPr="001954B0">
        <w:t xml:space="preserve"> s </w:t>
      </w:r>
      <w:r w:rsidRPr="001954B0">
        <w:t>výjimkou oznámení</w:t>
      </w:r>
      <w:r w:rsidR="00092CC9" w:rsidRPr="001954B0">
        <w:t xml:space="preserve"> o </w:t>
      </w:r>
      <w:r w:rsidRPr="001954B0">
        <w:t xml:space="preserve">zahájení zadávacího řízení – </w:t>
      </w:r>
      <w:r w:rsidR="00DC7AAD">
        <w:t>sektorová veřejná zakázka</w:t>
      </w:r>
      <w:r w:rsidRPr="001954B0">
        <w:t>, které je dostupné</w:t>
      </w:r>
      <w:r w:rsidR="00845C50" w:rsidRPr="001954B0">
        <w:t xml:space="preserve"> </w:t>
      </w:r>
      <w:r w:rsidRPr="001954B0">
        <w:t>na stránkách Věstníku veřejných zakázek dostupných z:</w:t>
      </w:r>
      <w:r w:rsidR="00845C50" w:rsidRPr="001954B0">
        <w:t xml:space="preserve"> </w:t>
      </w:r>
      <w:hyperlink r:id="rId14" w:history="1">
        <w:r w:rsidR="00F9312E">
          <w:rPr>
            <w:rStyle w:val="Hypertextovodkaz"/>
          </w:rPr>
          <w:t>https://vvz.nipez.cz/</w:t>
        </w:r>
      </w:hyperlink>
      <w:r w:rsidR="00F073CB">
        <w:rPr>
          <w:rStyle w:val="Hypertextovodkaz"/>
          <w:noProof w:val="0"/>
        </w:rPr>
        <w:t>.</w:t>
      </w:r>
    </w:p>
    <w:p w14:paraId="5BB28FF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4137A8">
        <w:t xml:space="preserve"> </w:t>
      </w:r>
      <w:hyperlink r:id="rId16" w:history="1">
        <w:r w:rsidR="00AF7036" w:rsidRPr="007A76CC">
          <w:rPr>
            <w:rStyle w:val="Hypertextovodkaz"/>
          </w:rPr>
          <w:t>https://www.spravazeleznic.cz/</w:t>
        </w:r>
      </w:hyperlink>
      <w:r w:rsidR="004137A8">
        <w:t xml:space="preserve"> (v sekci „O nás“ –&gt; „Vnitřní předpisy“ odkaz „Dokumenty a předpisy“).</w:t>
      </w:r>
    </w:p>
    <w:p w14:paraId="6A56FA3B" w14:textId="653E3A55" w:rsidR="00ED116C" w:rsidRPr="0054037B"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w:t>
      </w:r>
      <w:r w:rsidRPr="0054037B">
        <w:t>ormací ve vztahu k jakýmkoliv a všem podmínkám a povinnostem, které mohou jakýmkoliv způsobem ovlivnit cenu a správnost nabídky.</w:t>
      </w:r>
    </w:p>
    <w:p w14:paraId="25CA915C" w14:textId="3BD5ED37" w:rsidR="001D6E71" w:rsidRDefault="00ED116C" w:rsidP="0035531B">
      <w:pPr>
        <w:pStyle w:val="Text1-1"/>
      </w:pPr>
      <w:r w:rsidRPr="0054037B">
        <w:t xml:space="preserve">Zadavatel sděluje, že následující části zadávací dokumentace vypracovala osoba odlišná od zadavatele, a to:  </w:t>
      </w:r>
    </w:p>
    <w:p w14:paraId="7AEF0851" w14:textId="77777777" w:rsidR="00262F87" w:rsidRDefault="00C90F62" w:rsidP="00C90F62">
      <w:pPr>
        <w:pStyle w:val="Textbezslovn"/>
        <w:tabs>
          <w:tab w:val="left" w:pos="1701"/>
        </w:tabs>
        <w:spacing w:after="0"/>
        <w:ind w:left="1701" w:hanging="964"/>
        <w:rPr>
          <w:rFonts w:eastAsia="Times New Roman" w:cs="Arial"/>
          <w:lang w:eastAsia="cs-CZ"/>
        </w:rPr>
      </w:pPr>
      <w:r w:rsidRPr="00FA28E8">
        <w:t xml:space="preserve">Aktualizace </w:t>
      </w:r>
      <w:r w:rsidR="00B43D52" w:rsidRPr="00FA28E8">
        <w:t>Dokumentace pro územní rozhodnutí</w:t>
      </w:r>
      <w:r w:rsidR="008E0CB9">
        <w:t xml:space="preserve"> </w:t>
      </w:r>
      <w:r w:rsidR="00262F87">
        <w:t>„</w:t>
      </w:r>
      <w:r w:rsidR="00262F87">
        <w:rPr>
          <w:rFonts w:eastAsia="Times New Roman" w:cs="Arial"/>
          <w:lang w:eastAsia="cs-CZ"/>
        </w:rPr>
        <w:t xml:space="preserve">Modernizace trati Brno-Přerov, </w:t>
      </w:r>
    </w:p>
    <w:p w14:paraId="270FEFC7" w14:textId="2790D95A" w:rsidR="006B472B" w:rsidRPr="00FA28E8" w:rsidRDefault="00262F87" w:rsidP="00C90F62">
      <w:pPr>
        <w:pStyle w:val="Textbezslovn"/>
        <w:tabs>
          <w:tab w:val="left" w:pos="1701"/>
        </w:tabs>
        <w:spacing w:after="0"/>
        <w:ind w:left="1701" w:hanging="964"/>
      </w:pPr>
      <w:r>
        <w:rPr>
          <w:rFonts w:eastAsia="Times New Roman" w:cs="Arial"/>
          <w:lang w:eastAsia="cs-CZ"/>
        </w:rPr>
        <w:t>2. stavba Blažovice – Vyškov“</w:t>
      </w:r>
      <w:r>
        <w:t xml:space="preserve"> </w:t>
      </w:r>
      <w:r w:rsidR="008E0CB9">
        <w:t>– vybrané části</w:t>
      </w:r>
      <w:r w:rsidR="00B43D52" w:rsidRPr="00FA28E8">
        <w:t xml:space="preserve"> </w:t>
      </w:r>
    </w:p>
    <w:p w14:paraId="43BE59A5" w14:textId="63A4F2F4" w:rsidR="00FA28E8" w:rsidRPr="00FA28E8" w:rsidRDefault="00B43D52" w:rsidP="00FA28E8">
      <w:pPr>
        <w:pStyle w:val="Textbezslovn"/>
        <w:tabs>
          <w:tab w:val="left" w:pos="1701"/>
        </w:tabs>
        <w:spacing w:after="0"/>
        <w:ind w:left="1701" w:hanging="964"/>
        <w:rPr>
          <w:rFonts w:cs="Arial"/>
        </w:rPr>
      </w:pPr>
      <w:r w:rsidRPr="00FA28E8">
        <w:rPr>
          <w:rFonts w:cs="Arial"/>
        </w:rPr>
        <w:lastRenderedPageBreak/>
        <w:t>z</w:t>
      </w:r>
      <w:r w:rsidR="00A4287F" w:rsidRPr="00FA28E8">
        <w:rPr>
          <w:rFonts w:cs="Arial"/>
        </w:rPr>
        <w:t>hotovitel</w:t>
      </w:r>
      <w:r w:rsidRPr="00FA28E8">
        <w:rPr>
          <w:rFonts w:cs="Arial"/>
        </w:rPr>
        <w:t>:</w:t>
      </w:r>
      <w:r w:rsidR="00C90F62" w:rsidRPr="00FA28E8">
        <w:rPr>
          <w:rFonts w:cs="Arial"/>
        </w:rPr>
        <w:t xml:space="preserve"> </w:t>
      </w:r>
      <w:r w:rsidR="00FA28E8" w:rsidRPr="00FA28E8">
        <w:t xml:space="preserve">Společnost </w:t>
      </w:r>
      <w:r w:rsidR="00FA28E8" w:rsidRPr="00EC0237">
        <w:t>„AFRY CZ + SUDOP B“</w:t>
      </w:r>
      <w:r w:rsidR="00FA28E8" w:rsidRPr="00EC0237">
        <w:rPr>
          <w:b/>
          <w:bCs/>
        </w:rPr>
        <w:t xml:space="preserve"> </w:t>
      </w:r>
    </w:p>
    <w:p w14:paraId="6F822025" w14:textId="74FC7289" w:rsidR="00B43D52" w:rsidRPr="00FA28E8" w:rsidRDefault="00FA28E8" w:rsidP="00FA28E8">
      <w:pPr>
        <w:spacing w:after="120"/>
        <w:ind w:left="737"/>
        <w:rPr>
          <w:b/>
          <w:bCs/>
        </w:rPr>
      </w:pPr>
      <w:r w:rsidRPr="00EC0237">
        <w:t>(AFRY CZ s.r.o.</w:t>
      </w:r>
      <w:r w:rsidRPr="00EC0237">
        <w:rPr>
          <w:b/>
          <w:bCs/>
        </w:rPr>
        <w:t xml:space="preserve"> </w:t>
      </w:r>
      <w:r w:rsidRPr="00EC0237">
        <w:t>se sídlem: Magistrů 1275/13, Michle, 140 00 Praha 4, IČO: 45306605 a SUDOP BRNO, spol. s r.o., se sídlem: Kounicova 688/26, Veveří 602 00 Brno, IČO: 44960417, z 07/2022</w:t>
      </w:r>
    </w:p>
    <w:p w14:paraId="67374DC9" w14:textId="77777777" w:rsidR="0035531B" w:rsidRDefault="0035531B" w:rsidP="0035531B">
      <w:pPr>
        <w:pStyle w:val="Text1-1"/>
      </w:pPr>
      <w:r>
        <w:t>Pro vyloučení pochybností zadavatel uvádí, že ohledně této veřejné zakázky nevedl předběžné tržní konzultace.</w:t>
      </w:r>
    </w:p>
    <w:p w14:paraId="6F58CE37" w14:textId="77777777" w:rsidR="0035531B" w:rsidRDefault="0035531B" w:rsidP="00CC4380">
      <w:pPr>
        <w:pStyle w:val="Nadpis1-1"/>
      </w:pPr>
      <w:bookmarkStart w:id="11" w:name="_Toc156575265"/>
      <w:r>
        <w:t>VYSVĚTLENÍ, ZMĚNY</w:t>
      </w:r>
      <w:r w:rsidR="00845C50">
        <w:t xml:space="preserve"> a </w:t>
      </w:r>
      <w:r>
        <w:t>DOPLNĚNÍ ZADÁVACÍ DOKUMENTACE</w:t>
      </w:r>
      <w:bookmarkEnd w:id="11"/>
      <w:r>
        <w:t xml:space="preserve"> </w:t>
      </w:r>
    </w:p>
    <w:p w14:paraId="3CEC0739" w14:textId="37E071B8" w:rsidR="0035531B" w:rsidRDefault="0035531B" w:rsidP="00A47DE5">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5225B2" w:rsidRPr="000B46F0">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45DDD745" w14:textId="7CFDFA1E"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77777777" w:rsidR="0035531B" w:rsidRDefault="0035531B" w:rsidP="00CC4380">
      <w:pPr>
        <w:pStyle w:val="Nadpis1-1"/>
      </w:pPr>
      <w:bookmarkStart w:id="12" w:name="_Toc156575266"/>
      <w:r>
        <w:t>POŽADAVKY ZADAVATELE NA KVALIFIKACI</w:t>
      </w:r>
      <w:bookmarkEnd w:id="12"/>
    </w:p>
    <w:p w14:paraId="6A76C7A3" w14:textId="5957D80B"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 xml:space="preserve">zahájení zadávacího řízení – </w:t>
      </w:r>
      <w:r w:rsidR="001E5049">
        <w:t>sektorová veřejná zakázka</w:t>
      </w:r>
      <w:r w:rsidR="00845C50">
        <w:t xml:space="preserve"> a </w:t>
      </w:r>
      <w:r>
        <w:t>těchto Pokynech.</w:t>
      </w:r>
    </w:p>
    <w:p w14:paraId="69D5A070" w14:textId="77777777" w:rsidR="0035531B" w:rsidRPr="00CC4380" w:rsidRDefault="0035531B" w:rsidP="0035531B">
      <w:pPr>
        <w:pStyle w:val="Text1-1"/>
        <w:rPr>
          <w:rStyle w:val="Tun9b"/>
        </w:rPr>
      </w:pPr>
      <w:r w:rsidRPr="00CC4380">
        <w:rPr>
          <w:rStyle w:val="Tun9b"/>
        </w:rPr>
        <w:t>Prokázání splnění základní způsobilosti:</w:t>
      </w:r>
    </w:p>
    <w:p w14:paraId="4378DBE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E99FAE0" w14:textId="77777777" w:rsidR="0035531B" w:rsidRDefault="0035531B" w:rsidP="00092CC9">
      <w:pPr>
        <w:pStyle w:val="Odrka1-1"/>
      </w:pPr>
      <w:r>
        <w:t>Způsobilým není dodavatel, který</w:t>
      </w:r>
    </w:p>
    <w:p w14:paraId="443A2CCE" w14:textId="0152AA0F" w:rsidR="0035531B" w:rsidRDefault="0035531B" w:rsidP="00E57DC4">
      <w:pPr>
        <w:pStyle w:val="Odstavec1-2i"/>
        <w:numPr>
          <w:ilvl w:val="0"/>
          <w:numId w:val="16"/>
        </w:numPr>
        <w:ind w:left="1531"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rsidP="00E57DC4">
      <w:pPr>
        <w:pStyle w:val="Odstavec1-2i"/>
        <w:numPr>
          <w:ilvl w:val="0"/>
          <w:numId w:val="16"/>
        </w:numPr>
        <w:ind w:left="1531" w:hanging="454"/>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rsidP="00E57DC4">
      <w:pPr>
        <w:pStyle w:val="Odstavec1-2i"/>
        <w:numPr>
          <w:ilvl w:val="0"/>
          <w:numId w:val="16"/>
        </w:numPr>
        <w:ind w:left="1531" w:hanging="454"/>
      </w:pPr>
      <w:r>
        <w:lastRenderedPageBreak/>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rsidP="00E57DC4">
      <w:pPr>
        <w:pStyle w:val="Odstavec1-2i"/>
        <w:numPr>
          <w:ilvl w:val="0"/>
          <w:numId w:val="16"/>
        </w:numPr>
        <w:ind w:left="1531" w:hanging="454"/>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77777777" w:rsidR="0035531B" w:rsidRDefault="0035531B" w:rsidP="00E57DC4">
      <w:pPr>
        <w:pStyle w:val="Odstavec1-2i"/>
        <w:numPr>
          <w:ilvl w:val="0"/>
          <w:numId w:val="16"/>
        </w:numPr>
        <w:ind w:left="1531" w:hanging="454"/>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21C869" w14:textId="77777777" w:rsidR="0035531B" w:rsidRDefault="0035531B" w:rsidP="00092CC9">
      <w:pPr>
        <w:pStyle w:val="Odrka1-1"/>
      </w:pPr>
      <w:r>
        <w:t xml:space="preserve">Způsob prokázání základní způsobilosti: </w:t>
      </w:r>
    </w:p>
    <w:p w14:paraId="7E1250C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FB2494D"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5B2C274" w14:textId="77777777" w:rsidR="0035531B" w:rsidRDefault="0035531B" w:rsidP="00CC4380">
      <w:pPr>
        <w:pStyle w:val="Odrka1-2-"/>
      </w:pPr>
      <w:r>
        <w:t>potvrzení příslušného finančního úřadu ve vztahu</w:t>
      </w:r>
      <w:r w:rsidR="00BC6D2B">
        <w:t xml:space="preserve"> k </w:t>
      </w:r>
      <w:r>
        <w:t>§ 74 odst. 1 písm. b) ZZVZ;</w:t>
      </w:r>
    </w:p>
    <w:p w14:paraId="05DA877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8B202B" w14:textId="77777777" w:rsidR="0035531B" w:rsidRDefault="0035531B" w:rsidP="00CC4380">
      <w:pPr>
        <w:pStyle w:val="Odrka1-2-"/>
      </w:pPr>
      <w:r>
        <w:t>písemného čestného prohlášení ve vztahu</w:t>
      </w:r>
      <w:r w:rsidR="00BC6D2B">
        <w:t xml:space="preserve"> k </w:t>
      </w:r>
      <w:r>
        <w:t xml:space="preserve">§ 74 odst. 1 písm. c) ZZVZ; </w:t>
      </w:r>
    </w:p>
    <w:p w14:paraId="135DDFD9" w14:textId="0BCA67EE" w:rsidR="0035531B" w:rsidRDefault="0035531B" w:rsidP="00CC4380">
      <w:pPr>
        <w:pStyle w:val="Odrka1-2-"/>
      </w:pPr>
      <w:r>
        <w:t xml:space="preserve">potvrzení příslušné </w:t>
      </w:r>
      <w:r w:rsidR="00C54D0A">
        <w:t xml:space="preserve">územní </w:t>
      </w:r>
      <w:r>
        <w:t>správy sociálního zabezpečení ve vztahu</w:t>
      </w:r>
      <w:r w:rsidR="00BC6D2B">
        <w:t xml:space="preserve"> k </w:t>
      </w:r>
      <w:r>
        <w:t xml:space="preserve">§ 74 odst. 1 písm. d) ZZVZ; </w:t>
      </w:r>
    </w:p>
    <w:p w14:paraId="13615396"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CC4380">
      <w:pPr>
        <w:pStyle w:val="Textbezslovn"/>
        <w:ind w:left="1077"/>
      </w:pPr>
      <w:r>
        <w:t>Vzor čestného prohlášení</w:t>
      </w:r>
      <w:r w:rsidR="00092CC9">
        <w:t xml:space="preserve"> o </w:t>
      </w:r>
      <w:r>
        <w:t xml:space="preserve">splnění části základní způsobilosti </w:t>
      </w:r>
      <w:proofErr w:type="gramStart"/>
      <w:r>
        <w:t>tvoří</w:t>
      </w:r>
      <w:proofErr w:type="gramEnd"/>
      <w:r>
        <w:t xml:space="preserve"> Přílohu č. 7 těchto Pokynů. </w:t>
      </w:r>
    </w:p>
    <w:p w14:paraId="3204757A"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01B9DD6" w14:textId="77777777" w:rsidR="0035531B" w:rsidRPr="00CC4380" w:rsidRDefault="0035531B" w:rsidP="0035531B">
      <w:pPr>
        <w:pStyle w:val="Text1-1"/>
        <w:rPr>
          <w:rStyle w:val="Tun9b"/>
        </w:rPr>
      </w:pPr>
      <w:r w:rsidRPr="00CC4380">
        <w:rPr>
          <w:rStyle w:val="Tun9b"/>
        </w:rPr>
        <w:t>Prokázání splnění profesní způsobilosti:</w:t>
      </w:r>
      <w:bookmarkStart w:id="13" w:name="_Hlk166483265"/>
    </w:p>
    <w:p w14:paraId="6E8316B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C8EE7"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AD314F4" w14:textId="77777777" w:rsidR="0035531B" w:rsidRPr="00114DEE" w:rsidRDefault="0035531B" w:rsidP="00CC4380">
      <w:pPr>
        <w:pStyle w:val="Textbezslovn"/>
        <w:ind w:left="1077"/>
      </w:pPr>
      <w:r w:rsidRPr="00114DEE">
        <w:t xml:space="preserve">Dodavatel </w:t>
      </w:r>
      <w:proofErr w:type="gramStart"/>
      <w:r w:rsidRPr="00114DEE">
        <w:t>doloží</w:t>
      </w:r>
      <w:proofErr w:type="gramEnd"/>
      <w:r w:rsidRPr="00114DEE">
        <w:t>, že má</w:t>
      </w:r>
      <w:r w:rsidR="00BC6D2B" w:rsidRPr="00114DEE">
        <w:t xml:space="preserve"> k </w:t>
      </w:r>
      <w:r w:rsidRPr="00114DEE">
        <w:t xml:space="preserve">dispozici </w:t>
      </w:r>
      <w:r w:rsidR="00F10664" w:rsidRPr="00114DEE">
        <w:t xml:space="preserve">živnostenské </w:t>
      </w:r>
      <w:r w:rsidRPr="00114DEE">
        <w:t>oprávnění</w:t>
      </w:r>
      <w:r w:rsidR="00BC6D2B" w:rsidRPr="00114DEE">
        <w:t xml:space="preserve"> k </w:t>
      </w:r>
      <w:r w:rsidRPr="00114DEE">
        <w:t xml:space="preserve">podnikání pro následující činnosti: </w:t>
      </w:r>
    </w:p>
    <w:p w14:paraId="02DDF7E9" w14:textId="0F6B0258" w:rsidR="002B2EB3" w:rsidRPr="00114DEE" w:rsidRDefault="002B2EB3" w:rsidP="002B2EB3">
      <w:pPr>
        <w:spacing w:after="120"/>
        <w:ind w:left="1077"/>
        <w:jc w:val="both"/>
        <w:rPr>
          <w:rFonts w:eastAsia="Times New Roman" w:cs="Arial"/>
          <w:lang w:eastAsia="cs-CZ"/>
        </w:rPr>
      </w:pPr>
      <w:r w:rsidRPr="00114DEE">
        <w:t xml:space="preserve">- </w:t>
      </w:r>
      <w:r w:rsidR="00B61817" w:rsidRPr="00114DEE">
        <w:rPr>
          <w:rFonts w:eastAsia="Times New Roman" w:cs="Arial"/>
          <w:lang w:eastAsia="cs-CZ"/>
        </w:rPr>
        <w:t>v</w:t>
      </w:r>
      <w:r w:rsidRPr="00114DEE">
        <w:rPr>
          <w:rFonts w:eastAsia="Times New Roman" w:cs="Arial"/>
          <w:lang w:eastAsia="cs-CZ"/>
        </w:rPr>
        <w:t>ýkon zeměměřických činností;</w:t>
      </w:r>
    </w:p>
    <w:p w14:paraId="5AA544D5" w14:textId="5BBB1EA3" w:rsidR="0069655A" w:rsidRPr="00114DEE" w:rsidRDefault="0069655A" w:rsidP="000E4E39">
      <w:pPr>
        <w:spacing w:after="120" w:line="240" w:lineRule="auto"/>
        <w:ind w:left="368" w:firstLine="709"/>
        <w:jc w:val="both"/>
        <w:rPr>
          <w:rFonts w:eastAsia="Times New Roman" w:cs="Arial"/>
          <w:lang w:eastAsia="cs-CZ"/>
        </w:rPr>
      </w:pPr>
      <w:r w:rsidRPr="00114DEE">
        <w:rPr>
          <w:rFonts w:eastAsia="Times New Roman" w:cs="Arial"/>
          <w:lang w:eastAsia="cs-CZ"/>
        </w:rPr>
        <w:t>- oceňování majetku pro věci nemovité;</w:t>
      </w:r>
    </w:p>
    <w:p w14:paraId="75376EA6" w14:textId="6E69A652" w:rsidR="002B2EB3" w:rsidRPr="00114DEE" w:rsidRDefault="002B2EB3" w:rsidP="002B2EB3">
      <w:pPr>
        <w:spacing w:after="120"/>
        <w:ind w:left="1077"/>
        <w:jc w:val="both"/>
      </w:pPr>
      <w:r w:rsidRPr="00114DEE">
        <w:rPr>
          <w:rFonts w:eastAsia="Times New Roman" w:cs="Arial"/>
          <w:lang w:eastAsia="cs-CZ"/>
        </w:rPr>
        <w:lastRenderedPageBreak/>
        <w:t xml:space="preserve">- </w:t>
      </w:r>
      <w:r w:rsidR="000E4E39" w:rsidRPr="00114DEE">
        <w:rPr>
          <w:rFonts w:eastAsia="Times New Roman" w:cs="Arial"/>
          <w:lang w:eastAsia="cs-CZ"/>
        </w:rPr>
        <w:t>p</w:t>
      </w:r>
      <w:r w:rsidRPr="00114DEE">
        <w:rPr>
          <w:rFonts w:eastAsia="Times New Roman" w:cs="Arial"/>
          <w:lang w:eastAsia="cs-CZ"/>
        </w:rPr>
        <w:t>oradenská a konzultační činnost, zpracování odborných studií a posudků (zadavatel uzná za doklad o oprávnění k podnikání pro tuto činnost rovněž výpis z živnostenského rejstříku nebo živnostenský list či listy dokládající oprávnění dodavatele k podnikání v předmětu (či předmětech), který bude zadavatelem požadované</w:t>
      </w:r>
      <w:r w:rsidR="00B61817" w:rsidRPr="00114DEE">
        <w:rPr>
          <w:rFonts w:eastAsia="Times New Roman" w:cs="Arial"/>
          <w:lang w:eastAsia="cs-CZ"/>
        </w:rPr>
        <w:t xml:space="preserve">mu předmětu </w:t>
      </w:r>
      <w:r w:rsidRPr="00114DEE">
        <w:rPr>
          <w:rFonts w:eastAsia="Times New Roman" w:cs="Arial"/>
          <w:lang w:eastAsia="cs-CZ"/>
        </w:rPr>
        <w:t>obsahově odpovídat, např. Realitní zprostředkování, Projektová činnost ve výstavbě apod.);</w:t>
      </w:r>
    </w:p>
    <w:p w14:paraId="49AD27E5" w14:textId="77777777" w:rsidR="0035531B" w:rsidRPr="00114DEE" w:rsidRDefault="0035531B" w:rsidP="00092CC9">
      <w:pPr>
        <w:pStyle w:val="Odrka1-1"/>
      </w:pPr>
      <w:r w:rsidRPr="00114DEE">
        <w:t>Odborná způsobilost:</w:t>
      </w:r>
    </w:p>
    <w:p w14:paraId="4300C633" w14:textId="20E11331" w:rsidR="00BD5A0E" w:rsidRPr="00114DEE" w:rsidRDefault="00BD5A0E" w:rsidP="00BD5A0E">
      <w:pPr>
        <w:pStyle w:val="Odrka1-2-"/>
      </w:pPr>
      <w:r w:rsidRPr="00114DEE">
        <w:t xml:space="preserve">Zadavatel požaduje předložení </w:t>
      </w:r>
      <w:r w:rsidR="00870450" w:rsidRPr="00114DEE">
        <w:t xml:space="preserve">autorizace </w:t>
      </w:r>
      <w:r w:rsidRPr="00114DEE">
        <w:t>pro ověřování výsledků zeměměřických činností v rozsahu dle §</w:t>
      </w:r>
      <w:r w:rsidR="00870450" w:rsidRPr="00114DEE">
        <w:t xml:space="preserve"> 16f</w:t>
      </w:r>
      <w:r w:rsidR="002B2EB3" w:rsidRPr="00114DEE">
        <w:t xml:space="preserve"> odst. 1 písm. a) </w:t>
      </w:r>
      <w:r w:rsidRPr="00114DEE">
        <w:t>zákona č. 200/1994 Sb., o zeměměřictví a o změně a doplnění některých zákonů souvisejících s jeho zavedením, ve znění pozdějších předpisů.</w:t>
      </w:r>
    </w:p>
    <w:p w14:paraId="1CAA99FA" w14:textId="507EAD97" w:rsidR="002B2EB3" w:rsidRPr="00235827" w:rsidRDefault="002B2EB3" w:rsidP="002B2EB3">
      <w:pPr>
        <w:pStyle w:val="Odrka1-2-"/>
      </w:pPr>
      <w:r w:rsidRPr="00114DEE">
        <w:t>oprávnění k výkonu znalecké činnosti v oboru Ekonomika, odvětví Ceny a odhady, specializace nemovitosti v rozsahu dle § 11 zákona č. 254/2019 Sb., o znalcích, znaleckých kancelářích a znaleckých ústavech, ve znění pozdějších předpisů. Prokazuje se aktuálním výpisem ze seznamu znalců/</w:t>
      </w:r>
      <w:r w:rsidRPr="00235827">
        <w:t xml:space="preserve">znaleckých kanceláří/znaleckých ústavů (postačující je internetový výpis pořízený na </w:t>
      </w:r>
      <w:hyperlink r:id="rId19" w:history="1">
        <w:r w:rsidRPr="00235827">
          <w:rPr>
            <w:rStyle w:val="Hypertextovodkaz"/>
            <w:noProof w:val="0"/>
          </w:rPr>
          <w:t>www.justice.cz</w:t>
        </w:r>
      </w:hyperlink>
      <w:r w:rsidRPr="00235827">
        <w:t xml:space="preserve">). </w:t>
      </w:r>
    </w:p>
    <w:p w14:paraId="2D0AB946"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0F726FF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bookmarkEnd w:id="13"/>
    <w:p w14:paraId="343D75A0" w14:textId="77777777" w:rsidR="00A15641" w:rsidRDefault="00A15641" w:rsidP="00BD5A0E">
      <w:pPr>
        <w:pStyle w:val="Odrka1-2-"/>
        <w:numPr>
          <w:ilvl w:val="0"/>
          <w:numId w:val="0"/>
        </w:numPr>
        <w:ind w:left="1077"/>
      </w:pPr>
    </w:p>
    <w:p w14:paraId="34D64561"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37DF095C" w14:textId="637D2334" w:rsidR="00190525" w:rsidRPr="00114DEE" w:rsidRDefault="00392730" w:rsidP="00190525">
      <w:pPr>
        <w:pStyle w:val="Textbezslovn"/>
      </w:pPr>
      <w:bookmarkStart w:id="14" w:name="_Hlk166483343"/>
      <w:r>
        <w:t xml:space="preserve">Zadavatel požaduje předložení seznamu ukončených významných služeb obdobného charakteru </w:t>
      </w:r>
      <w:r w:rsidRPr="007571B6">
        <w:t xml:space="preserve">poskytnutých </w:t>
      </w:r>
      <w:r w:rsidRPr="00114DEE">
        <w:t xml:space="preserve">dodavatelem v posledních </w:t>
      </w:r>
      <w:r w:rsidR="004171FC" w:rsidRPr="00114DEE">
        <w:t>8</w:t>
      </w:r>
      <w:r w:rsidRPr="00114DEE">
        <w:t xml:space="preserve"> letech pře</w:t>
      </w:r>
      <w:r w:rsidR="00190525" w:rsidRPr="00114DEE">
        <w:t xml:space="preserve">d zahájením zadávacího řízení. </w:t>
      </w:r>
    </w:p>
    <w:p w14:paraId="583E70BC" w14:textId="769C8AEB" w:rsidR="00190525" w:rsidRPr="00114DEE" w:rsidRDefault="00CD564F" w:rsidP="00190525">
      <w:pPr>
        <w:pStyle w:val="Textbezslovn"/>
        <w:rPr>
          <w:rFonts w:eastAsia="Times New Roman" w:cs="Calibri"/>
          <w:lang w:eastAsia="cs-CZ"/>
        </w:rPr>
      </w:pPr>
      <w:r w:rsidRPr="00114DEE">
        <w:rPr>
          <w:rFonts w:eastAsia="Times New Roman" w:cs="Calibri"/>
          <w:lang w:eastAsia="cs-CZ"/>
        </w:rPr>
        <w:t>Za služby obdobného charakteru se považují služby, jejichž součástí byl výkon inženýrské a/nebo geodetické činnosti či jiné obdobné činnosti na liniových stavbách drah, pozemních komunikacích, vodohospodářských či stavbách sítí technického vybavení. Za služby obdobného charakteru naopak zadavatel nepovažuje stavby průmyslové, stavby obchodních center či rezidenčních a administrativních objektů apod.</w:t>
      </w:r>
    </w:p>
    <w:p w14:paraId="3E719C84" w14:textId="22C3DC51" w:rsidR="00AB012C" w:rsidRPr="00114DEE" w:rsidRDefault="00AB012C" w:rsidP="00190525">
      <w:pPr>
        <w:pStyle w:val="Textbezslovn"/>
        <w:rPr>
          <w:rFonts w:eastAsia="Times New Roman" w:cs="Calibri"/>
          <w:lang w:eastAsia="cs-CZ"/>
        </w:rPr>
      </w:pPr>
      <w:r w:rsidRPr="00114DEE">
        <w:t>Za významné služby obdobného charakteru se pokládají pouze takové služby obdobného charakteru, jejichž předmětem byly následující činnosti uvedené níže v tomto článku pod písm. a), b),</w:t>
      </w:r>
      <w:r w:rsidR="00CC1FE1" w:rsidRPr="00114DEE">
        <w:t xml:space="preserve"> c)</w:t>
      </w:r>
      <w:r w:rsidRPr="00114DEE">
        <w:t xml:space="preserve"> (dále jen „</w:t>
      </w:r>
      <w:r w:rsidRPr="00114DEE">
        <w:rPr>
          <w:b/>
        </w:rPr>
        <w:t>významné služby</w:t>
      </w:r>
      <w:r w:rsidRPr="00114DEE">
        <w:t xml:space="preserve">“). Dodavatel musí informacemi uvedenými v předloženém seznamu významných služeb prokázat, že v uvedeném období poskytl </w:t>
      </w:r>
      <w:r w:rsidR="00CC1FE1" w:rsidRPr="00114DEE">
        <w:t>alespoň 2</w:t>
      </w:r>
      <w:r w:rsidR="004171FC" w:rsidRPr="00114DEE">
        <w:t xml:space="preserve"> </w:t>
      </w:r>
      <w:r w:rsidRPr="00114DEE">
        <w:t>významné služby</w:t>
      </w:r>
      <w:r w:rsidR="00CC1FE1" w:rsidRPr="00114DEE">
        <w:t xml:space="preserve"> obdobného charakteru</w:t>
      </w:r>
      <w:r w:rsidRPr="00114DEE">
        <w:t xml:space="preserve">, jejichž předmětem byly </w:t>
      </w:r>
      <w:r w:rsidR="00CC1FE1" w:rsidRPr="00114DEE">
        <w:t xml:space="preserve">mimo jiné </w:t>
      </w:r>
      <w:r w:rsidRPr="00114DEE">
        <w:t>následující činnosti:</w:t>
      </w:r>
    </w:p>
    <w:p w14:paraId="6418DEF8" w14:textId="77777777" w:rsidR="00CC1FE1" w:rsidRPr="00114DEE" w:rsidRDefault="00CC1FE1" w:rsidP="00CC1FE1">
      <w:pPr>
        <w:numPr>
          <w:ilvl w:val="0"/>
          <w:numId w:val="30"/>
        </w:numPr>
        <w:spacing w:before="120" w:after="0" w:line="240" w:lineRule="auto"/>
        <w:jc w:val="both"/>
        <w:rPr>
          <w:rFonts w:eastAsia="Times New Roman" w:cs="Calibri"/>
          <w:lang w:eastAsia="cs-CZ"/>
        </w:rPr>
      </w:pPr>
      <w:r w:rsidRPr="00114DEE">
        <w:rPr>
          <w:rFonts w:eastAsia="Times New Roman" w:cs="Calibri"/>
          <w:lang w:eastAsia="cs-CZ"/>
        </w:rPr>
        <w:t>zpracování geometrických plánů na rozdělení pozemků a/nebo na vymezení rozsahu věcného břemene k části pozemku pro liniové stavby, a to v rozsahu nejméně 100 měrných jednotek (měrná jednotka je 100 m vlastnické hranice nebo hranice věcného břemene) pozemků označených parcelním číslem v novém stavu příslušných geometrických plánů,</w:t>
      </w:r>
    </w:p>
    <w:p w14:paraId="292EB58C" w14:textId="77777777" w:rsidR="00CC1FE1" w:rsidRPr="00114DEE" w:rsidRDefault="00CC1FE1" w:rsidP="00CC1FE1">
      <w:pPr>
        <w:numPr>
          <w:ilvl w:val="0"/>
          <w:numId w:val="30"/>
        </w:numPr>
        <w:spacing w:before="120" w:after="0" w:line="240" w:lineRule="auto"/>
        <w:jc w:val="both"/>
        <w:rPr>
          <w:rFonts w:eastAsia="Times New Roman" w:cs="Calibri"/>
          <w:lang w:eastAsia="cs-CZ"/>
        </w:rPr>
      </w:pPr>
      <w:r w:rsidRPr="00114DEE">
        <w:rPr>
          <w:rFonts w:eastAsia="Times New Roman" w:cs="Calibri"/>
          <w:lang w:eastAsia="cs-CZ"/>
        </w:rPr>
        <w:t>zajištění majetkoprávního vypořádání v rozsahu nejméně 70 uzavřených smluv, jejichž předmětem byl převod vlastnického práva nebo práva hospodařit k pozemkům a stavbám nebo zřízení věcného břemene-služebnosti včetně vkladu práv dle těchto smluv do katastru nemovitostí.</w:t>
      </w:r>
    </w:p>
    <w:p w14:paraId="7FF79372" w14:textId="77777777" w:rsidR="00CC1FE1" w:rsidRPr="00114DEE" w:rsidRDefault="00CC1FE1" w:rsidP="00CC1FE1">
      <w:pPr>
        <w:numPr>
          <w:ilvl w:val="0"/>
          <w:numId w:val="30"/>
        </w:numPr>
        <w:spacing w:before="120" w:after="0" w:line="240" w:lineRule="auto"/>
        <w:jc w:val="both"/>
        <w:rPr>
          <w:rFonts w:eastAsia="Times New Roman" w:cs="Calibri"/>
          <w:lang w:eastAsia="cs-CZ"/>
        </w:rPr>
      </w:pPr>
      <w:r w:rsidRPr="00114DEE">
        <w:rPr>
          <w:rFonts w:eastAsia="Times New Roman" w:cs="Calibri"/>
          <w:lang w:eastAsia="cs-CZ"/>
        </w:rPr>
        <w:t>Zpracování znaleckých posudků pro liniovou stavbu dle zákona 416/2009 sb., a to v rozsahu nejméně 100 oceněných LV</w:t>
      </w:r>
    </w:p>
    <w:p w14:paraId="252247DF" w14:textId="05DE97FD" w:rsidR="00392730" w:rsidRPr="00542DAA" w:rsidRDefault="00392730" w:rsidP="00392730">
      <w:pPr>
        <w:pStyle w:val="Textbezslovn"/>
      </w:pPr>
      <w:r w:rsidRPr="00542DAA">
        <w:rPr>
          <w:b/>
        </w:rPr>
        <w:lastRenderedPageBreak/>
        <w:t>Každá z činností uvedených pod písm. a), b)</w:t>
      </w:r>
      <w:r w:rsidR="00CC1FE1">
        <w:rPr>
          <w:b/>
        </w:rPr>
        <w:t>, c)</w:t>
      </w:r>
      <w:r w:rsidRPr="00542DAA">
        <w:t xml:space="preserve"> </w:t>
      </w:r>
      <w:r w:rsidRPr="00542DAA">
        <w:rPr>
          <w:b/>
        </w:rPr>
        <w:t>musí být doložena alespoň ve dvou referenčních zakázkách (významných službách).</w:t>
      </w:r>
    </w:p>
    <w:p w14:paraId="435B6A10" w14:textId="57A3ECC5" w:rsidR="00392730" w:rsidRPr="00114DEE" w:rsidRDefault="00392730" w:rsidP="00CD564F">
      <w:pPr>
        <w:pStyle w:val="Textbezslovn"/>
      </w:pPr>
      <w:r w:rsidRPr="00CD4233">
        <w:t xml:space="preserve">Parametry, resp. požadavky na obsahovou náplň činností, uvedené výše pod písm. </w:t>
      </w:r>
      <w:r w:rsidRPr="00542DAA">
        <w:t xml:space="preserve">a), b), </w:t>
      </w:r>
      <w:r w:rsidR="00CC1FE1">
        <w:t xml:space="preserve">c) </w:t>
      </w:r>
      <w:r w:rsidRPr="00542DAA">
        <w:t xml:space="preserve">lze splnit všechny současně v rámci jedné referenční zakázky (významné služby), ale připouští se i splnění požadavků dle písm. </w:t>
      </w:r>
      <w:r w:rsidR="00CD564F" w:rsidRPr="00542DAA">
        <w:t>a), b)</w:t>
      </w:r>
      <w:r w:rsidR="00CC1FE1">
        <w:t xml:space="preserve">, c) </w:t>
      </w:r>
      <w:r w:rsidRPr="00542DAA">
        <w:t xml:space="preserve">odděleně v několika referenčních zakázkách. Každá z těchto referenčních zakázek však musí vždy samostatně dosahovat alespoň minimální úrovně všech požadavků dle písm. a) nebo b) </w:t>
      </w:r>
      <w:r w:rsidR="00CC1FE1">
        <w:t xml:space="preserve">nebo c) </w:t>
      </w:r>
      <w:r w:rsidRPr="00542DAA">
        <w:t xml:space="preserve">výše, takže požadavky na obsahovou náplň činností uvedených výše pod jednotlivými písm. a) nebo b) </w:t>
      </w:r>
      <w:r w:rsidR="00CC1FE1">
        <w:t xml:space="preserve">nebo c) </w:t>
      </w:r>
      <w:r w:rsidRPr="00542DAA">
        <w:t>nelze za účelem prokázání technické kvalifikace sčítat z více referenčních zakázek (významných</w:t>
      </w:r>
      <w:r>
        <w:t xml:space="preserve"> služeb). </w:t>
      </w:r>
    </w:p>
    <w:p w14:paraId="7CDFB7E4" w14:textId="50F50EA7" w:rsidR="009968AD" w:rsidRPr="00114DEE" w:rsidRDefault="00392730" w:rsidP="00BE40E4">
      <w:pPr>
        <w:pStyle w:val="Textbezslovn"/>
      </w:pPr>
      <w:r w:rsidRPr="00114DEE">
        <w:t xml:space="preserve">Celkový součet </w:t>
      </w:r>
      <w:r w:rsidR="00656A03" w:rsidRPr="00114DEE">
        <w:t xml:space="preserve">hodnot </w:t>
      </w:r>
      <w:r w:rsidRPr="00114DEE">
        <w:t xml:space="preserve">významných služeb za posledních 8 let před zahájením zadávacího řízení, které dodavatel poskytl, musí dosahovat v souhrnu, včetně případných poddodávek, minimálně </w:t>
      </w:r>
      <w:r w:rsidR="00AE01BB" w:rsidRPr="00114DEE">
        <w:rPr>
          <w:b/>
        </w:rPr>
        <w:t>8 </w:t>
      </w:r>
      <w:r w:rsidR="008E34F7" w:rsidRPr="00114DEE">
        <w:rPr>
          <w:b/>
        </w:rPr>
        <w:t>000</w:t>
      </w:r>
      <w:r w:rsidR="00AE01BB" w:rsidRPr="00114DEE">
        <w:rPr>
          <w:b/>
        </w:rPr>
        <w:t xml:space="preserve"> </w:t>
      </w:r>
      <w:r w:rsidR="008E34F7" w:rsidRPr="00114DEE">
        <w:rPr>
          <w:b/>
        </w:rPr>
        <w:t>000</w:t>
      </w:r>
      <w:r w:rsidRPr="00114DEE">
        <w:t xml:space="preserve"> </w:t>
      </w:r>
      <w:r w:rsidRPr="00114DEE">
        <w:rPr>
          <w:b/>
        </w:rPr>
        <w:t>Kč</w:t>
      </w:r>
      <w:r w:rsidRPr="00114DEE">
        <w:t xml:space="preserve"> bez DPH, přičemž alespoň jedna významná služba musí dosahovat </w:t>
      </w:r>
      <w:r w:rsidR="00656A03" w:rsidRPr="00114DEE">
        <w:t xml:space="preserve">hodnoty </w:t>
      </w:r>
      <w:r w:rsidRPr="00114DEE">
        <w:t xml:space="preserve">nejméně </w:t>
      </w:r>
      <w:r w:rsidR="00AE01BB" w:rsidRPr="00114DEE">
        <w:rPr>
          <w:b/>
        </w:rPr>
        <w:t>2 5</w:t>
      </w:r>
      <w:r w:rsidR="008E34F7" w:rsidRPr="00114DEE">
        <w:rPr>
          <w:b/>
        </w:rPr>
        <w:t>00</w:t>
      </w:r>
      <w:r w:rsidR="00AE01BB" w:rsidRPr="00114DEE">
        <w:rPr>
          <w:b/>
        </w:rPr>
        <w:t xml:space="preserve"> </w:t>
      </w:r>
      <w:r w:rsidR="008E34F7" w:rsidRPr="00114DEE">
        <w:rPr>
          <w:b/>
        </w:rPr>
        <w:t>000</w:t>
      </w:r>
      <w:r w:rsidRPr="00114DEE">
        <w:t xml:space="preserve"> </w:t>
      </w:r>
      <w:r w:rsidRPr="00114DEE">
        <w:rPr>
          <w:b/>
        </w:rPr>
        <w:t>Kč</w:t>
      </w:r>
      <w:r w:rsidRPr="00114DEE">
        <w:t xml:space="preserve"> bez DPH. </w:t>
      </w:r>
      <w:r w:rsidR="00656A03" w:rsidRPr="00114DEE">
        <w:t xml:space="preserve">Hodnotou významných služeb se </w:t>
      </w:r>
      <w:r w:rsidR="00656A03" w:rsidRPr="00114DEE">
        <w:rPr>
          <w:rFonts w:cs="Arial"/>
          <w:iCs/>
        </w:rPr>
        <w:t>pro účely posouzení splnění kritérií technické kvalifikace</w:t>
      </w:r>
      <w:r w:rsidR="00656A03" w:rsidRPr="00114DEE">
        <w:t xml:space="preserve"> rozumí cena, za kterou dodavatel provedl předmětné služby; tato cena nebude upravována o míru inflace tak, aby odpovídala současným hodnotám služeb.</w:t>
      </w:r>
      <w:bookmarkEnd w:id="14"/>
      <w:r w:rsidR="00656A03" w:rsidRPr="00114DEE">
        <w:t xml:space="preserve"> </w:t>
      </w:r>
    </w:p>
    <w:p w14:paraId="68DF318A" w14:textId="5FF416F8" w:rsidR="00280ACC" w:rsidRPr="00114DEE" w:rsidRDefault="00280ACC" w:rsidP="00280ACC">
      <w:pPr>
        <w:pStyle w:val="Textbezslovn"/>
      </w:pPr>
      <w:r w:rsidRPr="00114DEE">
        <w:t>Jako významnou službu nelze doložit samotné uzavření rámcové dohody s objednatelem, v takovém případě je třeba doložit konkrétní služby/zakázky realizované dle dílčích smluv (objednávek) uzavřených na základě rámcové dohody.</w:t>
      </w:r>
    </w:p>
    <w:p w14:paraId="2AF4DF9D" w14:textId="02AE898E" w:rsidR="00392730" w:rsidRPr="00114DEE" w:rsidRDefault="00392730" w:rsidP="009968AD">
      <w:pPr>
        <w:pStyle w:val="Textbezslovn"/>
      </w:pPr>
      <w:r w:rsidRPr="00114DEE">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rsidRPr="00114DEE">
        <w:t>c</w:t>
      </w:r>
      <w:r w:rsidRPr="00114DEE">
        <w:t>, státní organizace. Zadavatel si vyhrazuje právo ověřit správnost údajů uvedených v seznamu významných služeb.</w:t>
      </w:r>
    </w:p>
    <w:p w14:paraId="0F3361A1" w14:textId="731A40AE" w:rsidR="00392730" w:rsidRDefault="00392730" w:rsidP="00392730">
      <w:pPr>
        <w:pStyle w:val="Textbezslovn"/>
      </w:pPr>
      <w:r w:rsidRPr="00114DEE">
        <w:t xml:space="preserve">Doba 8 let </w:t>
      </w:r>
      <w:r w:rsidR="008D7D26" w:rsidRPr="00114DEE">
        <w:t xml:space="preserve">před zahájením zadávacího řízení </w:t>
      </w:r>
      <w:r w:rsidRPr="00114DEE">
        <w:t xml:space="preserve">se považuje za splněnou, pokud byly </w:t>
      </w:r>
      <w:r w:rsidR="005446A9" w:rsidRPr="00114DEE">
        <w:t xml:space="preserve">činnosti </w:t>
      </w:r>
      <w:r w:rsidR="008A5E06" w:rsidRPr="00114DEE">
        <w:t xml:space="preserve">odpovídající zadavatelem stanovené </w:t>
      </w:r>
      <w:r w:rsidR="005446A9" w:rsidRPr="00114DEE">
        <w:t xml:space="preserve">definici </w:t>
      </w:r>
      <w:r w:rsidRPr="00114DEE">
        <w:t xml:space="preserve">významné služby </w:t>
      </w:r>
      <w:r w:rsidR="00A03E79" w:rsidRPr="00114DEE">
        <w:t xml:space="preserve">dokončeny </w:t>
      </w:r>
      <w:r w:rsidRPr="00114DEE">
        <w:t xml:space="preserve">v průběhu této doby </w:t>
      </w:r>
      <w:r w:rsidR="00A03E79" w:rsidRPr="00114DEE">
        <w:t xml:space="preserve">nebo kdykoli po zahájení zadávacího řízení </w:t>
      </w:r>
      <w:r w:rsidR="00903C55" w:rsidRPr="00114DEE">
        <w:t xml:space="preserve">včetně doby po </w:t>
      </w:r>
      <w:r w:rsidR="0090370B" w:rsidRPr="00114DEE">
        <w:t xml:space="preserve">uplynutí lhůty pro </w:t>
      </w:r>
      <w:r w:rsidR="00903C55" w:rsidRPr="00114DEE">
        <w:t xml:space="preserve">podání nabídek, a to nejpozději </w:t>
      </w:r>
      <w:r w:rsidR="00C31ADD" w:rsidRPr="00114DEE">
        <w:t xml:space="preserve">až </w:t>
      </w:r>
      <w:r w:rsidR="00903C55" w:rsidRPr="00114DEE">
        <w:t>do doby zadavatelem případně stanovené k předložení údajů a dokladů dle § 46 ZZVZ. P</w:t>
      </w:r>
      <w:r w:rsidRPr="00114DEE">
        <w:t>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w:t>
      </w:r>
      <w:r w:rsidR="00EC7091" w:rsidRPr="00114DEE">
        <w:t>,</w:t>
      </w:r>
      <w:r w:rsidRPr="00114DEE">
        <w:t xml:space="preserve"> součástí rozsáhlejšího plnění pro objednatele významné služby (</w:t>
      </w:r>
      <w:r w:rsidR="005F1007" w:rsidRPr="00114DEE">
        <w:t xml:space="preserve">např. kromě zpracování </w:t>
      </w:r>
      <w:r w:rsidR="005F1007" w:rsidRPr="00114DEE">
        <w:rPr>
          <w:rFonts w:cs="Calibri"/>
        </w:rPr>
        <w:t xml:space="preserve">geometrických plánů či zajištění majetkoprávního vypořádání měl dodavatel vykonávat i další činnosti jako např. zpracování dokumentace pro stavební povolení </w:t>
      </w:r>
      <w:r w:rsidR="005F1007" w:rsidRPr="00114DEE">
        <w:t>apod.</w:t>
      </w:r>
      <w:r w:rsidRPr="00114DEE">
        <w:t xml:space="preserve">) postačí, pokud je </w:t>
      </w:r>
      <w:r w:rsidR="00935206" w:rsidRPr="00114DEE">
        <w:t xml:space="preserve">v uvedené době </w:t>
      </w:r>
      <w:r w:rsidRPr="00114DEE">
        <w:t>dokončeno plnění</w:t>
      </w:r>
      <w:r w:rsidR="005D5689" w:rsidRPr="00114DEE">
        <w:t xml:space="preserve">, které odpovídá zadavatelem stanovené definici </w:t>
      </w:r>
      <w:r w:rsidR="0033063F" w:rsidRPr="00114DEE">
        <w:t xml:space="preserve">významné služby </w:t>
      </w:r>
      <w:r w:rsidRPr="00114DEE">
        <w:t xml:space="preserve">(tj. </w:t>
      </w:r>
      <w:r w:rsidR="005F1007" w:rsidRPr="00114DEE">
        <w:rPr>
          <w:rFonts w:cs="Calibri"/>
        </w:rPr>
        <w:t>zpracování geometrických plánů či zajištění majetkoprávního vypořádání</w:t>
      </w:r>
      <w:r w:rsidRPr="00114DEE">
        <w:t>)</w:t>
      </w:r>
      <w:r w:rsidR="00935206" w:rsidRPr="00114DEE">
        <w:t xml:space="preserve"> s tím, že zakázka jako celek (tj. ohledně dalších činností, např. </w:t>
      </w:r>
      <w:r w:rsidR="005F1007" w:rsidRPr="00114DEE">
        <w:t>zpracování dokumentace pro stavební povolení</w:t>
      </w:r>
      <w:r w:rsidR="00935206" w:rsidRPr="00114DEE">
        <w:t>) dokončena není; zároveň však platí, že nestačí (tj. nepovažuje se za plnění dokončené v požadované době), pokud je v posledních 8 letech dokončena zakázka rozsáhlejšího plnění jako celek</w:t>
      </w:r>
      <w:r w:rsidR="00935206" w:rsidRPr="00C8652D">
        <w:t xml:space="preserve"> (např. </w:t>
      </w:r>
      <w:r w:rsidR="005F1007" w:rsidRPr="00C8652D">
        <w:t>dokončena dokumentace pro stavební povolení</w:t>
      </w:r>
      <w:r w:rsidR="00935206" w:rsidRPr="00C8652D">
        <w:t xml:space="preserve">), avšak plnění </w:t>
      </w:r>
      <w:r w:rsidR="005D5689" w:rsidRPr="00C8652D">
        <w:t xml:space="preserve">odpovídající definici významné služby </w:t>
      </w:r>
      <w:r w:rsidR="00935206" w:rsidRPr="00C8652D">
        <w:t xml:space="preserve">(tj. např. </w:t>
      </w:r>
      <w:r w:rsidR="005F1007" w:rsidRPr="00C8652D">
        <w:t xml:space="preserve">zpracování </w:t>
      </w:r>
      <w:r w:rsidR="005F1007" w:rsidRPr="00C8652D">
        <w:rPr>
          <w:rFonts w:cs="Calibri"/>
        </w:rPr>
        <w:t>geometrických plánů či zajištění majetkoprávního vypořádání</w:t>
      </w:r>
      <w:r w:rsidR="00935206" w:rsidRPr="00C8652D">
        <w:t xml:space="preserve">) bylo </w:t>
      </w:r>
      <w:r w:rsidR="00935206">
        <w:t xml:space="preserve">dokončeno dříve </w:t>
      </w:r>
      <w:r w:rsidR="00935206" w:rsidRPr="00114DEE">
        <w:t>než před 8 lety</w:t>
      </w:r>
      <w:r w:rsidRPr="00114DEE">
        <w:t xml:space="preserve">. Je-li referenční </w:t>
      </w:r>
      <w:r>
        <w:t xml:space="preserve">zakázka součástí rozsáhlejšího plnění pro téhož dodavatele, je pro prokázání splnění kvalifikace relevantní pouze ta jeho část, která odpovídá zadavatelem stanovené </w:t>
      </w:r>
      <w:r w:rsidR="008D7D26">
        <w:t xml:space="preserve">definici </w:t>
      </w:r>
      <w:r>
        <w:t>významné služby. Zadavatel upozorňuje, že z předloženého seznamu musí pro potřeby posouzení kvalifikace konkrétně vyplývat, jaká byla cena té části plnění, kter</w:t>
      </w:r>
      <w:r w:rsidR="006A1D4B">
        <w:t>á</w:t>
      </w:r>
      <w:r>
        <w:t xml:space="preserve"> obsahově odpovídá zadavatelem stanovené </w:t>
      </w:r>
      <w:r w:rsidR="00A03E79">
        <w:t xml:space="preserve">definici </w:t>
      </w:r>
      <w:r>
        <w:t xml:space="preserve">významné služby, a v jakém časovém období byly tyto konkrétní </w:t>
      </w:r>
      <w:r w:rsidR="008A5E06">
        <w:t xml:space="preserve">části plnění odpovídající zadavatelem stanovené definici významné </w:t>
      </w:r>
      <w:r>
        <w:t>služby</w:t>
      </w:r>
      <w:r w:rsidR="00097DD8">
        <w:t xml:space="preserve"> </w:t>
      </w:r>
      <w:r w:rsidR="008A5E06">
        <w:t>dokončeny</w:t>
      </w:r>
      <w:r>
        <w:t>.</w:t>
      </w:r>
      <w:r w:rsidR="00880C36">
        <w:t xml:space="preserve"> </w:t>
      </w:r>
    </w:p>
    <w:p w14:paraId="2DC9EF08" w14:textId="77777777" w:rsidR="00392730" w:rsidRDefault="00392730" w:rsidP="00392730">
      <w:pPr>
        <w:pStyle w:val="Textbezslovn"/>
      </w:pPr>
      <w:r>
        <w:lastRenderedPageBreak/>
        <w:t>Dodavatel může použít k prokázání splnění kritéria kvalifikace týkajícího se požadavku na předložení seznamu referenčních zakázek i takové významné služby, které poskytl</w:t>
      </w:r>
    </w:p>
    <w:p w14:paraId="36E3C8E5" w14:textId="77777777" w:rsidR="00392730" w:rsidRDefault="00392730" w:rsidP="00E57DC4">
      <w:pPr>
        <w:pStyle w:val="Odstavec1-1a"/>
        <w:numPr>
          <w:ilvl w:val="0"/>
          <w:numId w:val="17"/>
        </w:numPr>
        <w:spacing w:after="0"/>
      </w:pPr>
      <w:r>
        <w:t>společně s jinými dodavateli, a to v rozsahu, v jakém se na plnění zakázky podílel, nebo</w:t>
      </w:r>
    </w:p>
    <w:p w14:paraId="5B9EBB80" w14:textId="2E997A44" w:rsidR="00392730" w:rsidRDefault="00392730" w:rsidP="00E57DC4">
      <w:pPr>
        <w:pStyle w:val="Odstavec1-1a"/>
        <w:numPr>
          <w:ilvl w:val="0"/>
          <w:numId w:val="17"/>
        </w:numPr>
        <w:spacing w:after="0"/>
      </w:pPr>
      <w:r>
        <w:t>jako poddodavatel, a to v rozsahu, v jakém se na plnění zakázky podílel.</w:t>
      </w:r>
    </w:p>
    <w:p w14:paraId="738C142F" w14:textId="77777777" w:rsidR="00392730" w:rsidRDefault="00392730" w:rsidP="000C3DEC">
      <w:pPr>
        <w:pStyle w:val="Textbezslovn"/>
        <w:spacing w:before="240"/>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5FEF447C"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9233B29" w14:textId="77777777" w:rsidR="0035531B" w:rsidRPr="00930B79" w:rsidRDefault="0035531B" w:rsidP="0035531B">
      <w:pPr>
        <w:pStyle w:val="Text1-1"/>
        <w:rPr>
          <w:rStyle w:val="Tun9b"/>
        </w:rPr>
      </w:pPr>
      <w:r w:rsidRPr="00930B79">
        <w:rPr>
          <w:rStyle w:val="Tun9b"/>
        </w:rPr>
        <w:t>Technická kvalifikace – seznam odborného personálu:</w:t>
      </w:r>
    </w:p>
    <w:p w14:paraId="57A1863C" w14:textId="2313129C" w:rsidR="009E1AEE" w:rsidRPr="00C8652D" w:rsidRDefault="009E1AEE" w:rsidP="009E1AEE">
      <w:pPr>
        <w:pStyle w:val="Textbezslovn"/>
      </w:pPr>
      <w:bookmarkStart w:id="15" w:name="_Hlk166483389"/>
      <w:r>
        <w:t xml:space="preserve">Zadavatel požaduje předložení seznamu odborného </w:t>
      </w:r>
      <w:r w:rsidRPr="00C8652D">
        <w:t xml:space="preserve">personálu dodavatele. Pro každou osobu odborného personálu v níže uvedené funkci, s výjimkou </w:t>
      </w:r>
      <w:r w:rsidR="00130B13" w:rsidRPr="00C8652D">
        <w:t xml:space="preserve">autorizovaného </w:t>
      </w:r>
      <w:r w:rsidRPr="00C8652D">
        <w:t xml:space="preserve">zeměměřického inženýra, může být za účelem splnění kvalifikace doložena pouze jedna osoba. Jednotlivé požadavky na kvalifikační kritéria u každé jednotlivé funkce, s výjimkou </w:t>
      </w:r>
      <w:r w:rsidR="00130B13" w:rsidRPr="00C8652D">
        <w:t xml:space="preserve">autorizace </w:t>
      </w:r>
      <w:r w:rsidRPr="00C8652D">
        <w:t xml:space="preserve">pro ověřování výsledků zeměměřických činností u osoby </w:t>
      </w:r>
      <w:r w:rsidR="00130B13" w:rsidRPr="00C8652D">
        <w:t xml:space="preserve">autorizovaného </w:t>
      </w:r>
      <w:r w:rsidRPr="00C8652D">
        <w:t>zeměměřického inženýra, nelze jakkoliv rozdělit mezi více fyzických osob, takže u téže funkce člena odborného personálu nemůže být prokázáno splnění např. požadované</w:t>
      </w:r>
      <w:r w:rsidR="00C4332F" w:rsidRPr="00C8652D">
        <w:t xml:space="preserve"> praxe</w:t>
      </w:r>
      <w:r w:rsidRPr="00C8652D">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7309F6" w:rsidRPr="00C8652D">
        <w:t xml:space="preserve">jeho poddodavatelé nebo </w:t>
      </w:r>
      <w:r w:rsidRPr="00C8652D">
        <w:t>zaměstnanci jeho poddodavatelů, nevyplývá-li z čl. 9.3 těchto Pokynů jinak.</w:t>
      </w:r>
    </w:p>
    <w:p w14:paraId="6AA78CD4" w14:textId="54700A50" w:rsidR="009E1AEE" w:rsidRPr="00114DEE" w:rsidRDefault="009E1AEE" w:rsidP="009E1AEE">
      <w:pPr>
        <w:pStyle w:val="Textbezslovn"/>
      </w:pPr>
      <w:r w:rsidRPr="00C8652D">
        <w:t xml:space="preserve">Dodavatel v nabídce </w:t>
      </w:r>
      <w:proofErr w:type="gramStart"/>
      <w:r w:rsidRPr="00C8652D">
        <w:t>předloží</w:t>
      </w:r>
      <w:proofErr w:type="gramEnd"/>
      <w:r w:rsidRPr="00C8652D">
        <w:t xml:space="preserve"> profesní životopisy každého člena odborného personálu a </w:t>
      </w:r>
      <w:r w:rsidRPr="00114DEE">
        <w:t xml:space="preserve">doklady k prokázání odborné způsobilosti. Pro plnění této veřejné zakázky musí mít dodavatel k dispozici odborný personál, který splňuje následující podmínky (což musí vyplývat </w:t>
      </w:r>
      <w:proofErr w:type="gramStart"/>
      <w:r w:rsidRPr="00114DEE">
        <w:t>z</w:t>
      </w:r>
      <w:proofErr w:type="gramEnd"/>
      <w:r w:rsidRPr="00114DEE">
        <w:t xml:space="preserve"> dodavatelem předkládaných dokumentů):</w:t>
      </w:r>
    </w:p>
    <w:p w14:paraId="7F0A865B" w14:textId="4B7D49F1" w:rsidR="009E1AEE" w:rsidRPr="00114DEE" w:rsidRDefault="00190525" w:rsidP="00E57DC4">
      <w:pPr>
        <w:pStyle w:val="Odstavec1-1a"/>
        <w:numPr>
          <w:ilvl w:val="0"/>
          <w:numId w:val="11"/>
        </w:numPr>
        <w:rPr>
          <w:b/>
          <w:strike/>
        </w:rPr>
      </w:pPr>
      <w:r w:rsidRPr="00114DEE">
        <w:rPr>
          <w:b/>
        </w:rPr>
        <w:t>vedoucí týmu</w:t>
      </w:r>
    </w:p>
    <w:p w14:paraId="0489500D" w14:textId="23555879" w:rsidR="006E4B3F" w:rsidRPr="00114DEE" w:rsidRDefault="006E4B3F" w:rsidP="006A37ED">
      <w:pPr>
        <w:pStyle w:val="Odrka1-2-"/>
      </w:pPr>
      <w:r w:rsidRPr="00114DEE">
        <w:t xml:space="preserve">nejméně </w:t>
      </w:r>
      <w:r w:rsidR="009F048E" w:rsidRPr="00114DEE">
        <w:rPr>
          <w:rFonts w:eastAsia="Times New Roman" w:cs="Calibri"/>
          <w:lang w:eastAsia="cs-CZ"/>
        </w:rPr>
        <w:t>5 let praxe s vedením týmu, který prováděl majetkoprávní přípravu a/nebo vypořádání, nebo 7 let praxe s osobním vykonáváním majetkoprávní přípravy a/nebo vypořádání, a to v posledních 15 letech přede dnem zahájení zadávacího řízení</w:t>
      </w:r>
      <w:r w:rsidR="006A37ED" w:rsidRPr="00114DEE">
        <w:t>;</w:t>
      </w:r>
    </w:p>
    <w:p w14:paraId="7EB977EC" w14:textId="2CAA8CE2" w:rsidR="009E1AEE" w:rsidRPr="00114DEE" w:rsidRDefault="00BC618A" w:rsidP="00BC618A">
      <w:pPr>
        <w:pStyle w:val="Odrka1-2-"/>
      </w:pPr>
      <w:r w:rsidRPr="00114DEE">
        <w:t>zkušenosti</w:t>
      </w:r>
      <w:r w:rsidR="009F048E" w:rsidRPr="00114DEE">
        <w:t xml:space="preserve"> </w:t>
      </w:r>
      <w:r w:rsidR="009F048E" w:rsidRPr="00114DEE">
        <w:rPr>
          <w:rFonts w:eastAsia="Times New Roman" w:cs="Calibri"/>
          <w:lang w:eastAsia="cs-CZ"/>
        </w:rPr>
        <w:t xml:space="preserve">s plněním alespoň jedné zakázky, jejíž součástí byl výkon majetkoprávní přípravy a/nebo vypořádání na liniových stavbách, jak jsou definovány v části referenční zakázky, spočívající v uzavření minimálně 30 smluv, jejichž předmětem byl převod vlastnického práva nebo práva hospodařit k pozemkům a stavbám nebo zřízení věcného břemene-služebnosti včetně vkladu práv dle těchto smluv do katastru nemovitostí, přičemž se musí jednat o zakázku dokončenou v posledních 7 letech před zahájením zadávacího řízení </w:t>
      </w:r>
      <w:r w:rsidR="009F048E" w:rsidRPr="00114DEE">
        <w:rPr>
          <w:rFonts w:eastAsia="Times New Roman" w:cs="Calibri"/>
          <w:lang w:eastAsia="cs-CZ"/>
        </w:rPr>
        <w:lastRenderedPageBreak/>
        <w:t xml:space="preserve">(za dokončenou zakázku se považuje i odevzdaná příslušná část dokumentace s kompletní majetkoprávní částí) </w:t>
      </w:r>
      <w:r w:rsidRPr="00114DEE">
        <w:t xml:space="preserve"> </w:t>
      </w:r>
    </w:p>
    <w:p w14:paraId="7F652CDF" w14:textId="09634041" w:rsidR="009E1AEE" w:rsidRPr="00114DEE" w:rsidRDefault="00130B13" w:rsidP="00E57DC4">
      <w:pPr>
        <w:pStyle w:val="Odstavec1-1a"/>
        <w:numPr>
          <w:ilvl w:val="0"/>
          <w:numId w:val="11"/>
        </w:numPr>
        <w:rPr>
          <w:b/>
        </w:rPr>
      </w:pPr>
      <w:r w:rsidRPr="00114DEE">
        <w:rPr>
          <w:b/>
        </w:rPr>
        <w:t xml:space="preserve">autorizovaný </w:t>
      </w:r>
      <w:r w:rsidR="009E1AEE" w:rsidRPr="00114DEE">
        <w:rPr>
          <w:b/>
        </w:rPr>
        <w:t>zeměměřický inženýr</w:t>
      </w:r>
    </w:p>
    <w:p w14:paraId="50FF9995" w14:textId="77777777" w:rsidR="00B20990" w:rsidRPr="00114DEE" w:rsidRDefault="00B20990" w:rsidP="00B20990">
      <w:pPr>
        <w:pStyle w:val="Odrka1-2-"/>
      </w:pPr>
      <w:r w:rsidRPr="00114DEE">
        <w:t>autorizace pro ověřování výsledků zeměměřických činností v rozsahu dle § 16f odst. 1 písm. a) zákona č. 200/1994 Sb., o zeměměřictví a o změně a doplnění některých zákonů souvisejících s jeho zavedením, ve znění pozdějších předpisů;</w:t>
      </w:r>
    </w:p>
    <w:p w14:paraId="3A7977A9" w14:textId="0B34F333" w:rsidR="001F04E5" w:rsidRPr="00114DEE" w:rsidRDefault="001F04E5" w:rsidP="001F04E5">
      <w:pPr>
        <w:pStyle w:val="Odrka1-2-"/>
      </w:pPr>
      <w:r w:rsidRPr="00114DEE">
        <w:t>nejméně 5 let praxe ve výkonu zeměměřických činností na liniových stavbách, jak jsou definovány v článku 8.4. Pokynů, v posledních 1</w:t>
      </w:r>
      <w:r w:rsidR="00B20990" w:rsidRPr="00114DEE">
        <w:t>0</w:t>
      </w:r>
      <w:r w:rsidRPr="00114DEE">
        <w:t xml:space="preserve"> letech přede dnem zahájení zadávacího řízení; </w:t>
      </w:r>
    </w:p>
    <w:p w14:paraId="557A1613" w14:textId="77777777" w:rsidR="00B20990" w:rsidRPr="00114DEE" w:rsidRDefault="001F04E5" w:rsidP="00B20990">
      <w:pPr>
        <w:pStyle w:val="Odrka1-2-"/>
        <w:rPr>
          <w:rFonts w:eastAsia="Times New Roman" w:cs="Arial"/>
          <w:lang w:eastAsia="cs-CZ"/>
        </w:rPr>
      </w:pPr>
      <w:r w:rsidRPr="00114DEE">
        <w:rPr>
          <w:rFonts w:eastAsia="Times New Roman" w:cs="Arial"/>
          <w:lang w:eastAsia="cs-CZ"/>
        </w:rPr>
        <w:t>zkušenost</w:t>
      </w:r>
      <w:r w:rsidR="00B20990" w:rsidRPr="00114DEE">
        <w:rPr>
          <w:rFonts w:eastAsia="Times New Roman" w:cs="Arial"/>
          <w:lang w:eastAsia="cs-CZ"/>
        </w:rPr>
        <w:t xml:space="preserve"> spočívající ve vypracování nejméně 20 geometrických plánů na rozdělení pozemků na liniové stavby, jak jsou definovány v části referenční zakázky, ověřených katastrálním úřadem (tyto mohou, ale nemusí být vypracovány v rámci realizace jedné liniové stavby);</w:t>
      </w:r>
    </w:p>
    <w:p w14:paraId="32C99FE4" w14:textId="77777777" w:rsidR="009E1AEE" w:rsidRPr="00114DEE" w:rsidRDefault="009E1AEE" w:rsidP="00E57DC4">
      <w:pPr>
        <w:pStyle w:val="Odstavec1-1a"/>
        <w:numPr>
          <w:ilvl w:val="0"/>
          <w:numId w:val="11"/>
        </w:numPr>
        <w:rPr>
          <w:b/>
        </w:rPr>
      </w:pPr>
      <w:r w:rsidRPr="00114DEE">
        <w:rPr>
          <w:b/>
        </w:rPr>
        <w:t>specialista na inženýrskou činnost</w:t>
      </w:r>
    </w:p>
    <w:p w14:paraId="056B042F" w14:textId="77777777" w:rsidR="000E5E93" w:rsidRPr="00114DEE" w:rsidRDefault="00B11353" w:rsidP="000E5E93">
      <w:pPr>
        <w:pStyle w:val="Odrka1-2-"/>
      </w:pPr>
      <w:r w:rsidRPr="00114DEE">
        <w:t>nejméně</w:t>
      </w:r>
      <w:r w:rsidR="000E5E93" w:rsidRPr="00114DEE">
        <w:t xml:space="preserve"> 3 roky praxe s prováděním majetkoprávní přípravy a vypořádání liniových staveb, jak jsou definovány v části referenční zakázky, v posledních 10 letech přede dnem zahájení zadávacího řízení;</w:t>
      </w:r>
    </w:p>
    <w:p w14:paraId="316395A7" w14:textId="65A41A44" w:rsidR="00B11353" w:rsidRPr="00114DEE" w:rsidRDefault="00B11353" w:rsidP="00EF36DE">
      <w:pPr>
        <w:pStyle w:val="Odstavec1-1a"/>
        <w:numPr>
          <w:ilvl w:val="0"/>
          <w:numId w:val="11"/>
        </w:numPr>
        <w:rPr>
          <w:b/>
        </w:rPr>
      </w:pPr>
      <w:r w:rsidRPr="00114DEE">
        <w:rPr>
          <w:b/>
        </w:rPr>
        <w:t xml:space="preserve">osoba vyhotovující znalecké </w:t>
      </w:r>
      <w:proofErr w:type="gramStart"/>
      <w:r w:rsidRPr="00114DEE">
        <w:rPr>
          <w:b/>
        </w:rPr>
        <w:t>posudky - znalec</w:t>
      </w:r>
      <w:proofErr w:type="gramEnd"/>
    </w:p>
    <w:p w14:paraId="54710733" w14:textId="77777777" w:rsidR="00B11353" w:rsidRPr="00114DEE" w:rsidRDefault="00B11353" w:rsidP="006A37ED">
      <w:pPr>
        <w:pStyle w:val="Odrka1-2-"/>
      </w:pPr>
      <w:r w:rsidRPr="00114DEE">
        <w:t>minimálně 5 let praxe v oboru oceňování nemovitostí v posledních 10 letech přede dnem zahájení zadávacího řízení;</w:t>
      </w:r>
    </w:p>
    <w:p w14:paraId="5946EB18" w14:textId="70889E2B" w:rsidR="00B11353" w:rsidRPr="00114DEE" w:rsidRDefault="00B11353" w:rsidP="00C92F33">
      <w:pPr>
        <w:pStyle w:val="Odrka1-2-"/>
      </w:pPr>
      <w:r w:rsidRPr="00114DEE">
        <w:t>oprávnění k výkonu znalecké činnosti v oboru Ekonomika, odvětví Ceny a odhady, specializace nemovitosti v rozsahu dle § 11 zákona č. 254/2019 Sb., o znalcích, znaleckých kancelářích a znaleckých ústavech, ve znění pozdějších předpisů;</w:t>
      </w:r>
    </w:p>
    <w:p w14:paraId="6A63ADCC" w14:textId="77777777" w:rsidR="00B11353" w:rsidRPr="00114DEE" w:rsidRDefault="00B11353" w:rsidP="006A37ED">
      <w:pPr>
        <w:pStyle w:val="Odstavec1-1a"/>
        <w:numPr>
          <w:ilvl w:val="0"/>
          <w:numId w:val="11"/>
        </w:numPr>
        <w:rPr>
          <w:b/>
        </w:rPr>
      </w:pPr>
      <w:r w:rsidRPr="00114DEE">
        <w:rPr>
          <w:b/>
        </w:rPr>
        <w:t xml:space="preserve">osoba zajišťující právní </w:t>
      </w:r>
      <w:proofErr w:type="gramStart"/>
      <w:r w:rsidRPr="00114DEE">
        <w:rPr>
          <w:b/>
        </w:rPr>
        <w:t>poradenství - právník</w:t>
      </w:r>
      <w:proofErr w:type="gramEnd"/>
    </w:p>
    <w:p w14:paraId="0F294A6F" w14:textId="74BC80AF" w:rsidR="009E1AEE" w:rsidRPr="00114DEE" w:rsidRDefault="00B11353" w:rsidP="00355D2A">
      <w:pPr>
        <w:pStyle w:val="Odrka1-2-"/>
      </w:pPr>
      <w:r w:rsidRPr="00114DEE">
        <w:rPr>
          <w:rFonts w:eastAsia="Times New Roman" w:cs="Calibri"/>
          <w:lang w:eastAsia="cs-CZ"/>
        </w:rPr>
        <w:t>minimálně 3 roky právní praxe se zaměřením na převody a zatěžování nemovitostí v posledních 10 letech přede dnem zahájení zadávacího řízení.</w:t>
      </w:r>
    </w:p>
    <w:bookmarkEnd w:id="15"/>
    <w:p w14:paraId="3A76A03F" w14:textId="77777777" w:rsidR="009239F1" w:rsidRDefault="009239F1" w:rsidP="009E1AEE">
      <w:pPr>
        <w:pStyle w:val="Textbezslovn"/>
      </w:pPr>
    </w:p>
    <w:p w14:paraId="02049CBA" w14:textId="067B1238" w:rsidR="009E1AEE" w:rsidRDefault="009E1AEE" w:rsidP="009E1AEE">
      <w:pPr>
        <w:pStyle w:val="Textbezslovn"/>
      </w:pPr>
      <w:r w:rsidRPr="00C8652D">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r>
        <w:t>.</w:t>
      </w:r>
    </w:p>
    <w:p w14:paraId="05FD4D10" w14:textId="03E83B98" w:rsidR="009E1AEE" w:rsidRDefault="009E1AEE" w:rsidP="009E1AEE">
      <w:pPr>
        <w:pStyle w:val="Textbezslovn"/>
      </w:pPr>
      <w:r>
        <w:t xml:space="preserve">Zadavatel si vyhrazuje právo ověřit pravdivost údajů o zkušenostech </w:t>
      </w:r>
      <w:r w:rsidR="00D7706C">
        <w:t>vedoucího týmu a autorizovaného zeměměři</w:t>
      </w:r>
      <w:r w:rsidR="00AB3CDA">
        <w:t>c</w:t>
      </w:r>
      <w:r w:rsidR="00D7706C">
        <w:t>kého inženýra</w:t>
      </w:r>
      <w:r w:rsidR="003D7882">
        <w:t xml:space="preserve">, </w:t>
      </w:r>
      <w:r>
        <w:t xml:space="preserve">zejména, zda se na plnění konkrétních zakázek skutečně </w:t>
      </w:r>
      <w:r w:rsidRPr="001F4914">
        <w:t>podíleli. Za tímto účelem požaduje zadavatel v profesním životopisu těchto členů odborného</w:t>
      </w:r>
      <w:r>
        <w:t xml:space="preserve"> personálu uvést informace a spojení na kontaktní osobu objednatele, pro něhož byla zakázka realizována.</w:t>
      </w:r>
    </w:p>
    <w:p w14:paraId="618208D9"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49A59D8"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4075890A" w14:textId="400635A2" w:rsidR="009E1AEE" w:rsidRDefault="009E1AEE" w:rsidP="009E1AEE">
      <w:pPr>
        <w:pStyle w:val="Textbezslovn"/>
      </w:pPr>
      <w:r>
        <w:lastRenderedPageBreak/>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356420">
        <w:t>ou</w:t>
      </w:r>
      <w:r>
        <w:t xml:space="preserve"> praxi, zkušenosti, odbornou způsobilost a požadavky na prevenci střetu zájmů.</w:t>
      </w:r>
    </w:p>
    <w:p w14:paraId="781708BD" w14:textId="77777777" w:rsidR="0035531B" w:rsidRPr="0006499F" w:rsidRDefault="0035531B" w:rsidP="0035531B">
      <w:pPr>
        <w:pStyle w:val="Text1-1"/>
        <w:rPr>
          <w:rStyle w:val="Tun9b"/>
        </w:rPr>
      </w:pPr>
      <w:r w:rsidRPr="0006499F">
        <w:rPr>
          <w:rStyle w:val="Tun9b"/>
        </w:rPr>
        <w:t>Požadavek na prokázání kvalifikace poddodavatele</w:t>
      </w:r>
    </w:p>
    <w:p w14:paraId="26B73F23"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FDDA95"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BB78129"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37850764" w14:textId="77777777" w:rsidR="00066BAA" w:rsidRDefault="00066BAA" w:rsidP="00066BAA">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0579672A" w14:textId="77777777" w:rsidR="00066BAA" w:rsidRDefault="00066BAA" w:rsidP="00066BAA">
      <w:pPr>
        <w:pStyle w:val="Odrka1-1"/>
      </w:pPr>
      <w:r>
        <w:t>základní způsobilost podle § 74 odst. 1 písm. a) ZZVZ včetně použití § 74 odst. 2 a 3 ZZVZ, a to způsobem uvedeným v § 75 odst. 1 písm. a) ZZVZ či v § 81 ZZVZ.</w:t>
      </w:r>
    </w:p>
    <w:p w14:paraId="25B80B15" w14:textId="4EE946E6" w:rsidR="00066BAA" w:rsidRDefault="00066BAA" w:rsidP="00066BAA">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59E2E579" w14:textId="6BDFF810" w:rsidR="0035531B" w:rsidRDefault="0035531B" w:rsidP="00066BA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623DC4" w:rsidRPr="00623DC4">
        <w:t xml:space="preserve"> </w:t>
      </w:r>
      <w:r w:rsidR="00623DC4" w:rsidRPr="0060313F">
        <w:t xml:space="preserve">v případě jeho nezpůsobilosti; důvody nezpůsobilosti se posuzují podle § 48 odst. 5 nebo 6 </w:t>
      </w:r>
      <w:r w:rsidR="00623DC4">
        <w:t xml:space="preserve">ZZVZ </w:t>
      </w:r>
      <w:r w:rsidR="00623DC4" w:rsidRPr="0060313F">
        <w:t>obdobně</w:t>
      </w:r>
      <w:r>
        <w:t xml:space="preserve">. </w:t>
      </w:r>
    </w:p>
    <w:p w14:paraId="708A3C2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232A546" w14:textId="36BD3701" w:rsidR="0035531B" w:rsidRDefault="0035531B" w:rsidP="0006499F">
      <w:pPr>
        <w:pStyle w:val="Textbezslovn"/>
      </w:pPr>
      <w:r>
        <w:t>Ve výše uveden</w:t>
      </w:r>
      <w:r w:rsidR="00066BAA">
        <w:t>ých</w:t>
      </w:r>
      <w:r>
        <w:t xml:space="preserve"> případ</w:t>
      </w:r>
      <w:r w:rsidR="00066BA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7DF10B15"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BD6094">
        <w:t xml:space="preserve">dodavatele </w:t>
      </w:r>
      <w:r>
        <w:t>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 xml:space="preserve">Dodavatel není oprávněn nahradit předložení požadovaných dokladů </w:t>
      </w:r>
      <w:r w:rsidR="00BD6094">
        <w:rPr>
          <w:rStyle w:val="Tun9b"/>
        </w:rPr>
        <w:t xml:space="preserve">písemným </w:t>
      </w:r>
      <w:r w:rsidRPr="006C21E8">
        <w:rPr>
          <w:b/>
        </w:rPr>
        <w:t xml:space="preserve">čestným prohlášením, s výjimkou jednotného evropského osvědčení a postupu </w:t>
      </w:r>
      <w:r w:rsidRPr="006C21E8">
        <w:rPr>
          <w:b/>
        </w:rPr>
        <w:lastRenderedPageBreak/>
        <w:t>dle § 45 odst. 3 ZZVZ v případě, že se podle příslušného právního řádu požadovaný doklad nevydává.</w:t>
      </w:r>
      <w:r>
        <w:t xml:space="preserve"> </w:t>
      </w:r>
    </w:p>
    <w:p w14:paraId="75BBECDB" w14:textId="1DCA5F80" w:rsidR="006C21E8" w:rsidRDefault="006C21E8" w:rsidP="006C21E8">
      <w:pPr>
        <w:pStyle w:val="Textbezslovn"/>
      </w:pPr>
      <w:r>
        <w:t xml:space="preserve">Dodavatelé v nabídkách předkládají prosté kopie dokladů prokazujících splnění kvalifikace. </w:t>
      </w:r>
      <w:r w:rsidR="00130B13">
        <w:t xml:space="preserve">Tím není dotčeno právo zadavatele požadovat předložení originálů nebo úředně ověřených kopií dokladů postupem dle § 46 odst. 1 ZZVZ. </w:t>
      </w:r>
      <w:r>
        <w:t xml:space="preserve">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457A7A0E" w14:textId="66BA5574" w:rsidR="006C21E8" w:rsidRDefault="006C21E8" w:rsidP="006C21E8">
      <w:pPr>
        <w:pStyle w:val="Textbezslovn"/>
      </w:pPr>
      <w:r>
        <w:t xml:space="preserve">Doklady prokazující základní způsobilost musí prokazovat splnění požadovaného kritéria způsobilosti nejpozději v době 3 měsíců přede dnem zahájení zadávacího řízení. </w:t>
      </w:r>
    </w:p>
    <w:p w14:paraId="06A94587"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6DD08BD" w14:textId="77777777" w:rsidR="006C21E8" w:rsidRDefault="006C21E8" w:rsidP="006C21E8">
      <w:pPr>
        <w:pStyle w:val="Textbezslovn"/>
      </w:pPr>
      <w:r>
        <w:t xml:space="preserve">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6C21E8" w:rsidRDefault="006C21E8" w:rsidP="008E5D9D">
      <w:pPr>
        <w:pStyle w:val="Text1-1"/>
        <w:rPr>
          <w:b/>
        </w:rPr>
      </w:pPr>
      <w:r w:rsidRPr="008E5D9D">
        <w:rPr>
          <w:rStyle w:val="Tun9b"/>
        </w:rPr>
        <w:t>Prokazování</w:t>
      </w:r>
      <w:r w:rsidRPr="006C21E8">
        <w:rPr>
          <w:b/>
        </w:rPr>
        <w:t xml:space="preserve"> odborné způsobilosti zahraničními osobami podle zvláštních právních předpisů:</w:t>
      </w:r>
    </w:p>
    <w:p w14:paraId="1FF6E7AB" w14:textId="5390DCAB" w:rsidR="006C21E8" w:rsidRPr="00114DEE" w:rsidRDefault="006C21E8" w:rsidP="006C21E8">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36398D">
        <w:t xml:space="preserve">písemné </w:t>
      </w:r>
      <w:r>
        <w:t xml:space="preserve">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w:t>
      </w:r>
      <w:r w:rsidRPr="00114DEE">
        <w:t>plnění předmětu veřejné zakázky.</w:t>
      </w:r>
    </w:p>
    <w:p w14:paraId="66155F3B" w14:textId="39DFABEE" w:rsidR="006C21E8" w:rsidRPr="00114DEE" w:rsidRDefault="006C21E8" w:rsidP="006C21E8">
      <w:pPr>
        <w:pStyle w:val="Odrka1-1"/>
      </w:pPr>
      <w:r w:rsidRPr="00114DEE">
        <w:t xml:space="preserve">Informace k doložení </w:t>
      </w:r>
      <w:r w:rsidR="0036398D" w:rsidRPr="00114DEE">
        <w:t xml:space="preserve">autorizace </w:t>
      </w:r>
      <w:r w:rsidRPr="00114DEE">
        <w:t>pro ověřování výsledků zeměměřických činností v rozsahu dle §</w:t>
      </w:r>
      <w:r w:rsidR="0036398D" w:rsidRPr="00114DEE">
        <w:t xml:space="preserve"> 16f</w:t>
      </w:r>
      <w:r w:rsidRPr="00114DEE">
        <w:t xml:space="preserve"> odst. 1 zákona č. 200/1994 Sb., o zeměměřictví a o změně a doplnění některých zákonů souvisejících s jeho zavedením, ve znění pozdějších předpisů, zahraničními osobami: přeshraniční poskytování služeb v České republice je možné pouze na základě</w:t>
      </w:r>
      <w:r w:rsidR="0036398D" w:rsidRPr="00114DEE">
        <w:t xml:space="preserve"> autorizace</w:t>
      </w:r>
      <w:r w:rsidRPr="00114DEE">
        <w:t xml:space="preserve">. </w:t>
      </w:r>
      <w:r w:rsidR="0036398D" w:rsidRPr="00114DEE">
        <w:t xml:space="preserve">Autorizaci </w:t>
      </w:r>
      <w:r w:rsidRPr="00114DEE">
        <w:t xml:space="preserve">udělí </w:t>
      </w:r>
      <w:r w:rsidR="0036398D" w:rsidRPr="00114DEE">
        <w:t xml:space="preserve">Česká komora zeměměřičů </w:t>
      </w:r>
      <w:r w:rsidRPr="00114DEE">
        <w:t>fyzické osobě, které uzná odbornou kvalifikaci a bezúhonnost podle zákona o uznávání odborné kvalifikace (zák. č. 18/2004 Sb., ve znění pozdějších předpisů)</w:t>
      </w:r>
      <w:r w:rsidR="0036398D" w:rsidRPr="00114DEE">
        <w:t xml:space="preserve"> a </w:t>
      </w:r>
      <w:r w:rsidR="0036398D" w:rsidRPr="00114DEE">
        <w:lastRenderedPageBreak/>
        <w:t xml:space="preserve">která </w:t>
      </w:r>
      <w:proofErr w:type="gramStart"/>
      <w:r w:rsidR="0036398D" w:rsidRPr="00114DEE">
        <w:t>složí</w:t>
      </w:r>
      <w:proofErr w:type="gramEnd"/>
      <w:r w:rsidR="0036398D" w:rsidRPr="00114DEE">
        <w:t xml:space="preserve"> předepsaný slib</w:t>
      </w:r>
      <w:r w:rsidRPr="00114DEE">
        <w:t>. Doklady o splnění výše uvedených povinností dokládá vybraný dodavatel jako podmínku pro uzavření smlouvy.</w:t>
      </w:r>
      <w:r w:rsidR="0036398D" w:rsidRPr="00114DEE">
        <w:t xml:space="preserve"> </w:t>
      </w:r>
    </w:p>
    <w:p w14:paraId="20FA27C8" w14:textId="77777777" w:rsidR="00E0210F" w:rsidRPr="00114DEE" w:rsidRDefault="00E0210F" w:rsidP="00E0210F">
      <w:pPr>
        <w:pStyle w:val="Odrka1-1"/>
        <w:rPr>
          <w:strike/>
        </w:rPr>
      </w:pPr>
      <w:r w:rsidRPr="00114DEE">
        <w:rPr>
          <w:lang w:eastAsia="cs-CZ"/>
        </w:rPr>
        <w:t xml:space="preserve">Informace k doložení oprávnění k výkonu znalecké činnosti v oboru Ekonomika, odvětví Ceny a odhady, specializace nemovitosti v rozsahu dle § 11 zákona č. 254/2019 Sb., o znalcích, znaleckých kancelářích a znaleckých ústavech, ve znění pozdějších předpisů: </w:t>
      </w:r>
      <w:r w:rsidRPr="00114DEE">
        <w:t>přeshraniční poskytování služeb v České republice zahraniční osobou ohledně oprávnění k výkonu znalecké činnosti je možné pouze na základě zápisu do seznamu znalců za předpokladu, že příslušná osoba získá v některém z členských států Evropské unie nebo v jiném smluvním státě Dohody o Evropském hospodářském prostoru nebo Švýcarské konfederaci oprávnění obdobné znaleckému oprávnění podle uvedeného zákona a ministerstvo uzná její kvalifikaci podle zákona o uznávání odborné kvalifikace (zák. č. 18/2004 Sb., ve znění pozdějších předpisů). Doklady o splnění výše uvedených povinností dokládá vybraný dodavatel jako podmínku pro uzavření smlouvy</w:t>
      </w:r>
      <w:r w:rsidRPr="00114DEE">
        <w:rPr>
          <w:lang w:eastAsia="cs-CZ"/>
        </w:rPr>
        <w:t>.</w:t>
      </w:r>
    </w:p>
    <w:p w14:paraId="4E92737C" w14:textId="77777777" w:rsidR="0035531B" w:rsidRPr="0006499F" w:rsidRDefault="0035531B" w:rsidP="0035531B">
      <w:pPr>
        <w:pStyle w:val="Text1-1"/>
        <w:rPr>
          <w:rStyle w:val="Tun9b"/>
        </w:rPr>
      </w:pPr>
      <w:r w:rsidRPr="00114DEE">
        <w:rPr>
          <w:rStyle w:val="Tun9b"/>
        </w:rPr>
        <w:t>Prokazování kvalifikace</w:t>
      </w:r>
      <w:r w:rsidR="00092CC9" w:rsidRPr="00114DEE">
        <w:rPr>
          <w:rStyle w:val="Tun9b"/>
        </w:rPr>
        <w:t xml:space="preserve"> v </w:t>
      </w:r>
      <w:r w:rsidRPr="00114DEE">
        <w:rPr>
          <w:rStyle w:val="Tun9b"/>
        </w:rPr>
        <w:t>případě společné účasti</w:t>
      </w:r>
      <w:r w:rsidR="00845C50" w:rsidRPr="0006499F">
        <w:rPr>
          <w:rStyle w:val="Tun9b"/>
        </w:rPr>
        <w:t xml:space="preserve"> a </w:t>
      </w:r>
      <w:r w:rsidRPr="0006499F">
        <w:rPr>
          <w:rStyle w:val="Tun9b"/>
        </w:rPr>
        <w:t>prostřednictvím jiných osob</w:t>
      </w:r>
    </w:p>
    <w:p w14:paraId="6365486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F971732" w14:textId="7B5DA77B" w:rsidR="0035531B" w:rsidRDefault="00E5771E" w:rsidP="0006499F">
      <w:pPr>
        <w:pStyle w:val="Textbezslovn"/>
      </w:pPr>
      <w:r>
        <w:t xml:space="preserve">Dodavatel může technickou kvalifikaci nebo profesní způsobilost s výjimkou kritéria podle § 77 odst. 1 ZZVZ prokázat prostřednictvím jiných osob. </w:t>
      </w:r>
      <w:r w:rsidR="00232412">
        <w:t xml:space="preserve">Za jiné osoby považuje zadavatel jak poddodavatele, tak i osoby, které s dodavatelem </w:t>
      </w:r>
      <w:proofErr w:type="gramStart"/>
      <w:r w:rsidR="00232412">
        <w:t>tvoří</w:t>
      </w:r>
      <w:proofErr w:type="gramEnd"/>
      <w:r w:rsidR="00232412">
        <w:t xml:space="preserve"> koncern.</w:t>
      </w:r>
    </w:p>
    <w:p w14:paraId="22619E1A" w14:textId="77777777" w:rsidR="0035531B" w:rsidRDefault="0035531B" w:rsidP="0006499F">
      <w:pPr>
        <w:pStyle w:val="Textbezslovn"/>
      </w:pPr>
      <w:r>
        <w:t>Dodavatel je</w:t>
      </w:r>
      <w:r w:rsidR="00092CC9">
        <w:t xml:space="preserve"> v </w:t>
      </w:r>
      <w:r>
        <w:t>takovém případě povinen zadavateli předložit:</w:t>
      </w:r>
    </w:p>
    <w:p w14:paraId="15FB031F" w14:textId="1510B290" w:rsidR="0035531B" w:rsidRDefault="0035531B" w:rsidP="0006499F">
      <w:pPr>
        <w:pStyle w:val="Odrka1-1"/>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06499F">
      <w:pPr>
        <w:pStyle w:val="Odrka1-1"/>
      </w:pPr>
      <w:r>
        <w:t xml:space="preserve">doklady prokazující splnění profesní způsobilosti podle § 77 odst. 1 ZZVZ jinou osobou, </w:t>
      </w:r>
    </w:p>
    <w:p w14:paraId="53961A0C" w14:textId="77777777" w:rsidR="0035531B" w:rsidRDefault="0035531B" w:rsidP="0006499F">
      <w:pPr>
        <w:pStyle w:val="Odrka1-1"/>
      </w:pPr>
      <w:r>
        <w:t>doklady prokazující splnění chybějící části kvalifikace prostřednictvím jiné osoby a</w:t>
      </w:r>
    </w:p>
    <w:p w14:paraId="40722191" w14:textId="1426306B" w:rsidR="0035531B" w:rsidRPr="0006499F" w:rsidRDefault="00BD6094"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757E7E08" w14:textId="181C4839" w:rsidR="0035531B" w:rsidRDefault="00BD6094"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0B5E841" w14:textId="58245695" w:rsidR="0035531B" w:rsidRDefault="0035531B" w:rsidP="00A066DE">
      <w:pPr>
        <w:pStyle w:val="Odrka1-2-"/>
      </w:pPr>
      <w:r>
        <w:t xml:space="preserve">Požadavek ohledně </w:t>
      </w:r>
      <w:r w:rsidR="00BD6094">
        <w:t xml:space="preserve">předložení smlouvy nebo potvrzení o její existenci, jejímž obsahem je závazek </w:t>
      </w:r>
      <w:r>
        <w:t>jiné osoby</w:t>
      </w:r>
      <w:r w:rsidR="00BD6094">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54440D" w:rsidRPr="0054440D">
        <w:t xml:space="preserve"> </w:t>
      </w:r>
      <w:r w:rsidR="0054440D" w:rsidRPr="00C66878">
        <w:t xml:space="preserve">z obsahu smlouvy nebo potvrzení o její existenci vyplývá závazek jiné osoby plnit veřejnou zakázku </w:t>
      </w:r>
      <w:r w:rsidR="0054440D" w:rsidRPr="00C66878">
        <w:rPr>
          <w:b/>
        </w:rPr>
        <w:t>společně a nerozdílně s dodavatelem</w:t>
      </w:r>
      <w:r>
        <w:t xml:space="preserve">. </w:t>
      </w:r>
      <w:r w:rsidR="00A066DE"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0054440D" w:rsidRPr="0054440D">
        <w:rPr>
          <w:b/>
          <w:color w:val="000000"/>
        </w:rPr>
        <w:t xml:space="preserve"> </w:t>
      </w:r>
      <w:r w:rsidR="0054440D">
        <w:rPr>
          <w:b/>
          <w:color w:val="000000"/>
        </w:rPr>
        <w:t xml:space="preserve">ze smlouvy nebo potvrzení o její existenci </w:t>
      </w:r>
      <w:r w:rsidR="0054440D" w:rsidRPr="00E86BE3">
        <w:rPr>
          <w:b/>
          <w:color w:val="000000"/>
        </w:rPr>
        <w:t>vyplývat závazek, že jiná osoba bude vykonávat</w:t>
      </w:r>
      <w:r w:rsidR="002624A3">
        <w:rPr>
          <w:b/>
          <w:color w:val="000000"/>
        </w:rPr>
        <w:t xml:space="preserve"> služby</w:t>
      </w:r>
      <w:r w:rsidR="0054440D" w:rsidRPr="00E86BE3">
        <w:rPr>
          <w:b/>
          <w:color w:val="000000"/>
        </w:rPr>
        <w:t>, ke kterým se prokazované kritérium kvalifikace vztahuje</w:t>
      </w:r>
      <w:r w:rsidRPr="0006499F">
        <w:rPr>
          <w:rStyle w:val="Tun9b"/>
        </w:rPr>
        <w:t>.</w:t>
      </w:r>
      <w:r>
        <w:t xml:space="preserve"> </w:t>
      </w:r>
    </w:p>
    <w:p w14:paraId="2D9BB618" w14:textId="0BC5D644" w:rsidR="0035531B" w:rsidRDefault="0054440D"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 xml:space="preserve">Jiná osoba prokazuje základní způsobilost podle § </w:t>
      </w:r>
      <w:r w:rsidR="0035531B">
        <w:lastRenderedPageBreak/>
        <w:t>74 ZZVZ</w:t>
      </w:r>
      <w:r w:rsidR="00845C50">
        <w:t xml:space="preserve"> a </w:t>
      </w:r>
      <w:r w:rsidR="0035531B">
        <w:t xml:space="preserve">profesní způsobilost podle § 77 odst. 1 obdobnými doklady, jež je povinen předložit dodavatel. </w:t>
      </w:r>
    </w:p>
    <w:p w14:paraId="49A57E3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CE74F4E" w14:textId="294739B2" w:rsidR="0035531B" w:rsidRDefault="0035531B" w:rsidP="0096495B">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2  ZZVZ</w:t>
      </w:r>
      <w:proofErr w:type="gramEnd"/>
      <w:r>
        <w:t xml:space="preserve">, že musí být plněny vlastními prostředky dodavatele. </w:t>
      </w:r>
      <w:r w:rsidR="00A066DE" w:rsidRPr="00A066DE">
        <w:t>Tyto části jsou podrobně specifikovány v čl. 9.3 těchto Pokynů</w:t>
      </w:r>
      <w:r w:rsidR="00A239FA">
        <w:t xml:space="preserve"> (viz níže, je-li tak v čl. 9.3 těchto Pokynů stanoveno)</w:t>
      </w:r>
      <w:r w:rsidR="00A066DE" w:rsidRPr="00A066DE">
        <w:t xml:space="preserve">. Toto omezení se nevztahuje na osoby, které s dodavatelem </w:t>
      </w:r>
      <w:proofErr w:type="gramStart"/>
      <w:r w:rsidR="00A066DE" w:rsidRPr="00A066DE">
        <w:t>tvoří</w:t>
      </w:r>
      <w:proofErr w:type="gramEnd"/>
      <w:r w:rsidR="00A066DE" w:rsidRPr="00A066DE">
        <w:t xml:space="preserve"> koncern</w:t>
      </w:r>
      <w:r w:rsidR="00B577D5">
        <w:t xml:space="preserve"> (za splnění podmínek uvedených v čl. 9.3 těchto Pokynů)</w:t>
      </w:r>
      <w:r w:rsidR="00A066DE" w:rsidRPr="00A066DE">
        <w:t>. Jejich prostřednictvím dodavatel může za splnění ostatních podmínek dle § 83 ZZVZ prokazovat i tyto části kvalifikace</w:t>
      </w:r>
      <w:r>
        <w:t>.</w:t>
      </w:r>
    </w:p>
    <w:p w14:paraId="6EE4AA2B" w14:textId="0385F822" w:rsidR="0054440D" w:rsidRDefault="0054440D" w:rsidP="0054440D">
      <w:pPr>
        <w:pStyle w:val="Text1-1"/>
        <w:rPr>
          <w:b/>
        </w:rPr>
      </w:pPr>
      <w:r w:rsidRPr="00DC3174">
        <w:rPr>
          <w:rStyle w:val="Tun9b"/>
        </w:rPr>
        <w:t>Změny</w:t>
      </w:r>
      <w:r w:rsidRPr="00DC3174">
        <w:rPr>
          <w:b/>
        </w:rPr>
        <w:t xml:space="preserve"> v kvalifikaci</w:t>
      </w:r>
      <w:r w:rsidR="00D01661" w:rsidRPr="00D01661">
        <w:rPr>
          <w:b/>
        </w:rPr>
        <w:t xml:space="preserve"> </w:t>
      </w:r>
      <w:r w:rsidR="00D01661">
        <w:rPr>
          <w:b/>
        </w:rPr>
        <w:t>účastníka zadávacího řízení</w:t>
      </w:r>
    </w:p>
    <w:p w14:paraId="0B7B449E" w14:textId="49018E34" w:rsidR="0054440D" w:rsidRDefault="0054440D" w:rsidP="0096495B">
      <w:pPr>
        <w:pStyle w:val="Textbezslovn"/>
      </w:pPr>
      <w:r>
        <w:t>Pokud po předložení dokladů nebo prohlášení o kvalifikaci dojde v průběhu zadávacího řízení ke změně kvalifikace</w:t>
      </w:r>
      <w:r w:rsidR="00D01661" w:rsidRPr="00D01661">
        <w:t xml:space="preserve"> </w:t>
      </w:r>
      <w:r w:rsidR="00D01661">
        <w:t>účastníka zadávacího řízení</w:t>
      </w:r>
      <w:r>
        <w:t xml:space="preserve">, je </w:t>
      </w:r>
      <w:r w:rsidR="00D01661">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13040657" w14:textId="082D3F25" w:rsidR="0054440D" w:rsidRDefault="0054440D" w:rsidP="0054440D">
      <w:pPr>
        <w:pStyle w:val="Textbezslovn"/>
        <w:spacing w:after="0"/>
      </w:pPr>
      <w:r>
        <w:t>a) podmínky kvalifikace jsou nadále splněny a</w:t>
      </w:r>
    </w:p>
    <w:p w14:paraId="1C740023" w14:textId="77777777" w:rsidR="0054440D" w:rsidRDefault="0054440D" w:rsidP="0054440D">
      <w:pPr>
        <w:pStyle w:val="Textbezslovn"/>
        <w:spacing w:after="0"/>
      </w:pPr>
      <w:r>
        <w:t>b) nedošlo k ovlivnění kritérií hodnocení nabídek.</w:t>
      </w:r>
    </w:p>
    <w:p w14:paraId="022E2844" w14:textId="77777777" w:rsidR="0054440D" w:rsidRDefault="0054440D" w:rsidP="0054440D">
      <w:pPr>
        <w:pStyle w:val="Textbezslovn"/>
        <w:spacing w:after="0"/>
      </w:pPr>
    </w:p>
    <w:p w14:paraId="7CEAEB3B" w14:textId="5ECD39C5" w:rsidR="0054440D" w:rsidRPr="00DC3174" w:rsidRDefault="0054440D" w:rsidP="0054440D">
      <w:pPr>
        <w:pStyle w:val="Textbezslovn"/>
        <w:spacing w:after="0"/>
        <w:rPr>
          <w:b/>
        </w:rPr>
      </w:pPr>
      <w:r w:rsidRPr="0062553C">
        <w:t xml:space="preserve">Zadavatel může vyloučit účastníka zadávacího řízení, pokud prokáže, že účastník zadávacího řízení nesplnil povinnost podle </w:t>
      </w:r>
      <w:r>
        <w:t>předchozího odstavce.</w:t>
      </w:r>
    </w:p>
    <w:p w14:paraId="512D04B7" w14:textId="6EB2089B" w:rsidR="0035531B" w:rsidRDefault="0035531B" w:rsidP="00193D8F">
      <w:pPr>
        <w:pStyle w:val="Nadpis1-1"/>
      </w:pPr>
      <w:bookmarkStart w:id="16" w:name="_Toc156575267"/>
      <w:r>
        <w:t>DALŠÍ INFORMACE/DOKUMENTY PŘEDKLÁDANÉ DODAVATELEM</w:t>
      </w:r>
      <w:r w:rsidR="00092CC9">
        <w:t xml:space="preserve"> v </w:t>
      </w:r>
      <w:r>
        <w:t>NABÍDCE</w:t>
      </w:r>
      <w:bookmarkEnd w:id="16"/>
    </w:p>
    <w:p w14:paraId="471ABF0B"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15195105"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8E5D9D">
        <w:t xml:space="preserve"> </w:t>
      </w:r>
      <w:r w:rsidR="00EA69BF">
        <w:t>Zadavatel stanovuje zadávací podmínku, že n</w:t>
      </w:r>
      <w:r w:rsidR="009717D4" w:rsidRPr="004B09BF">
        <w:t xml:space="preserve">abídka účastníka </w:t>
      </w:r>
      <w:r w:rsidR="009717D4">
        <w:t xml:space="preserve">zadávacího </w:t>
      </w:r>
      <w:r w:rsidR="009717D4" w:rsidRPr="004B09BF">
        <w:t xml:space="preserve">řízení musí být mj. i v souladu se zákonem </w:t>
      </w:r>
      <w:r w:rsidR="009717D4">
        <w:t>č</w:t>
      </w:r>
      <w:r w:rsidR="009717D4" w:rsidRPr="000D22AD">
        <w:t>. 159/2006 Sb., o střetu zájmů, ve znění pozdějších předpisů</w:t>
      </w:r>
      <w:r w:rsidR="009717D4" w:rsidRPr="004B09BF">
        <w:t xml:space="preserve"> </w:t>
      </w:r>
      <w:r w:rsidR="009717D4">
        <w:t xml:space="preserve">(dále jen „zákon </w:t>
      </w:r>
      <w:r w:rsidR="009717D4" w:rsidRPr="004B09BF">
        <w:t>o střetu zájmů</w:t>
      </w:r>
      <w:r w:rsidR="009717D4">
        <w:t>“)</w:t>
      </w:r>
      <w:r w:rsidR="00625194" w:rsidRPr="00625194">
        <w:t xml:space="preserve"> </w:t>
      </w:r>
      <w:r w:rsidR="00625194">
        <w:t xml:space="preserve">a zadavatel </w:t>
      </w:r>
      <w:r w:rsidR="00625194" w:rsidRPr="00895982">
        <w:t xml:space="preserve">požaduje, aby dodavatel a </w:t>
      </w:r>
      <w:r w:rsidR="00625194">
        <w:t xml:space="preserve">každý </w:t>
      </w:r>
      <w:r w:rsidR="00625194" w:rsidRPr="00895982">
        <w:t xml:space="preserve">jeho poddodavatel, prostřednictvím kterého prokazuje kvalifikaci, nebyli ve střetu zájmů dle § 4b </w:t>
      </w:r>
      <w:r w:rsidR="00625194">
        <w:t>z</w:t>
      </w:r>
      <w:r w:rsidR="00625194" w:rsidRPr="00895982">
        <w:t>ákona o střetu zájmů</w:t>
      </w:r>
      <w:r w:rsidR="009717D4">
        <w:t xml:space="preserve">. Součástí formuláře </w:t>
      </w:r>
      <w:r w:rsidR="009717D4" w:rsidRPr="00B71CC3">
        <w:t>obsaženého v Příloze č. 1 t</w:t>
      </w:r>
      <w:r w:rsidR="009717D4">
        <w:t xml:space="preserve">ěchto Pokynů proto bude </w:t>
      </w:r>
      <w:r w:rsidR="009717D4" w:rsidRPr="000D22AD">
        <w:t xml:space="preserve">prohlášení ke střetu zájmů ve smyslu ustanovení § 4b zákona </w:t>
      </w:r>
      <w:r w:rsidR="009717D4">
        <w:t>o</w:t>
      </w:r>
      <w:r w:rsidR="009717D4" w:rsidRPr="000D22AD">
        <w:t xml:space="preserve"> střetu zájmů</w:t>
      </w:r>
      <w:r w:rsidR="009717D4">
        <w:t>.</w:t>
      </w:r>
    </w:p>
    <w:p w14:paraId="27993C95"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CB5F53F" w14:textId="3BFD8C85" w:rsidR="0035531B" w:rsidRDefault="00A066DE" w:rsidP="00A066DE">
      <w:pPr>
        <w:pStyle w:val="Odrka1-1"/>
      </w:pPr>
      <w:r w:rsidRPr="00A066DE">
        <w:t>Doklady za účelem hodnocení</w:t>
      </w:r>
      <w:r w:rsidR="000919CA" w:rsidRPr="000919CA">
        <w:t xml:space="preserve"> </w:t>
      </w:r>
      <w:r w:rsidR="000919CA">
        <w:t>dílčího hodnotícího kritéria Zkušenosti vybraných členů odborného personálu dodavatele</w:t>
      </w:r>
      <w:r w:rsidRPr="00A066DE">
        <w:t xml:space="preserve">, tj. </w:t>
      </w:r>
      <w:r w:rsidR="001A72D0">
        <w:t>Seznam zkušeností hodnocených členů odborného personálu dodavatele předložený v nabídce ve formě obsažené v Příloze č. 9 těchto Pokynů včetně zadavatelem požadovaných dokladů</w:t>
      </w:r>
      <w:r w:rsidR="0094325D">
        <w:t>, jež mají být k tomuto seznamu přiloženy</w:t>
      </w:r>
      <w:r w:rsidR="004F5411">
        <w:t xml:space="preserve"> (požadavky jsou podrobně uvedeny v čl. 16 těchto Pokynů</w:t>
      </w:r>
      <w:r w:rsidR="00F77DC7">
        <w:t>)</w:t>
      </w:r>
      <w:r w:rsidR="0035531B">
        <w:t xml:space="preserve">. </w:t>
      </w:r>
    </w:p>
    <w:p w14:paraId="2B8E58EA" w14:textId="68EAF887" w:rsidR="00A066DE" w:rsidRDefault="00A066DE" w:rsidP="00A066DE">
      <w:pPr>
        <w:pStyle w:val="Odrka1-1"/>
      </w:pPr>
      <w:r w:rsidRPr="00A066DE">
        <w:lastRenderedPageBreak/>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180800">
        <w:t>e</w:t>
      </w:r>
      <w:r>
        <w:t> </w:t>
      </w:r>
      <w:r w:rsidR="00180800" w:rsidRPr="00A066DE">
        <w:t>Z</w:t>
      </w:r>
      <w:r w:rsidR="00180800">
        <w:t>vláštních technických podmínkách</w:t>
      </w:r>
      <w:r>
        <w:t>.</w:t>
      </w:r>
    </w:p>
    <w:p w14:paraId="194D3D12" w14:textId="7743C365" w:rsidR="00404ACA" w:rsidRDefault="00404ACA" w:rsidP="00A066DE">
      <w:pPr>
        <w:pStyle w:val="Odrka1-1"/>
      </w:pPr>
      <w:r>
        <w:t xml:space="preserve">Dodavatel je povinen předložit ve své nabídce čestné prohlášení </w:t>
      </w:r>
      <w:r w:rsidRPr="00010882">
        <w:rPr>
          <w:lang w:eastAsia="cs-CZ"/>
        </w:rPr>
        <w:t xml:space="preserve">o splnění podmínek v souvislosti </w:t>
      </w:r>
      <w:r w:rsidR="002440E6">
        <w:rPr>
          <w:lang w:eastAsia="cs-CZ"/>
        </w:rPr>
        <w:t>s mezinárodními sankcemi</w:t>
      </w:r>
      <w:r w:rsidR="00D82FEC">
        <w:rPr>
          <w:lang w:eastAsia="cs-CZ"/>
        </w:rPr>
        <w:t xml:space="preserve"> </w:t>
      </w:r>
      <w:r>
        <w:t>zpracované ve formě formuláře dle Přílohy č. 10 těchto Pokynů.</w:t>
      </w:r>
    </w:p>
    <w:p w14:paraId="0EF5D97C" w14:textId="77777777" w:rsidR="0035531B" w:rsidRDefault="0035531B" w:rsidP="0035531B">
      <w:pPr>
        <w:pStyle w:val="Text1-1"/>
      </w:pPr>
      <w:r>
        <w:t>Podání nabídky společně několika dodavateli:</w:t>
      </w:r>
    </w:p>
    <w:p w14:paraId="08A520AC"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Default="00A066DE" w:rsidP="00A066DE">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w:t>
      </w:r>
      <w:proofErr w:type="gramStart"/>
      <w:r>
        <w:t>doloží</w:t>
      </w:r>
      <w:proofErr w:type="gramEnd"/>
      <w:r>
        <w:t xml:space="preserve"> kopií smlouvy či jiného dokumentu, ze kterého bude daná skutečnost vyplývat, který přiloží k Příloze č. 3 těchto Pokynů.</w:t>
      </w:r>
    </w:p>
    <w:p w14:paraId="42CC087E" w14:textId="77777777"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2F5A7B8A"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w:t>
      </w:r>
      <w:proofErr w:type="gramStart"/>
      <w:r>
        <w:t>doručená</w:t>
      </w:r>
      <w:proofErr w:type="gramEnd"/>
      <w:r>
        <w:t xml:space="preserve"> resp. odeslaná okamžikem doručení, resp. odeslání tomuto společníkovi</w:t>
      </w:r>
      <w:r w:rsidR="0035531B">
        <w:t>.</w:t>
      </w:r>
    </w:p>
    <w:p w14:paraId="3825A898" w14:textId="77777777" w:rsidR="0035531B" w:rsidRPr="0060115D" w:rsidRDefault="0035531B" w:rsidP="0035531B">
      <w:pPr>
        <w:pStyle w:val="Text1-1"/>
        <w:rPr>
          <w:rStyle w:val="Tun9b"/>
        </w:rPr>
      </w:pPr>
      <w:r w:rsidRPr="0060115D">
        <w:rPr>
          <w:rStyle w:val="Tun9b"/>
        </w:rPr>
        <w:t>Poddodavatelské omezení</w:t>
      </w:r>
    </w:p>
    <w:p w14:paraId="17C1AC22" w14:textId="0B300AAE" w:rsidR="0035531B" w:rsidRPr="00114DEE" w:rsidRDefault="00AD3565" w:rsidP="00AD3565">
      <w:pPr>
        <w:pStyle w:val="Odrka1-1"/>
      </w:pPr>
      <w:r w:rsidRPr="00AD3565">
        <w:t xml:space="preserve">Zadavatel si dle § 105 odst. 2 ZZVZ vyhrazuje požadavek, že níže uvedené významné činnosti při plnění veřejné zakázky musí být plněny přímo vybraným dodavatelem (resp. některým z dodavatelů, kteří případně podali nabídku v rámci společné účasti), </w:t>
      </w:r>
      <w:r w:rsidR="00E57E67">
        <w:lastRenderedPageBreak/>
        <w:t>tak</w:t>
      </w:r>
      <w:r w:rsidRPr="00AD3565">
        <w:t xml:space="preserve">že </w:t>
      </w:r>
      <w:r w:rsidRPr="00114DEE">
        <w:t xml:space="preserve">části plnění veřejné zakázky věcně odpovídající níže uvedeným oborům či činnostem musí být prováděny vlastními prostředky </w:t>
      </w:r>
      <w:r w:rsidR="00B01656" w:rsidRPr="00114DEE">
        <w:t xml:space="preserve">vybraného </w:t>
      </w:r>
      <w:r w:rsidRPr="00114DEE">
        <w:t>dodavatele</w:t>
      </w:r>
      <w:r w:rsidR="0035531B" w:rsidRPr="00114DEE">
        <w:t>:</w:t>
      </w:r>
    </w:p>
    <w:p w14:paraId="50EAAAD0" w14:textId="77777777" w:rsidR="0063017A" w:rsidRPr="00114DEE" w:rsidRDefault="0063017A" w:rsidP="0063017A">
      <w:pPr>
        <w:pStyle w:val="Odrka1-2-"/>
        <w:numPr>
          <w:ilvl w:val="2"/>
          <w:numId w:val="36"/>
        </w:numPr>
        <w:tabs>
          <w:tab w:val="left" w:pos="708"/>
        </w:tabs>
        <w:spacing w:after="0"/>
        <w:rPr>
          <w:rFonts w:ascii="Verdana" w:hAnsi="Verdana"/>
          <w:iCs/>
        </w:rPr>
      </w:pPr>
      <w:r w:rsidRPr="00114DEE">
        <w:rPr>
          <w:rFonts w:ascii="Verdana" w:hAnsi="Verdana"/>
          <w:iCs/>
        </w:rPr>
        <w:t>Zajištění uzavření smluv na majetkoprávní vypořádání včetně vypracování návrhů smluv, jejich projednání s vlastníky a zajištění vkladů práv dle takto uzavřených smluv do katastru nemovitostí;</w:t>
      </w:r>
    </w:p>
    <w:p w14:paraId="55A7DC61" w14:textId="77777777" w:rsidR="0063017A" w:rsidRPr="00114DEE" w:rsidRDefault="0063017A" w:rsidP="0063017A">
      <w:pPr>
        <w:pStyle w:val="Odrka1-2-"/>
        <w:numPr>
          <w:ilvl w:val="2"/>
          <w:numId w:val="36"/>
        </w:numPr>
        <w:tabs>
          <w:tab w:val="left" w:pos="708"/>
        </w:tabs>
        <w:spacing w:after="0"/>
        <w:rPr>
          <w:rFonts w:ascii="Verdana" w:hAnsi="Verdana"/>
          <w:iCs/>
        </w:rPr>
      </w:pPr>
      <w:r w:rsidRPr="00114DEE">
        <w:rPr>
          <w:rFonts w:ascii="Verdana" w:hAnsi="Verdana"/>
          <w:iCs/>
        </w:rPr>
        <w:t>Výkon činnosti Vedoucího týmu;</w:t>
      </w:r>
    </w:p>
    <w:p w14:paraId="23BE67E1" w14:textId="77777777" w:rsidR="0063017A" w:rsidRPr="00114DEE" w:rsidRDefault="0063017A" w:rsidP="0063017A">
      <w:pPr>
        <w:pStyle w:val="Odrka1-2-"/>
        <w:numPr>
          <w:ilvl w:val="2"/>
          <w:numId w:val="36"/>
        </w:numPr>
        <w:tabs>
          <w:tab w:val="left" w:pos="708"/>
        </w:tabs>
        <w:spacing w:after="0"/>
        <w:rPr>
          <w:rFonts w:ascii="Verdana" w:hAnsi="Verdana"/>
          <w:iCs/>
        </w:rPr>
      </w:pPr>
      <w:r w:rsidRPr="00114DEE">
        <w:rPr>
          <w:rFonts w:ascii="Verdana" w:hAnsi="Verdana"/>
          <w:iCs/>
        </w:rPr>
        <w:t>Výkon činnosti Specialisty na inženýrskou činnost.</w:t>
      </w:r>
    </w:p>
    <w:p w14:paraId="21DFE2EB" w14:textId="46E3E512" w:rsidR="00FE7ABE" w:rsidRPr="00114DEE" w:rsidRDefault="00FE7ABE" w:rsidP="00FE7ABE">
      <w:pPr>
        <w:pStyle w:val="Odrka1-1"/>
      </w:pPr>
      <w:r w:rsidRPr="00114DEE">
        <w:t xml:space="preserve">Vlastními prostředky se rozumí, že dodavatel disponuje lidskými zdroji nezbytnými k provedení příslušné části Díla. Pod pojmem disponovat se rozumí, že dodavatel nebo osoby tvořící s ním koncern mají lidské zdroje zajištěné osobami, které jsou k dodavateli nebo osobám tvořícím s dodavatelem koncern v pracovněprávním vztahu. Za práce provedené vlastními prostředky se považují i práce provedené osobami, které společně se Zhotovitelem </w:t>
      </w:r>
      <w:proofErr w:type="gramStart"/>
      <w:r w:rsidRPr="00114DEE">
        <w:t>tvoří</w:t>
      </w:r>
      <w:proofErr w:type="gramEnd"/>
      <w:r w:rsidRPr="00114DEE">
        <w:t xml:space="preserve"> koncern ve smyslu § 79 zákona č. 90/2012, o obchodních společnostech a družstvech (zákon o obchodních korporacích).</w:t>
      </w:r>
    </w:p>
    <w:p w14:paraId="6ED0AA18" w14:textId="1996A6FB" w:rsidR="0063017A" w:rsidRPr="00114DEE" w:rsidRDefault="0063017A" w:rsidP="0063017A">
      <w:pPr>
        <w:pStyle w:val="Odrka1-1"/>
      </w:pPr>
      <w:r w:rsidRPr="00114DEE">
        <w:t xml:space="preserve">Výše uvedené vyhrazené části plnění veřejné zakázky jsou tvořeny činnostmi, jejichž plnění má zásadní vliv na kvalitu a rozsah zadavatelem požadovaných prací, tj. zadavatel je považuje za zásadní z pohledu realizace veřejné zakázky. Vyhrazená plnění mají zásadní vliv na řádné provedení majetkoprávního vypořádání, jež má zadavateli umožnit zahájení stavebních prací na předmětné stavbě dráhy. Protože osobou zaručující ve vztahu k zadavateli </w:t>
      </w:r>
      <w:r w:rsidR="00EC139D" w:rsidRPr="00114DEE">
        <w:t xml:space="preserve">k </w:t>
      </w:r>
      <w:r w:rsidRPr="00114DEE">
        <w:t>naplnění koordinace jednotlivých profesí je přímo zhotovitel (nikoliv jeho poddodavatelé), požaduje zadavatel, aby plnění vyhrazené části zakázky nebylo plněno poddodavatelem, ale přímo dodavatelem, vůči kterému může zadavatel na základě uzavřené smlouvy o dílo uplatňovat přímý vliv.</w:t>
      </w:r>
    </w:p>
    <w:p w14:paraId="3865764A" w14:textId="77777777" w:rsidR="00FE7ABE" w:rsidRPr="00114DEE" w:rsidRDefault="00FE7ABE" w:rsidP="006F1DC5">
      <w:pPr>
        <w:pStyle w:val="Odrka1-1"/>
      </w:pPr>
      <w:r w:rsidRPr="00114DEE">
        <w:t>Zadavatel v souladu se ZZVZ a s účelem zadavatelem provedené výhrady uvedené výše v tomto článku 9.3 označuje níže ty požadavky na prokázání kvalifikace, které svým obsahem odpovídají rozsahu, v němž je plnění veřejné zakázky postupem dle § 105 odst. 2 ZZVZ vyhrazeno. Splnění těchto požadavků na prokázání kvalifikace tedy nesmí být postupem dle § 83 ZZVZ prokazováno prostřednictvím poddodavatelů:</w:t>
      </w:r>
    </w:p>
    <w:p w14:paraId="57D3154A" w14:textId="1D965615" w:rsidR="00BD784F" w:rsidRPr="00114DEE" w:rsidRDefault="00BD784F" w:rsidP="006F1DC5">
      <w:pPr>
        <w:pStyle w:val="Odrka1-2-"/>
        <w:numPr>
          <w:ilvl w:val="0"/>
          <w:numId w:val="0"/>
        </w:numPr>
        <w:tabs>
          <w:tab w:val="left" w:pos="708"/>
        </w:tabs>
        <w:ind w:left="1077"/>
        <w:rPr>
          <w:rFonts w:ascii="Verdana" w:hAnsi="Verdana"/>
          <w:i/>
          <w:iCs/>
          <w:lang w:eastAsia="cs-CZ"/>
        </w:rPr>
      </w:pPr>
      <w:r w:rsidRPr="00114DEE">
        <w:rPr>
          <w:rFonts w:ascii="Verdana" w:hAnsi="Verdana"/>
          <w:i/>
          <w:iCs/>
        </w:rPr>
        <w:t>-</w:t>
      </w:r>
      <w:r w:rsidRPr="00114DEE">
        <w:rPr>
          <w:rFonts w:ascii="Verdana" w:hAnsi="Verdana"/>
          <w:iCs/>
        </w:rPr>
        <w:t xml:space="preserve"> </w:t>
      </w:r>
      <w:r w:rsidR="00FE7ABE" w:rsidRPr="00114DEE">
        <w:rPr>
          <w:rFonts w:ascii="Verdana" w:hAnsi="Verdana"/>
          <w:iCs/>
        </w:rPr>
        <w:t xml:space="preserve">profesní způsobilost týkající se oprávnění k podnikání v rozsahu živnosti </w:t>
      </w:r>
      <w:r w:rsidR="00FE7ABE" w:rsidRPr="00114DEE">
        <w:rPr>
          <w:rFonts w:ascii="Verdana" w:hAnsi="Verdana"/>
          <w:iCs/>
          <w:lang w:eastAsia="cs-CZ"/>
        </w:rPr>
        <w:t>Poradenská a konzultační činnost, zpracování odborných studií a posudků (zadavatel uzná za doklad o oprávnění k podnikání pro tuto činnost rovněž výpis z živnostenského rejstříku nebo živnostenský list či listy dokládající oprávnění dodavatele k podnikání v předmětu (či předmětech), který bude zadavatelem požadované činnosti obsahově odpovídat a bude dodavatele opravňovat k výkonu předmětné či obsahově obdobné činnosti, např. Realitní zprostředkování, Projektová činnost ve výstavbě, apod.);</w:t>
      </w:r>
    </w:p>
    <w:p w14:paraId="37FDBB01" w14:textId="409A3E45" w:rsidR="00FE7ABE" w:rsidRPr="00114DEE" w:rsidRDefault="00BD784F" w:rsidP="006F1DC5">
      <w:pPr>
        <w:pStyle w:val="Odrka1-2-"/>
        <w:numPr>
          <w:ilvl w:val="0"/>
          <w:numId w:val="0"/>
        </w:numPr>
        <w:tabs>
          <w:tab w:val="left" w:pos="708"/>
        </w:tabs>
        <w:ind w:left="1077"/>
        <w:rPr>
          <w:rFonts w:ascii="Verdana" w:hAnsi="Verdana"/>
          <w:iCs/>
        </w:rPr>
      </w:pPr>
      <w:r w:rsidRPr="00114DEE">
        <w:rPr>
          <w:rFonts w:ascii="Verdana" w:hAnsi="Verdana"/>
          <w:iCs/>
        </w:rPr>
        <w:t xml:space="preserve">- </w:t>
      </w:r>
      <w:r w:rsidR="00FE7ABE" w:rsidRPr="00114DEE">
        <w:rPr>
          <w:rFonts w:ascii="Verdana" w:hAnsi="Verdana"/>
          <w:iCs/>
        </w:rPr>
        <w:t>požadavek kritéria technické kvalifikace na doložení alespoň dvou služeb z požadovaných významných služeb v čl. 8.4 těchto Pokynů, jejímž předmětem byly následující činnosti:</w:t>
      </w:r>
    </w:p>
    <w:p w14:paraId="1BFBE337" w14:textId="671B77D2" w:rsidR="00FE7ABE" w:rsidRPr="00114DEE" w:rsidRDefault="00BD784F" w:rsidP="006F1DC5">
      <w:pPr>
        <w:pStyle w:val="Odrka1-2-"/>
        <w:numPr>
          <w:ilvl w:val="0"/>
          <w:numId w:val="0"/>
        </w:numPr>
        <w:tabs>
          <w:tab w:val="left" w:pos="708"/>
        </w:tabs>
        <w:ind w:left="1531" w:hanging="454"/>
        <w:rPr>
          <w:rFonts w:ascii="Verdana" w:hAnsi="Verdana"/>
          <w:bCs/>
          <w:iCs/>
        </w:rPr>
      </w:pPr>
      <w:r w:rsidRPr="00114DEE">
        <w:rPr>
          <w:rFonts w:ascii="Verdana" w:hAnsi="Verdana"/>
          <w:b/>
          <w:bCs/>
          <w:i/>
          <w:iCs/>
        </w:rPr>
        <w:tab/>
      </w:r>
      <w:r w:rsidRPr="00114DEE">
        <w:rPr>
          <w:rFonts w:ascii="Verdana" w:hAnsi="Verdana"/>
          <w:bCs/>
          <w:iCs/>
        </w:rPr>
        <w:t xml:space="preserve">- </w:t>
      </w:r>
      <w:r w:rsidR="00FE7ABE" w:rsidRPr="00114DEE">
        <w:rPr>
          <w:rFonts w:ascii="Verdana" w:hAnsi="Verdana"/>
          <w:b/>
          <w:iCs/>
        </w:rPr>
        <w:t xml:space="preserve">zajištění majetkoprávního vypořádání v rozsahu nejméně </w:t>
      </w:r>
      <w:r w:rsidR="0063017A" w:rsidRPr="00114DEE">
        <w:rPr>
          <w:rFonts w:ascii="Verdana" w:hAnsi="Verdana"/>
          <w:b/>
          <w:iCs/>
        </w:rPr>
        <w:t>7</w:t>
      </w:r>
      <w:r w:rsidR="00FE7ABE" w:rsidRPr="00114DEE">
        <w:rPr>
          <w:rFonts w:ascii="Verdana" w:hAnsi="Verdana"/>
          <w:b/>
          <w:iCs/>
        </w:rPr>
        <w:t>0 uzavřených smluv, jejichž předmětem byl převod vlastnického práva nebo práva hospodařit k pozemkům a stavbám nebo zřízení věcného břemene-služebnosti, včetně vkladu práv dle těchto smluv do katastru nemovitostí</w:t>
      </w:r>
    </w:p>
    <w:p w14:paraId="29488442" w14:textId="45729439" w:rsidR="00FE7ABE" w:rsidRPr="00114DEE" w:rsidRDefault="00BD784F" w:rsidP="006F1DC5">
      <w:pPr>
        <w:pStyle w:val="Odrka1-2-"/>
        <w:numPr>
          <w:ilvl w:val="0"/>
          <w:numId w:val="0"/>
        </w:numPr>
        <w:tabs>
          <w:tab w:val="left" w:pos="708"/>
        </w:tabs>
        <w:ind w:left="1077"/>
        <w:rPr>
          <w:rFonts w:ascii="Verdana" w:hAnsi="Verdana"/>
          <w:iCs/>
        </w:rPr>
      </w:pPr>
      <w:r w:rsidRPr="00114DEE">
        <w:rPr>
          <w:rFonts w:ascii="Verdana" w:hAnsi="Verdana"/>
          <w:iCs/>
        </w:rPr>
        <w:t xml:space="preserve">- </w:t>
      </w:r>
      <w:r w:rsidR="00FE7ABE" w:rsidRPr="00114DEE">
        <w:rPr>
          <w:rFonts w:ascii="Verdana" w:hAnsi="Verdana"/>
          <w:iCs/>
        </w:rPr>
        <w:t>požadavek kritéria technické kvalifikace na předložení seznamu odborného personálu dodavatele v rozsahu funkcí Vedoucí týmu a Specialisty na inženýrskou činnost.</w:t>
      </w:r>
    </w:p>
    <w:p w14:paraId="2050D8AC" w14:textId="6DB7F140" w:rsidR="00BC6D2B" w:rsidRPr="00114DEE" w:rsidRDefault="00D904C8" w:rsidP="00465FDD">
      <w:pPr>
        <w:pStyle w:val="Text1-1"/>
      </w:pPr>
      <w:r w:rsidRPr="00114DEE">
        <w:t>Závazný n</w:t>
      </w:r>
      <w:r w:rsidR="00465FDD" w:rsidRPr="00114DEE">
        <w:t>ávrh smlouvy na plnění této veřejné zakázky</w:t>
      </w:r>
      <w:r w:rsidR="00BC6D2B" w:rsidRPr="00114DEE">
        <w:t>:</w:t>
      </w:r>
    </w:p>
    <w:p w14:paraId="5894FB40" w14:textId="77777777" w:rsidR="00465FDD" w:rsidRPr="00114DEE" w:rsidRDefault="00465FDD" w:rsidP="00465FDD">
      <w:pPr>
        <w:pStyle w:val="Odrka1-1"/>
      </w:pPr>
      <w:r w:rsidRPr="00114DEE">
        <w:t xml:space="preserve">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w:t>
      </w:r>
      <w:r w:rsidRPr="00114DEE">
        <w:lastRenderedPageBreak/>
        <w:t>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w:t>
      </w:r>
      <w:r w:rsidRPr="00C8652D">
        <w:t xml:space="preserve"> skutečnosti (za dodržení dále stanovených </w:t>
      </w:r>
      <w:r w:rsidRPr="00114DEE">
        <w:t>instrukcí):</w:t>
      </w:r>
    </w:p>
    <w:p w14:paraId="180E6F78" w14:textId="0ADDEC53" w:rsidR="00465FDD" w:rsidRPr="00114DEE" w:rsidRDefault="00465FDD" w:rsidP="00A619CA">
      <w:pPr>
        <w:pStyle w:val="Odrka1-2-"/>
      </w:pPr>
      <w:r w:rsidRPr="00114DEE">
        <w:t xml:space="preserve">do těla závazného vzoru smlouvy </w:t>
      </w:r>
      <w:r w:rsidR="00547AD2" w:rsidRPr="00114DEE">
        <w:t xml:space="preserve">v </w:t>
      </w:r>
      <w:r w:rsidRPr="00114DEE">
        <w:t xml:space="preserve">čl. </w:t>
      </w:r>
      <w:r w:rsidR="007C7545" w:rsidRPr="00114DEE">
        <w:t>4.1</w:t>
      </w:r>
      <w:r w:rsidR="00542DAA" w:rsidRPr="00114DEE">
        <w:t xml:space="preserve"> </w:t>
      </w:r>
      <w:r w:rsidRPr="00114DEE">
        <w:t>Cenu Díla bez DPH;</w:t>
      </w:r>
    </w:p>
    <w:p w14:paraId="7CD6FE8B" w14:textId="22B12A23" w:rsidR="00465FDD" w:rsidRPr="00114DEE" w:rsidRDefault="00465FDD" w:rsidP="00F348C0">
      <w:pPr>
        <w:pStyle w:val="Odrka1-2-"/>
      </w:pPr>
      <w:r w:rsidRPr="00114DEE">
        <w:t xml:space="preserve">do Přílohy č. </w:t>
      </w:r>
      <w:r w:rsidR="001D2CE8" w:rsidRPr="00114DEE">
        <w:t>2</w:t>
      </w:r>
      <w:r w:rsidRPr="00114DEE">
        <w:t xml:space="preserve"> závazného vzoru smlouvy s názvem Rozpis Ceny Díla:</w:t>
      </w:r>
    </w:p>
    <w:p w14:paraId="31316F03" w14:textId="3CAEBA1D" w:rsidR="00E66D96" w:rsidRPr="00114DEE" w:rsidRDefault="00E66D96" w:rsidP="006A37ED">
      <w:pPr>
        <w:pStyle w:val="Odrka1-2-"/>
        <w:numPr>
          <w:ilvl w:val="0"/>
          <w:numId w:val="0"/>
        </w:numPr>
        <w:ind w:left="1531"/>
      </w:pPr>
      <w:r w:rsidRPr="00114DEE">
        <w:t xml:space="preserve">Cenu za zpracování jednotlivých položek dle stanoveného množství. </w:t>
      </w:r>
      <w:r w:rsidR="00465FDD" w:rsidRPr="00114DEE">
        <w:t xml:space="preserve">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w:t>
      </w:r>
      <w:r w:rsidR="006A3C5A" w:rsidRPr="00114DEE">
        <w:t>4.1</w:t>
      </w:r>
      <w:r w:rsidR="00542DAA" w:rsidRPr="00114DEE">
        <w:t xml:space="preserve"> </w:t>
      </w:r>
      <w:r w:rsidR="00465FDD" w:rsidRPr="00114DEE">
        <w:t xml:space="preserve">závazného vzoru smlouvy. </w:t>
      </w:r>
    </w:p>
    <w:p w14:paraId="3DAD0639" w14:textId="3B47CBD1" w:rsidR="0035531B" w:rsidRDefault="00465FDD" w:rsidP="00465FDD">
      <w:pPr>
        <w:pStyle w:val="Odrka1-1"/>
      </w:pPr>
      <w:r w:rsidRPr="00114DEE">
        <w:t>V případě nabídky podávané fyzickou</w:t>
      </w:r>
      <w:r w:rsidR="00152485" w:rsidRPr="00114DEE">
        <w:t>,</w:t>
      </w:r>
      <w:r w:rsidRPr="00114DEE">
        <w:t xml:space="preserve"> a nikoliv právnickou osobou, jako dodavatelem, je dodavatel oprávněn upravit návrh</w:t>
      </w:r>
      <w:r w:rsidRPr="00C8652D">
        <w:t xml:space="preserve"> smlouvy</w:t>
      </w:r>
      <w:r>
        <w:t xml:space="preserve"> toliko s ohledem na tuto skutečnost</w:t>
      </w:r>
      <w:r w:rsidR="0035531B">
        <w:t>.</w:t>
      </w:r>
    </w:p>
    <w:p w14:paraId="31D47C4B" w14:textId="77777777" w:rsidR="0035531B" w:rsidRDefault="0035531B" w:rsidP="00BC6D2B">
      <w:pPr>
        <w:pStyle w:val="Nadpis1-1"/>
      </w:pPr>
      <w:bookmarkStart w:id="17" w:name="_Toc156575268"/>
      <w:r>
        <w:t>JAZYK NABÍDEK</w:t>
      </w:r>
      <w:r w:rsidR="008F0019" w:rsidRPr="008F0019">
        <w:t xml:space="preserve"> </w:t>
      </w:r>
      <w:r w:rsidR="008F0019">
        <w:t>A KOMUNIKAČNÍ JAZYK</w:t>
      </w:r>
      <w:bookmarkEnd w:id="17"/>
    </w:p>
    <w:p w14:paraId="3FB11CF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08B01F46" w14:textId="77AA488C"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066BAA">
        <w:t>ý</w:t>
      </w:r>
      <w:r>
        <w:t xml:space="preserve"> se </w:t>
      </w:r>
      <w:proofErr w:type="gramStart"/>
      <w:r>
        <w:t>předloží</w:t>
      </w:r>
      <w:proofErr w:type="gramEnd"/>
      <w:r>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8C2E1E">
        <w:t xml:space="preserve">písemným </w:t>
      </w:r>
      <w:r>
        <w:t>čestným prohlášením</w:t>
      </w:r>
      <w:r w:rsidR="0035531B">
        <w:t>.</w:t>
      </w:r>
    </w:p>
    <w:p w14:paraId="67AC6C1C" w14:textId="77777777" w:rsidR="0035531B" w:rsidRDefault="0035531B" w:rsidP="00BC6D2B">
      <w:pPr>
        <w:pStyle w:val="Nadpis1-1"/>
      </w:pPr>
      <w:bookmarkStart w:id="18" w:name="_Toc156575269"/>
      <w:r>
        <w:t>OBSAH</w:t>
      </w:r>
      <w:r w:rsidR="00845C50">
        <w:t xml:space="preserve"> a </w:t>
      </w:r>
      <w:r>
        <w:t>PODÁVÁNÍ NABÍDEK</w:t>
      </w:r>
      <w:bookmarkEnd w:id="18"/>
    </w:p>
    <w:p w14:paraId="5CBC6A67" w14:textId="66C7E10A" w:rsidR="00F348C0" w:rsidRDefault="00F348C0" w:rsidP="00570157">
      <w:pPr>
        <w:pStyle w:val="Text1-1"/>
      </w:pPr>
      <w:r w:rsidRPr="00F348C0">
        <w:t>Dodavatel může podat v zadávacím řízení jen jednu nabídku</w:t>
      </w:r>
      <w:r w:rsidR="00570157" w:rsidRPr="00570157">
        <w:t xml:space="preserve"> </w:t>
      </w:r>
      <w:r w:rsidR="00914F0D" w:rsidRPr="00283302">
        <w:t>(samostatně nebo společně s dalšími dodavateli)</w:t>
      </w:r>
      <w:r w:rsidR="00914F0D">
        <w:t xml:space="preserve"> </w:t>
      </w:r>
      <w:r w:rsidR="00570157"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xml:space="preserve">.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w:t>
      </w:r>
      <w:proofErr w:type="gramStart"/>
      <w:r w:rsidRPr="00F348C0">
        <w:t>doručí</w:t>
      </w:r>
      <w:proofErr w:type="gramEnd"/>
      <w:r w:rsidRPr="00F348C0">
        <w:t xml:space="preserve"> do konce lhůty pro podání nabídek stanovené v oznámení o zahájení zadávacího řízení – </w:t>
      </w:r>
      <w:r w:rsidR="000E7F51">
        <w:t>sektorová veřejná zakázka</w:t>
      </w:r>
      <w:r w:rsidRPr="00F348C0">
        <w:t xml:space="preserve">, a to prostřednictvím elektronického nástroje E-ZAK na níže uvedenou elektronickou adresu </w:t>
      </w:r>
      <w:hyperlink r:id="rId20"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34AD167" w14:textId="0D21F812" w:rsidR="00F348C0" w:rsidRDefault="00F348C0" w:rsidP="00A47DE5">
      <w:pPr>
        <w:pStyle w:val="Text1-1"/>
      </w:pPr>
      <w:r w:rsidRPr="00F348C0">
        <w:t xml:space="preserve">Dodavatel </w:t>
      </w:r>
      <w:proofErr w:type="gramStart"/>
      <w:r w:rsidRPr="00F348C0">
        <w:t>předloží</w:t>
      </w:r>
      <w:proofErr w:type="gramEnd"/>
      <w:r w:rsidRPr="00F348C0">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C1CD8" w:rsidRPr="000B46F0">
          <w:rPr>
            <w:rStyle w:val="Hypertextovodkaz"/>
            <w:noProof w:val="0"/>
          </w:rPr>
          <w:t>https://zakazky.spravazeleznic.cz/manual.html</w:t>
        </w:r>
      </w:hyperlink>
      <w:r w:rsidRPr="00F348C0">
        <w:t xml:space="preserve">. Nabídka nemusí být opatřena elektronickým podpisem osoby oprávněné jednat za dodavatele. </w:t>
      </w:r>
      <w:r w:rsidR="008C2E1E" w:rsidRPr="00683213">
        <w:t>Uznávaný</w:t>
      </w:r>
      <w:r w:rsidR="008C2E1E">
        <w:t xml:space="preserve"> e</w:t>
      </w:r>
      <w:r w:rsidRPr="00F348C0">
        <w:t xml:space="preserve">lektronický podpis </w:t>
      </w:r>
      <w:r w:rsidR="008C2E1E" w:rsidRPr="00683213">
        <w:t>založený na kvalifikovaném certifikátu</w:t>
      </w:r>
      <w:r w:rsidR="008C2E1E">
        <w:t xml:space="preserve"> </w:t>
      </w:r>
      <w:r w:rsidRPr="00F348C0">
        <w:t>je vyžadován pouze při registraci dodavatele do elektronického nástroje</w:t>
      </w:r>
      <w:r w:rsidR="008C2E1E">
        <w:t xml:space="preserve"> zadavatele</w:t>
      </w:r>
      <w:r w:rsidRPr="00F348C0">
        <w:t xml:space="preserve">. Podáním nabídky dodavatel se </w:t>
      </w:r>
      <w:r w:rsidRPr="00F348C0">
        <w:lastRenderedPageBreak/>
        <w:t xml:space="preserve">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(ve formátech analogicky k § 1</w:t>
      </w:r>
      <w:r w:rsidR="009C0F3C">
        <w:t>1</w:t>
      </w:r>
      <w:r w:rsidR="00EF47C8" w:rsidRPr="00163717">
        <w:t xml:space="preserve"> odst. 2 a 3 </w:t>
      </w:r>
      <w:proofErr w:type="spellStart"/>
      <w:r w:rsidR="00EF47C8" w:rsidRPr="00163717">
        <w:t>vyhl</w:t>
      </w:r>
      <w:proofErr w:type="spellEnd"/>
      <w:r w:rsidR="00EF47C8" w:rsidRPr="00163717">
        <w:t xml:space="preserve">. č. </w:t>
      </w:r>
      <w:r w:rsidR="009C0F3C">
        <w:t>345</w:t>
      </w:r>
      <w:r w:rsidR="00EF47C8" w:rsidRPr="00163717">
        <w:t>/20</w:t>
      </w:r>
      <w:r w:rsidR="009C0F3C">
        <w:t>23</w:t>
      </w:r>
      <w:r w:rsidR="00EF47C8" w:rsidRPr="00163717">
        <w:t xml:space="preserve">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D21732">
        <w:t>50</w:t>
      </w:r>
      <w:r w:rsidRPr="00F348C0">
        <w:t>MB</w:t>
      </w:r>
      <w:proofErr w:type="gramEnd"/>
      <w:r w:rsidRPr="00F348C0">
        <w:t xml:space="preserve"> za jeden takový soubor, příp. zkomprimované soubory. Soubory většího rozsahu je nutno před jejich odesláním prostřednictvím E-ZAK vhodným způsobem rozdělit. Velikost samotné nabídky jako celku není nijak omezena</w:t>
      </w:r>
      <w:r>
        <w:t>.</w:t>
      </w:r>
    </w:p>
    <w:p w14:paraId="28502A0C" w14:textId="77777777" w:rsidR="0035531B" w:rsidRDefault="0035531B" w:rsidP="0035531B">
      <w:pPr>
        <w:pStyle w:val="Text1-1"/>
      </w:pPr>
      <w:r>
        <w:t>Nabídka bude předložena</w:t>
      </w:r>
      <w:r w:rsidR="00092CC9">
        <w:t xml:space="preserve"> v </w:t>
      </w:r>
      <w:r>
        <w:t>následující struktuře:</w:t>
      </w:r>
    </w:p>
    <w:p w14:paraId="2669C8BB" w14:textId="18F0A6EB" w:rsidR="00F348C0" w:rsidRDefault="00F348C0" w:rsidP="00F348C0">
      <w:pPr>
        <w:pStyle w:val="Odrka1-1"/>
      </w:pPr>
      <w:r>
        <w:t xml:space="preserve">Návrh Smlouvy o dílo na plnění této veřejné zakázky, zpracovaný dle instrukcí obsažených v těchto Pokynech, tedy doplněný co do jeho těla a co do jeho přílohy č. </w:t>
      </w:r>
      <w:r w:rsidR="004C07D7">
        <w:t>2</w:t>
      </w:r>
      <w:r>
        <w:t>, zbylé přílohy součástí návrhu smlouvy být nemusí, budou připojeny zadavatelem před podpisem smlouvy.</w:t>
      </w:r>
    </w:p>
    <w:p w14:paraId="43467484" w14:textId="62B8285A" w:rsidR="00F348C0" w:rsidRDefault="00F348C0" w:rsidP="00F348C0">
      <w:pPr>
        <w:pStyle w:val="Odrka1-1"/>
      </w:pPr>
      <w:r>
        <w:t>Všeobecné informace o dodavateli včetně prohlášení o akceptaci zadávacích podmínek</w:t>
      </w:r>
      <w:r w:rsidR="00914F0D">
        <w:t>, prohlášení k zakázaným dohodám</w:t>
      </w:r>
      <w:r w:rsidR="008A3599">
        <w:t xml:space="preserve"> a</w:t>
      </w:r>
      <w:r w:rsidR="00914F0D">
        <w:t xml:space="preserve"> prohlášení ke střetu zájmů </w:t>
      </w:r>
      <w:r>
        <w:t>ve formě formuláře obsaženého v Příloze č. 1 těchto Pokynů.</w:t>
      </w:r>
    </w:p>
    <w:p w14:paraId="00F0C9D8" w14:textId="77777777" w:rsidR="00F348C0" w:rsidRDefault="00F348C0" w:rsidP="00F348C0">
      <w:pPr>
        <w:pStyle w:val="Odrka1-1"/>
      </w:pPr>
      <w:r>
        <w:t>Plná moc, dohoda o plné moci či pověření, je-li tohoto dokumentu třeba.</w:t>
      </w:r>
    </w:p>
    <w:p w14:paraId="307C0770"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31D1A704" w14:textId="77777777" w:rsidR="00F348C0" w:rsidRDefault="00F348C0" w:rsidP="00F348C0">
      <w:pPr>
        <w:pStyle w:val="Odrka1-1"/>
      </w:pPr>
      <w:r>
        <w:t>Doklady prokazující splnění profesní způsobilosti.</w:t>
      </w:r>
    </w:p>
    <w:p w14:paraId="53012080"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6D48C11A"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1B24E880" w14:textId="77777777" w:rsidR="00F348C0" w:rsidRDefault="00F348C0" w:rsidP="00F348C0">
      <w:pPr>
        <w:pStyle w:val="Odrka1-1"/>
      </w:pPr>
      <w:r>
        <w:t>Údaje o poddodavatelích ve formě formuláře obsaženého v Příloze č. 2 těchto Pokynů.</w:t>
      </w:r>
    </w:p>
    <w:p w14:paraId="71F83942" w14:textId="6D68361B" w:rsidR="00F348C0" w:rsidRDefault="00F348C0" w:rsidP="00F348C0">
      <w:pPr>
        <w:pStyle w:val="Odrka1-1"/>
      </w:pPr>
      <w:r>
        <w:t>Doklady za účelem hodnocení</w:t>
      </w:r>
      <w:r w:rsidR="00573536">
        <w:t xml:space="preserve"> dílčího hodnotícího kritéria Z</w:t>
      </w:r>
      <w:r>
        <w:t>kušenosti vybraných členů odborného personálu dodavatele, tj.</w:t>
      </w:r>
      <w:r w:rsidR="00390C81">
        <w:t xml:space="preserve"> Seznam zkušeností hodnocených členů odborného personálu dodavatele předložený v nabídce ve formě obsažené v Příloze č. 9 těchto Pokynů včetně zadavatelem požadovaných dokladů</w:t>
      </w:r>
      <w:r w:rsidR="00851519">
        <w:t>, jež mají být k tomuto seznamu přiloženy</w:t>
      </w:r>
      <w:r>
        <w:t>.</w:t>
      </w:r>
    </w:p>
    <w:p w14:paraId="5AB9931C"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4AC34DC0" w14:textId="614A86D9" w:rsidR="00404ACA" w:rsidRDefault="00404ACA" w:rsidP="00F348C0">
      <w:pPr>
        <w:pStyle w:val="Odrka1-1"/>
      </w:pPr>
      <w:r w:rsidRPr="00010882">
        <w:rPr>
          <w:lang w:eastAsia="cs-CZ"/>
        </w:rPr>
        <w:t xml:space="preserve">Čestné prohlášení o splnění podmínek v souvislosti </w:t>
      </w:r>
      <w:r w:rsidR="001F39B0">
        <w:rPr>
          <w:lang w:eastAsia="cs-CZ"/>
        </w:rPr>
        <w:t>s mezinárodními sankcemi</w:t>
      </w:r>
      <w:r w:rsidR="008C2E1E">
        <w:rPr>
          <w:lang w:eastAsia="cs-CZ"/>
        </w:rPr>
        <w:t xml:space="preserve"> </w:t>
      </w:r>
      <w:r>
        <w:t>zpracované ve formě formuláře obsaženého v příloze č. 10 těchto Pokynů.</w:t>
      </w:r>
    </w:p>
    <w:p w14:paraId="1C4D7603" w14:textId="13CA8C42" w:rsidR="00F348C0" w:rsidRDefault="00F348C0" w:rsidP="00F348C0">
      <w:pPr>
        <w:pStyle w:val="Odrka1-1"/>
      </w:pPr>
      <w:r>
        <w:t>Doklad o poskytnutí jistoty za nabídku.</w:t>
      </w:r>
    </w:p>
    <w:p w14:paraId="62B50696" w14:textId="77777777" w:rsidR="0035531B" w:rsidRDefault="00F348C0" w:rsidP="00F348C0">
      <w:pPr>
        <w:pStyle w:val="Odrka1-1"/>
      </w:pPr>
      <w:r>
        <w:lastRenderedPageBreak/>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5CA9CDB" w14:textId="7FA7673A" w:rsidR="00F348C0" w:rsidRDefault="00F348C0" w:rsidP="00F348C0">
      <w:pPr>
        <w:pStyle w:val="Text1-1"/>
      </w:pPr>
      <w:r>
        <w:t xml:space="preserve">Nabídky podané po uplynutí lhůty pro podání nabídky nebo podané </w:t>
      </w:r>
      <w:proofErr w:type="gramStart"/>
      <w:r>
        <w:t>jiným,</w:t>
      </w:r>
      <w:proofErr w:type="gramEnd"/>
      <w:r>
        <w:t xml:space="preserve"> než výše uvedeným způsobem, nebudou otevřeny a v průběhu zadávacího řízení se k nim nepřihlíží. </w:t>
      </w:r>
    </w:p>
    <w:p w14:paraId="58F05AC5"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77777777" w:rsidR="0035531B" w:rsidRPr="00C8652D"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t>tvoří</w:t>
      </w:r>
      <w:proofErr w:type="gramEnd"/>
      <w: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w:t>
      </w:r>
      <w:r w:rsidRPr="00C8652D">
        <w:t>pověření bude k nabídce připojeno</w:t>
      </w:r>
      <w:r w:rsidR="0035531B" w:rsidRPr="00C8652D">
        <w:rPr>
          <w:rStyle w:val="Tun9b"/>
          <w:b w:val="0"/>
        </w:rPr>
        <w:t xml:space="preserve">. </w:t>
      </w:r>
    </w:p>
    <w:p w14:paraId="308A170A" w14:textId="77777777" w:rsidR="0035531B" w:rsidRPr="00C8652D" w:rsidRDefault="0035531B" w:rsidP="007038DC">
      <w:pPr>
        <w:pStyle w:val="Nadpis1-1"/>
      </w:pPr>
      <w:bookmarkStart w:id="19" w:name="_Toc156575270"/>
      <w:r w:rsidRPr="00C8652D">
        <w:t>POŽADAVKY NA ZPRACOVÁNÍ NABÍDKOVÉ CENY</w:t>
      </w:r>
      <w:bookmarkEnd w:id="19"/>
      <w:r w:rsidRPr="00C8652D">
        <w:t xml:space="preserve"> </w:t>
      </w:r>
    </w:p>
    <w:p w14:paraId="3CA2B9B8" w14:textId="77777777" w:rsidR="00F348C0" w:rsidRDefault="00F348C0" w:rsidP="00F348C0">
      <w:pPr>
        <w:pStyle w:val="Text1-1"/>
      </w:pPr>
      <w:r w:rsidRPr="00C8652D">
        <w:t>Nabídková cena bude pokrývat provedení všech prací nezbytných k řádnému provedení předmětu plnění této veřejné zakázky podle těchto Pokynů a zadávacích podmínek této veřejné zakázky jako celku.</w:t>
      </w:r>
    </w:p>
    <w:p w14:paraId="49BB8E93" w14:textId="1CCA110C" w:rsidR="00F348C0" w:rsidRPr="00114DEE" w:rsidRDefault="00F348C0" w:rsidP="00F348C0">
      <w:pPr>
        <w:pStyle w:val="Text1-1"/>
      </w:pPr>
      <w:r w:rsidRPr="00C8652D">
        <w:t xml:space="preserve">Nabídková </w:t>
      </w:r>
      <w:r w:rsidRPr="00114DEE">
        <w:t xml:space="preserve">cena bude ve smlouvě v čl. </w:t>
      </w:r>
      <w:r w:rsidR="006A3C5A" w:rsidRPr="00114DEE">
        <w:t>4.1</w:t>
      </w:r>
      <w:r w:rsidRPr="00114DEE">
        <w:t xml:space="preserve"> uvedena následujícím způsobem:</w:t>
      </w:r>
    </w:p>
    <w:p w14:paraId="3B59893A" w14:textId="77777777" w:rsidR="00F348C0" w:rsidRPr="00114DEE" w:rsidRDefault="00F348C0" w:rsidP="00F348C0">
      <w:pPr>
        <w:pStyle w:val="Text1-1"/>
        <w:numPr>
          <w:ilvl w:val="0"/>
          <w:numId w:val="0"/>
        </w:numPr>
        <w:spacing w:after="0"/>
        <w:ind w:left="737"/>
      </w:pPr>
      <w:r w:rsidRPr="00114DEE">
        <w:t xml:space="preserve">Cena Díla bez DPH: </w:t>
      </w:r>
      <w:r w:rsidRPr="00114DEE">
        <w:tab/>
        <w:t>"[</w:t>
      </w:r>
      <w:proofErr w:type="gramStart"/>
      <w:r w:rsidRPr="00114DEE">
        <w:t>VLOŽÍ</w:t>
      </w:r>
      <w:proofErr w:type="gramEnd"/>
      <w:r w:rsidRPr="00114DEE">
        <w:t xml:space="preserve"> ZHOTOVITEL]" Kč</w:t>
      </w:r>
    </w:p>
    <w:p w14:paraId="74F23827" w14:textId="77777777" w:rsidR="00F348C0" w:rsidRPr="00114DEE" w:rsidRDefault="00F348C0" w:rsidP="00F348C0">
      <w:pPr>
        <w:pStyle w:val="Text1-1"/>
        <w:numPr>
          <w:ilvl w:val="0"/>
          <w:numId w:val="0"/>
        </w:numPr>
        <w:spacing w:after="0"/>
        <w:ind w:left="737"/>
      </w:pPr>
      <w:r w:rsidRPr="00114DEE">
        <w:t xml:space="preserve">slovy: </w:t>
      </w:r>
      <w:r w:rsidRPr="00114DEE">
        <w:tab/>
      </w:r>
      <w:r w:rsidRPr="00114DEE">
        <w:tab/>
      </w:r>
      <w:r w:rsidRPr="00114DEE">
        <w:tab/>
        <w:t>"[</w:t>
      </w:r>
      <w:proofErr w:type="gramStart"/>
      <w:r w:rsidRPr="00114DEE">
        <w:t>VLOŽÍ</w:t>
      </w:r>
      <w:proofErr w:type="gramEnd"/>
      <w:r w:rsidRPr="00114DEE">
        <w:t xml:space="preserve"> ZHOTOVITEL]" korun českých</w:t>
      </w:r>
    </w:p>
    <w:p w14:paraId="0B613851" w14:textId="08C38DC4" w:rsidR="0035531B" w:rsidRDefault="00F348C0" w:rsidP="00F348C0">
      <w:pPr>
        <w:pStyle w:val="Text1-1"/>
        <w:numPr>
          <w:ilvl w:val="0"/>
          <w:numId w:val="0"/>
        </w:numPr>
        <w:spacing w:before="240"/>
        <w:ind w:left="737"/>
      </w:pPr>
      <w:r w:rsidRPr="00114DEE">
        <w:t xml:space="preserve">Cena Díla bez DPH vkládaná ve smyslu těchto Pokynů do čl. </w:t>
      </w:r>
      <w:r w:rsidR="006A3C5A" w:rsidRPr="00114DEE">
        <w:t>4.1</w:t>
      </w:r>
      <w:r w:rsidRPr="00114DEE">
        <w:t xml:space="preserve"> závazného vzoru smlouvy, </w:t>
      </w:r>
      <w:r w:rsidR="00D21829" w:rsidRPr="00114DEE">
        <w:t xml:space="preserve">která představuje Cenu díla za </w:t>
      </w:r>
      <w:r w:rsidR="00D21829" w:rsidRPr="00114DEE">
        <w:rPr>
          <w:rFonts w:asciiTheme="majorHAnsi" w:hAnsiTheme="majorHAnsi" w:cs="Calibri"/>
          <w:lang w:eastAsia="x-none"/>
        </w:rPr>
        <w:t>zajištění kompletní majetkoprávní přípravy stavby dráhy</w:t>
      </w:r>
      <w:r w:rsidR="00D21829" w:rsidRPr="00114DEE">
        <w:t xml:space="preserve"> bez DPH</w:t>
      </w:r>
      <w:r w:rsidRPr="00114DEE">
        <w:t>, bude předmětem hodnocení v rámci ekonomické výhodnosti nabídky. Podrobný rozpis ceny</w:t>
      </w:r>
      <w:r w:rsidRPr="00C8652D">
        <w:t xml:space="preserve"> bude proveden v Příloze č.</w:t>
      </w:r>
      <w:r w:rsidR="006A3C5A" w:rsidRPr="00C8652D">
        <w:t xml:space="preserve"> 2</w:t>
      </w:r>
      <w:r w:rsidRPr="00C8652D">
        <w:t xml:space="preserve"> závazného vzoru smlouvy s názvem Rozpis Ceny Díla podle uvedených pravidel. Dodavatel je povinen vyplnit jednotlivé položky ve smyslu jednotkové ceny a ceny celkem</w:t>
      </w:r>
      <w:r w:rsidR="0035531B" w:rsidRPr="00C8652D">
        <w:t>.</w:t>
      </w:r>
    </w:p>
    <w:p w14:paraId="2BBA308D" w14:textId="77777777" w:rsidR="0035531B" w:rsidRDefault="0035531B" w:rsidP="007038DC">
      <w:pPr>
        <w:pStyle w:val="Nadpis1-1"/>
      </w:pPr>
      <w:bookmarkStart w:id="20" w:name="_Toc156575271"/>
      <w:r>
        <w:t>VARIANTY NABÍDKY</w:t>
      </w:r>
      <w:bookmarkEnd w:id="20"/>
    </w:p>
    <w:p w14:paraId="20E562BF" w14:textId="77777777" w:rsidR="0035531B" w:rsidRDefault="0035531B" w:rsidP="0035531B">
      <w:pPr>
        <w:pStyle w:val="Text1-1"/>
      </w:pPr>
      <w:r>
        <w:t xml:space="preserve">Zadavatel nepřipouští předložení varianty nabídky. </w:t>
      </w:r>
    </w:p>
    <w:p w14:paraId="1B0A04D8" w14:textId="77777777" w:rsidR="0035531B" w:rsidRDefault="0035531B" w:rsidP="007038DC">
      <w:pPr>
        <w:pStyle w:val="Nadpis1-1"/>
      </w:pPr>
      <w:bookmarkStart w:id="21" w:name="_Toc156575272"/>
      <w:r>
        <w:lastRenderedPageBreak/>
        <w:t>OTEVÍRÁNÍ NABÍDEK</w:t>
      </w:r>
      <w:bookmarkEnd w:id="21"/>
      <w:r>
        <w:t xml:space="preserve"> </w:t>
      </w:r>
    </w:p>
    <w:p w14:paraId="6A68829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6660C68" w14:textId="77777777" w:rsidR="0035531B" w:rsidRDefault="0035531B" w:rsidP="007038DC">
      <w:pPr>
        <w:pStyle w:val="Nadpis1-1"/>
      </w:pPr>
      <w:bookmarkStart w:id="22" w:name="_Toc156575273"/>
      <w:r>
        <w:t>POSOUZENÍ SPLNĚNÍ PODMÍNEK ÚČASTI</w:t>
      </w:r>
      <w:bookmarkEnd w:id="22"/>
    </w:p>
    <w:p w14:paraId="53F6C4CD" w14:textId="3CC29A13" w:rsidR="00F348C0" w:rsidRDefault="00F348C0" w:rsidP="00F348C0">
      <w:pPr>
        <w:pStyle w:val="Text1-1"/>
      </w:pPr>
      <w:r>
        <w:t xml:space="preserve">Zadavatel je oprávněn ověřovat věrohodnost </w:t>
      </w:r>
      <w:r w:rsidR="008C2E1E">
        <w:t xml:space="preserve">účastníkem </w:t>
      </w:r>
      <w:r>
        <w:t>poskytnutých údajů a dokladů a rovněž si je i sám opatřovat</w:t>
      </w:r>
      <w:r w:rsidR="008C2E1E">
        <w:t xml:space="preserve">, </w:t>
      </w:r>
      <w:r w:rsidR="008C2E1E" w:rsidRPr="004039B9">
        <w:t>pokud nejde o údaje</w:t>
      </w:r>
      <w:r w:rsidR="008C2E1E">
        <w:t xml:space="preserve"> a</w:t>
      </w:r>
      <w:r w:rsidR="008C2E1E"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8C2E1E">
        <w:t>, to však neplatí pro</w:t>
      </w:r>
      <w:r w:rsidR="008C2E1E" w:rsidRPr="00E86BE3">
        <w:rPr>
          <w:b/>
        </w:rPr>
        <w:t xml:space="preserve"> </w:t>
      </w:r>
      <w:r w:rsidR="008C2E1E" w:rsidRPr="000C68DF">
        <w:t>posouzení skutečností rozhodných pro složení jistoty</w:t>
      </w:r>
      <w:r w:rsidR="008C2E1E">
        <w:t xml:space="preserve"> za nabídku</w:t>
      </w:r>
      <w:r>
        <w:t>.</w:t>
      </w:r>
    </w:p>
    <w:p w14:paraId="3CE8D034"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A882BAA"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4FFEB40" w14:textId="77777777" w:rsidR="0035531B" w:rsidRDefault="0035531B" w:rsidP="007038DC">
      <w:pPr>
        <w:pStyle w:val="Nadpis1-1"/>
      </w:pPr>
      <w:bookmarkStart w:id="23" w:name="_Toc156575274"/>
      <w:r>
        <w:t>HODNOCENÍ NABÍDEK</w:t>
      </w:r>
      <w:bookmarkEnd w:id="23"/>
    </w:p>
    <w:p w14:paraId="48F0F5ED"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5F1772B7"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A504BD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7254767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304C187E" w14:textId="4951AE33" w:rsidR="00804D39" w:rsidRPr="00833899" w:rsidRDefault="000311F8"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8</w:t>
            </w:r>
            <w:r w:rsidRPr="00804D39">
              <w:rPr>
                <w:sz w:val="16"/>
                <w:szCs w:val="16"/>
              </w:rPr>
              <w:t xml:space="preserve">0 </w:t>
            </w:r>
            <w:r w:rsidR="00804D39" w:rsidRPr="00804D39">
              <w:rPr>
                <w:sz w:val="16"/>
                <w:szCs w:val="16"/>
              </w:rPr>
              <w:t>%</w:t>
            </w:r>
          </w:p>
        </w:tc>
      </w:tr>
      <w:tr w:rsidR="00804D39" w:rsidRPr="00804D39" w14:paraId="2FE10D5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515ACB" w14:textId="166DDA71" w:rsidR="00804D39" w:rsidRPr="00804D39" w:rsidRDefault="00B15F78" w:rsidP="00B15F78">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514F3FE" w14:textId="37F18676" w:rsidR="00804D39" w:rsidRPr="00804D39" w:rsidRDefault="000311F8"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Pr>
                <w:b w:val="0"/>
                <w:sz w:val="16"/>
                <w:szCs w:val="16"/>
              </w:rPr>
              <w:t>2</w:t>
            </w:r>
            <w:r w:rsidRPr="00804D39">
              <w:rPr>
                <w:b w:val="0"/>
                <w:sz w:val="16"/>
                <w:szCs w:val="16"/>
              </w:rPr>
              <w:t xml:space="preserve">0 </w:t>
            </w:r>
            <w:r w:rsidR="00804D39" w:rsidRPr="00804D39">
              <w:rPr>
                <w:b w:val="0"/>
                <w:sz w:val="16"/>
                <w:szCs w:val="16"/>
              </w:rPr>
              <w:t>%</w:t>
            </w:r>
          </w:p>
        </w:tc>
      </w:tr>
    </w:tbl>
    <w:p w14:paraId="04E31A03" w14:textId="77777777" w:rsidR="005F70DA" w:rsidRDefault="005F70DA" w:rsidP="003A2C23">
      <w:pPr>
        <w:pStyle w:val="Text1-1"/>
        <w:numPr>
          <w:ilvl w:val="0"/>
          <w:numId w:val="0"/>
        </w:numPr>
        <w:ind w:left="737"/>
      </w:pPr>
    </w:p>
    <w:p w14:paraId="6B5637CB" w14:textId="27B7B1E3"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r w:rsidR="00D03D4D">
        <w:t>.</w:t>
      </w:r>
    </w:p>
    <w:p w14:paraId="65A76872" w14:textId="77777777" w:rsidR="003A2C23" w:rsidRPr="003A2C23" w:rsidRDefault="003A2C23" w:rsidP="003A2C23">
      <w:pPr>
        <w:pStyle w:val="Text1-1"/>
        <w:rPr>
          <w:b/>
        </w:rPr>
      </w:pPr>
      <w:r w:rsidRPr="003A2C23">
        <w:rPr>
          <w:b/>
        </w:rPr>
        <w:t>Nabídková cena</w:t>
      </w:r>
    </w:p>
    <w:p w14:paraId="625EC770" w14:textId="398CC0BB" w:rsidR="003A2C23" w:rsidRDefault="003A2C23" w:rsidP="003A2C23">
      <w:pPr>
        <w:pStyle w:val="Text1-1"/>
        <w:numPr>
          <w:ilvl w:val="0"/>
          <w:numId w:val="0"/>
        </w:numPr>
        <w:ind w:left="737"/>
      </w:pPr>
      <w:r w:rsidRPr="00DE59C3">
        <w:t>Nejprve bude hodnoceno dílčí hodnotící kritérium Nabídková cena. Bude hodnocena celková nabídková cena v číselné hodnotě bez DPH uvedená účastníkem zadávacího řízení ve smyslu těchto Pokynů v čl.</w:t>
      </w:r>
      <w:r w:rsidR="003531E3" w:rsidRPr="00DE59C3">
        <w:t xml:space="preserve"> </w:t>
      </w:r>
      <w:r w:rsidR="00A71957" w:rsidRPr="00DE59C3">
        <w:t>4.1</w:t>
      </w:r>
      <w:r w:rsidR="00291F9B" w:rsidRPr="00DE59C3">
        <w:t xml:space="preserve"> </w:t>
      </w:r>
      <w:r w:rsidRPr="00DE59C3">
        <w:t>závazného vzoru smlouvy jako Cena Díla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w:t>
      </w:r>
      <w:r>
        <w:t>dujícímu vzorci:</w:t>
      </w:r>
    </w:p>
    <w:p w14:paraId="6915EE59" w14:textId="4C6BA68B" w:rsidR="003A2C23" w:rsidRPr="003A2C23" w:rsidRDefault="00631F69" w:rsidP="00631F69">
      <w:pPr>
        <w:pStyle w:val="Text1-1"/>
        <w:numPr>
          <w:ilvl w:val="0"/>
          <w:numId w:val="0"/>
        </w:numPr>
        <w:spacing w:after="0" w:line="240" w:lineRule="auto"/>
        <w:ind w:left="1446" w:firstLine="681"/>
      </w:pPr>
      <w:r>
        <w:lastRenderedPageBreak/>
        <w:t xml:space="preserve">  </w:t>
      </w:r>
      <w:r w:rsidR="003A2C23" w:rsidRPr="003A2C23">
        <w:t xml:space="preserve">výše nejnižší nabídkové ceny ze všech nabídek </w:t>
      </w:r>
    </w:p>
    <w:p w14:paraId="0965C44C" w14:textId="202EC97B" w:rsidR="003A2C23" w:rsidRPr="003A2C23" w:rsidRDefault="003A2C23" w:rsidP="00B77110">
      <w:pPr>
        <w:pStyle w:val="Text1-1"/>
        <w:numPr>
          <w:ilvl w:val="0"/>
          <w:numId w:val="0"/>
        </w:numPr>
        <w:spacing w:line="240" w:lineRule="auto"/>
        <w:ind w:left="737"/>
        <w:jc w:val="center"/>
        <w:rPr>
          <w:u w:val="single"/>
        </w:rPr>
      </w:pPr>
      <w:r>
        <w:rPr>
          <w:u w:val="single"/>
        </w:rPr>
        <w:t>_________</w:t>
      </w:r>
      <w:r w:rsidR="00631F69">
        <w:rPr>
          <w:u w:val="single"/>
        </w:rPr>
        <w:t>_______________________________</w:t>
      </w:r>
      <w:r w:rsidR="00631F69">
        <w:t xml:space="preserve">    </w:t>
      </w:r>
      <w:r w:rsidR="00631F69" w:rsidRPr="003A2C23">
        <w:t>x 100</w:t>
      </w:r>
    </w:p>
    <w:p w14:paraId="202843AB" w14:textId="2C77B01A" w:rsidR="003A2C23" w:rsidRDefault="00631F69" w:rsidP="00631F69">
      <w:pPr>
        <w:pStyle w:val="Text1-1"/>
        <w:numPr>
          <w:ilvl w:val="0"/>
          <w:numId w:val="0"/>
        </w:numPr>
        <w:spacing w:line="240" w:lineRule="auto"/>
        <w:ind w:left="1446" w:firstLine="681"/>
      </w:pPr>
      <w:r>
        <w:t xml:space="preserve">   </w:t>
      </w:r>
      <w:r w:rsidR="003A2C23">
        <w:t>výše nabídkové ceny hodnocené nabídky</w:t>
      </w:r>
    </w:p>
    <w:p w14:paraId="43B8C978" w14:textId="17923F5C" w:rsidR="003A2C23" w:rsidRDefault="003A2C23" w:rsidP="00B77110">
      <w:pPr>
        <w:pStyle w:val="Text1-1"/>
        <w:numPr>
          <w:ilvl w:val="0"/>
          <w:numId w:val="0"/>
        </w:numPr>
        <w:spacing w:before="240"/>
        <w:ind w:left="737"/>
      </w:pPr>
      <w:r>
        <w:t>Takto získaný počet bodů bude vynásoben koeficientem 0,</w:t>
      </w:r>
      <w:r w:rsidR="000311F8">
        <w:t xml:space="preserve">80 </w:t>
      </w:r>
      <w:r>
        <w:t xml:space="preserve">(tj. váhou dílčího hodnotícího kritéria Nabídková cena) a následně matematicky zaokrouhlen na dvě desetinná místa. </w:t>
      </w:r>
    </w:p>
    <w:p w14:paraId="2315CBF9" w14:textId="66B05C47" w:rsidR="003A2C23" w:rsidRPr="003A2C23" w:rsidRDefault="00B15F78" w:rsidP="003A2C23">
      <w:pPr>
        <w:pStyle w:val="Text1-1"/>
        <w:rPr>
          <w:b/>
        </w:rPr>
      </w:pPr>
      <w:r>
        <w:rPr>
          <w:b/>
        </w:rPr>
        <w:t>Z</w:t>
      </w:r>
      <w:r w:rsidR="003A2C23" w:rsidRPr="003A2C23">
        <w:rPr>
          <w:b/>
        </w:rPr>
        <w:t xml:space="preserve">kušenosti vybraných členů odborného personálu dodavatele </w:t>
      </w:r>
    </w:p>
    <w:p w14:paraId="163EDEF5" w14:textId="49841354" w:rsidR="003A2C23" w:rsidRDefault="003A2C23" w:rsidP="003A2C23">
      <w:pPr>
        <w:pStyle w:val="Text1-1"/>
        <w:numPr>
          <w:ilvl w:val="0"/>
          <w:numId w:val="0"/>
        </w:numPr>
        <w:ind w:left="737"/>
      </w:pPr>
      <w:r>
        <w:t xml:space="preserve">Předmětem hodnocení nabídek v rámci dílčího hodnotícího kritéria </w:t>
      </w:r>
      <w:r w:rsidR="00B15F78">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6BE6CA9F" w14:textId="5643C1C4"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1A3F53">
        <w:t xml:space="preserve"> a</w:t>
      </w:r>
      <w:r w:rsidR="001A3F53" w:rsidRPr="001A3F53">
        <w:t xml:space="preserve"> v případě, kdy podaná nabídka nebude obsahovat všechny údaje, informace a doklady nezbytné pro hodnocení, nebude moci být posouzena jako splňující hodnotící kritéria stanovená zadavatelem</w:t>
      </w:r>
      <w:r w:rsidR="001A3F53">
        <w:t>.</w:t>
      </w:r>
    </w:p>
    <w:p w14:paraId="0FF81573" w14:textId="2FA000B7" w:rsidR="00941491" w:rsidRDefault="00941491" w:rsidP="00941491">
      <w:pPr>
        <w:pStyle w:val="Text1-1"/>
        <w:numPr>
          <w:ilvl w:val="0"/>
          <w:numId w:val="0"/>
        </w:numPr>
        <w:ind w:left="737"/>
      </w:pPr>
      <w:r>
        <w:t>Hodnocení v rámci tohoto dílčího hodnotícího kritéria bude provedeno na základě posouzení údajů uvedených v</w:t>
      </w:r>
      <w:r w:rsidR="00DC2DEF">
        <w:t> </w:t>
      </w:r>
      <w:r w:rsidR="00BB1A18">
        <w:t>Seznamu</w:t>
      </w:r>
      <w:r w:rsidR="00DC2DEF">
        <w:t xml:space="preserve"> zkušeností </w:t>
      </w:r>
      <w:r w:rsidR="00771B61">
        <w:t xml:space="preserve">hodnocených </w:t>
      </w:r>
      <w:r>
        <w:t xml:space="preserve">členů odborného personálu dodavatele </w:t>
      </w:r>
      <w:r w:rsidR="00E373C7">
        <w:t xml:space="preserve">a </w:t>
      </w:r>
      <w:r>
        <w:t xml:space="preserve">předložených v nabídce ve formě obsažené v Příloze č. </w:t>
      </w:r>
      <w:r w:rsidR="00DC2DEF">
        <w:t>9</w:t>
      </w:r>
      <w:r>
        <w:t xml:space="preserve"> těchto Pokynů včetně</w:t>
      </w:r>
      <w:r w:rsidR="003E611F">
        <w:t xml:space="preserve"> </w:t>
      </w:r>
      <w:r w:rsidR="00771B61">
        <w:t xml:space="preserve">zadavatelem </w:t>
      </w:r>
      <w:r w:rsidR="003E611F">
        <w:t>požadovaných dokladů</w:t>
      </w:r>
      <w:r w:rsidR="00485575">
        <w:t>, jež mají být k tomuto seznamu přiloženy</w:t>
      </w:r>
      <w:r>
        <w:t>. Zadavatel bude hodnotit výhradně ty</w:t>
      </w:r>
      <w:r w:rsidR="00DC2DEF">
        <w:t xml:space="preserve"> zkušenosti s referenčními zakázkami</w:t>
      </w:r>
      <w:r>
        <w:t xml:space="preserve">, které budou v </w:t>
      </w:r>
      <w:r w:rsidR="00BB1A18">
        <w:t xml:space="preserve">Seznamu </w:t>
      </w:r>
      <w:r w:rsidR="00DC2DEF">
        <w:t xml:space="preserve">zkušeností </w:t>
      </w:r>
      <w:r w:rsidR="00771B61">
        <w:t xml:space="preserve">hodnocených členů odborného personálu dodavatele </w:t>
      </w:r>
      <w:r>
        <w:t xml:space="preserve">uvedeny jako údaje uvedené za účelem hodnocení nad rámec požadované kvalifikace. Zadavatel přidělí každé nabídce počet bodů v závislosti na </w:t>
      </w:r>
      <w:r w:rsidR="00B15F78">
        <w:t xml:space="preserve">prokázaných </w:t>
      </w:r>
      <w:r>
        <w:t xml:space="preserve">zkušenostech </w:t>
      </w:r>
      <w:r w:rsidR="00B15F78">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p w14:paraId="427AA221"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47702D2"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5AAB350" w14:textId="77777777" w:rsidR="00B77110" w:rsidRPr="00B77110" w:rsidRDefault="00B77110" w:rsidP="00631EAA">
            <w:pPr>
              <w:rPr>
                <w:rFonts w:cs="Arial"/>
                <w:b/>
                <w:bCs/>
              </w:rPr>
            </w:pPr>
          </w:p>
          <w:p w14:paraId="30ADF069"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BECB8CC" w14:textId="77777777" w:rsidR="00B77110" w:rsidRPr="00B77110" w:rsidRDefault="00B77110" w:rsidP="00631EAA">
            <w:pPr>
              <w:rPr>
                <w:rFonts w:cs="Arial"/>
                <w:b/>
                <w:bCs/>
              </w:rPr>
            </w:pPr>
          </w:p>
          <w:p w14:paraId="637A3CFA"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63823EFA" w14:textId="77777777" w:rsidR="00B77110" w:rsidRPr="00B77110" w:rsidRDefault="00B77110" w:rsidP="00631EAA">
            <w:pPr>
              <w:rPr>
                <w:rFonts w:cs="Arial"/>
                <w:b/>
                <w:bCs/>
              </w:rPr>
            </w:pPr>
          </w:p>
          <w:p w14:paraId="16B6D5D7"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7F36447C" w14:textId="77777777" w:rsidR="00B77110" w:rsidRPr="00B77110" w:rsidRDefault="00B77110" w:rsidP="00631EAA">
            <w:pPr>
              <w:rPr>
                <w:rFonts w:cs="Arial"/>
                <w:b/>
                <w:bCs/>
              </w:rPr>
            </w:pPr>
          </w:p>
          <w:p w14:paraId="5FEE4FC4" w14:textId="30FA3575" w:rsidR="00B77110" w:rsidRPr="00B77110" w:rsidRDefault="00B77110" w:rsidP="00AD6E6C">
            <w:pPr>
              <w:rPr>
                <w:rFonts w:cs="Arial"/>
                <w:bCs/>
              </w:rPr>
            </w:pPr>
            <w:r w:rsidRPr="00B77110">
              <w:rPr>
                <w:rFonts w:cs="Arial"/>
                <w:b/>
                <w:bCs/>
              </w:rPr>
              <w:t>Maximální bodové ohodnocení</w:t>
            </w:r>
            <w:r w:rsidRPr="00B77110">
              <w:rPr>
                <w:rFonts w:cs="Arial"/>
                <w:bCs/>
              </w:rPr>
              <w:t xml:space="preserve"> (zkušenosti</w:t>
            </w:r>
            <w:r w:rsidR="005C1B52">
              <w:rPr>
                <w:rFonts w:cs="Arial"/>
                <w:bCs/>
              </w:rPr>
              <w:t xml:space="preserve"> </w:t>
            </w:r>
            <w:r w:rsidRPr="00B77110">
              <w:rPr>
                <w:rFonts w:cs="Arial"/>
                <w:bCs/>
              </w:rPr>
              <w:t>nad rámec maxima již nejsou hodnoceny)</w:t>
            </w:r>
          </w:p>
        </w:tc>
      </w:tr>
      <w:tr w:rsidR="00B77110" w:rsidRPr="00465F4C" w14:paraId="06FC6CA4" w14:textId="77777777" w:rsidTr="00D96B3F">
        <w:trPr>
          <w:trHeight w:val="5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4B40C5A" w14:textId="735A0683" w:rsidR="00B77110" w:rsidRPr="00114DEE" w:rsidRDefault="000311F8" w:rsidP="001C6D62">
            <w:pPr>
              <w:rPr>
                <w:rFonts w:cs="Arial"/>
                <w:bCs/>
              </w:rPr>
            </w:pPr>
            <w:r w:rsidRPr="00114DEE">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14:paraId="3A4ABF46" w14:textId="64D3DEB5" w:rsidR="00B77110" w:rsidRPr="00114DEE" w:rsidRDefault="001268B8" w:rsidP="009665F8">
            <w:pPr>
              <w:jc w:val="both"/>
              <w:rPr>
                <w:rFonts w:cs="Arial"/>
                <w:bCs/>
              </w:rPr>
            </w:pPr>
            <w:r w:rsidRPr="00114DEE">
              <w:t>zkušenost s plněním zakázky, jejíž součástí byl výkon majetkoprávní přípravy a/nebo vypořádání na liniových stavbách, jak jsou definovány v článku 8.</w:t>
            </w:r>
            <w:r w:rsidR="009665F8" w:rsidRPr="00114DEE">
              <w:t>4</w:t>
            </w:r>
            <w:r w:rsidRPr="00114DEE">
              <w:t xml:space="preserve"> Pokynů, jejímž předmětem bylo i uzavření minimálně 30 smluv o převodu vlastnického práva nebo práva hospodařit k pozemkům a stavbám a/nebo smluv o zřízení věcného břemene-služebnosti včetně vkladu práv dle těchto smluv do katastru nemovitostí, ve funkci vedoucího týmu, dokončené v posledních 8 letech před zahájením zadávacího řízení, 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79279FD" w14:textId="77777777" w:rsidR="005F70DA" w:rsidRPr="00114DEE" w:rsidRDefault="00D96B3F" w:rsidP="005F70DA">
            <w:pPr>
              <w:rPr>
                <w:rFonts w:cs="Arial"/>
                <w:bCs/>
              </w:rPr>
            </w:pPr>
            <w:r w:rsidRPr="00114DEE">
              <w:rPr>
                <w:rFonts w:cs="Arial"/>
                <w:bCs/>
              </w:rPr>
              <w:t>2 body za každou zakázku</w:t>
            </w:r>
          </w:p>
          <w:p w14:paraId="6098AD87" w14:textId="35A1D925" w:rsidR="005F70DA" w:rsidRPr="00114DEE" w:rsidRDefault="005F70DA" w:rsidP="005F70DA">
            <w:pPr>
              <w:rPr>
                <w:rFonts w:cs="Arial"/>
                <w:bCs/>
              </w:rPr>
            </w:pP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C4610B9" w14:textId="2B621373" w:rsidR="00B77110" w:rsidRPr="00B77110" w:rsidRDefault="001268B8" w:rsidP="007A45F3">
            <w:pPr>
              <w:rPr>
                <w:rFonts w:cs="Arial"/>
                <w:bCs/>
              </w:rPr>
            </w:pPr>
            <w:r>
              <w:rPr>
                <w:rFonts w:cs="Arial"/>
                <w:bCs/>
              </w:rPr>
              <w:t>10</w:t>
            </w:r>
          </w:p>
        </w:tc>
      </w:tr>
    </w:tbl>
    <w:p w14:paraId="0D563176" w14:textId="63496B57" w:rsidR="00A80B49" w:rsidRPr="00580BF5" w:rsidRDefault="00A80B49" w:rsidP="00A80B49">
      <w:pPr>
        <w:pStyle w:val="Text1-1"/>
        <w:numPr>
          <w:ilvl w:val="0"/>
          <w:numId w:val="0"/>
        </w:numPr>
        <w:ind w:left="737"/>
        <w:rPr>
          <w:b/>
        </w:rPr>
      </w:pPr>
      <w:r w:rsidRPr="00580BF5">
        <w:rPr>
          <w:b/>
        </w:rPr>
        <w:lastRenderedPageBreak/>
        <w:t>Pokud není v tomto článku specificky uvedeno jinak, platí definice pojmů a pravidla uvedená v čl. 8.</w:t>
      </w:r>
      <w:r w:rsidR="000843C3">
        <w:rPr>
          <w:b/>
        </w:rPr>
        <w:t>4</w:t>
      </w:r>
      <w:r w:rsidRPr="00580BF5">
        <w:rPr>
          <w:b/>
        </w:rPr>
        <w:t xml:space="preserve"> </w:t>
      </w:r>
      <w:r w:rsidR="007E6B85">
        <w:rPr>
          <w:b/>
        </w:rPr>
        <w:t>a 8.</w:t>
      </w:r>
      <w:r w:rsidR="000843C3">
        <w:rPr>
          <w:b/>
        </w:rPr>
        <w:t>5</w:t>
      </w:r>
      <w:r w:rsidR="007E6B85">
        <w:rPr>
          <w:b/>
        </w:rPr>
        <w:t xml:space="preserve"> </w:t>
      </w:r>
      <w:r w:rsidRPr="00580BF5">
        <w:rPr>
          <w:b/>
        </w:rPr>
        <w:t>těchto Pokynů.</w:t>
      </w:r>
    </w:p>
    <w:p w14:paraId="35706D88" w14:textId="6ED745FE" w:rsidR="00B77110" w:rsidRDefault="00B77110" w:rsidP="00B77110">
      <w:pPr>
        <w:pStyle w:val="Text1-1"/>
        <w:numPr>
          <w:ilvl w:val="0"/>
          <w:numId w:val="0"/>
        </w:numPr>
        <w:ind w:left="737"/>
      </w:pPr>
      <w:r>
        <w:t xml:space="preserve">Dodavatel může u každé funkce člena odborného personálu </w:t>
      </w:r>
      <w:r w:rsidRPr="00DE59C3">
        <w:t>dodavatele, určit pouze jednu osobu, kterou má být prokazována technická kvalifikace dle čl. 8.5 těchto Pokynů. Tato osoba bude u vybraných (výše v tabulce uvedených) členů odborného personálu současně i hodnocena</w:t>
      </w:r>
      <w:r w:rsidR="00A8206C" w:rsidRPr="00DE59C3">
        <w:t xml:space="preserve"> (s výjimkou případu uvedeného níže, kdy dodavatel určil jednu fyzickou osobu pro více funkcí člena odborného personálu)</w:t>
      </w:r>
      <w:r w:rsidRPr="00DE59C3">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rsidRPr="00DE59C3">
        <w:t xml:space="preserve"> (resp. dostane</w:t>
      </w:r>
      <w:r w:rsidR="005B3E86">
        <w:t xml:space="preserve"> 0 bodů)</w:t>
      </w:r>
      <w:r>
        <w:t xml:space="preserve">. </w:t>
      </w:r>
    </w:p>
    <w:p w14:paraId="27343315" w14:textId="4E852F76"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roofErr w:type="gramStart"/>
      <w:r>
        <w:t>Určí</w:t>
      </w:r>
      <w:proofErr w:type="gramEnd"/>
      <w:r>
        <w:t xml:space="preserve">-li dodavatel jednu fyzickou osobou pro více funkcí člena odborného personálu, může být tato osoba předmětem hodnocení pouze u jedné z funkcí, kterou má zastávat. V takovém případě je dodavatel povinen v nabídce </w:t>
      </w:r>
      <w:r w:rsidR="00A8206C">
        <w:t xml:space="preserve">v příloze č. 9 těchto Pokynů </w:t>
      </w:r>
      <w:r w:rsidR="00D148AE">
        <w:t>s názvem Seznam zkušeností hodnocených</w:t>
      </w:r>
      <w:r w:rsidR="00D148AE" w:rsidRPr="00F8119C">
        <w:t xml:space="preserve"> </w:t>
      </w:r>
      <w:r w:rsidR="00D148AE">
        <w:t xml:space="preserve">členů odborného personálu </w:t>
      </w:r>
      <w:r>
        <w:t xml:space="preserve">uvést, pro kterou funkci člena </w:t>
      </w:r>
      <w:r w:rsidR="004B595B">
        <w:t xml:space="preserve">odborného personálu dodavatele </w:t>
      </w:r>
      <w:r>
        <w:t xml:space="preserve">má být tato fyzická osoba hodnocena. Nebude-li nabídka tento údaj obsahovat, </w:t>
      </w:r>
      <w:r w:rsidR="00D148AE">
        <w:t xml:space="preserve">příp. </w:t>
      </w:r>
      <w:r w:rsidR="004B595B">
        <w:t xml:space="preserve">bude-li uvedeno, že má být osoba hodnocena pro </w:t>
      </w:r>
      <w:r w:rsidR="004D12F4">
        <w:t>více</w:t>
      </w:r>
      <w:r w:rsidR="004B595B">
        <w:t xml:space="preserve"> funkc</w:t>
      </w:r>
      <w:r w:rsidR="004D12F4">
        <w:t>í</w:t>
      </w:r>
      <w:r w:rsidR="004B595B">
        <w:t xml:space="preserve"> člena odborného personálu dodavatele, </w:t>
      </w:r>
      <w:r>
        <w:t xml:space="preserve">nebude taková fyzická osoba hodnocena pro žádnou z funkcí, které má zastávat. Zadavatel upozorňuje, že tento údaj nemůže být dodatečně doplňován </w:t>
      </w:r>
      <w:r w:rsidR="0054076A">
        <w:t xml:space="preserve">či měněn </w:t>
      </w:r>
      <w:r>
        <w:t xml:space="preserve">postupem dle § 46 odst. 2 ZZVZ. </w:t>
      </w:r>
      <w:r w:rsidR="00A8206C">
        <w:t xml:space="preserve">Přílohu č. 9 těchto Pokynů s názvem </w:t>
      </w:r>
      <w:r w:rsidR="00E56CBF">
        <w:t xml:space="preserve">Seznam </w:t>
      </w:r>
      <w:r w:rsidR="00A8206C">
        <w:t xml:space="preserve">zkušeností </w:t>
      </w:r>
      <w:r w:rsidR="009F3B3B">
        <w:t>hodnocených</w:t>
      </w:r>
      <w:r w:rsidR="009F3B3B" w:rsidRPr="00F8119C">
        <w:t xml:space="preserve"> </w:t>
      </w:r>
      <w:r w:rsidR="009F3B3B">
        <w:t>členů odborného personálu</w:t>
      </w:r>
      <w:r w:rsidR="009F3B3B" w:rsidRPr="003E611F">
        <w:t xml:space="preserve"> </w:t>
      </w:r>
      <w:r>
        <w:t xml:space="preserve">dodavatel vyplňuje za účelem hodnocení pouze </w:t>
      </w:r>
      <w:r w:rsidR="00D148AE">
        <w:t>pro ty osoby</w:t>
      </w:r>
      <w:r w:rsidR="0054076A">
        <w:t xml:space="preserve"> odborného personálu dodavatele</w:t>
      </w:r>
      <w:r w:rsidR="0054076A" w:rsidDel="00D148AE">
        <w:t xml:space="preserve"> </w:t>
      </w:r>
      <w:r w:rsidR="00D148AE">
        <w:t>a</w:t>
      </w:r>
      <w:r>
        <w:t xml:space="preserve"> v těch funkcích, které mají být hodnoceny. </w:t>
      </w:r>
    </w:p>
    <w:p w14:paraId="727C198E" w14:textId="65C86B94" w:rsidR="00A80B49" w:rsidRDefault="00A80B49" w:rsidP="00B77110">
      <w:pPr>
        <w:pStyle w:val="Text1-1"/>
        <w:numPr>
          <w:ilvl w:val="0"/>
          <w:numId w:val="0"/>
        </w:numPr>
        <w:ind w:left="737"/>
        <w:rPr>
          <w:rFonts w:cs="Arial"/>
          <w:bCs/>
        </w:rPr>
      </w:pPr>
      <w:r>
        <w:t>Pro odstranění pochybností zadavatel upřesňuje, že u</w:t>
      </w:r>
      <w:r>
        <w:rPr>
          <w:rFonts w:cs="Arial"/>
          <w:bCs/>
        </w:rPr>
        <w:t xml:space="preserve"> </w:t>
      </w:r>
      <w:r w:rsidR="008441E6">
        <w:rPr>
          <w:rFonts w:cs="Arial"/>
          <w:bCs/>
        </w:rPr>
        <w:t>vedoucího týmu</w:t>
      </w:r>
      <w:r w:rsidR="003804E2">
        <w:rPr>
          <w:rFonts w:cs="Arial"/>
          <w:bCs/>
        </w:rPr>
        <w:t xml:space="preserve"> </w:t>
      </w:r>
      <w:r>
        <w:rPr>
          <w:rFonts w:cs="Arial"/>
          <w:bCs/>
        </w:rPr>
        <w:t xml:space="preserve">nemůže dodavatel </w:t>
      </w:r>
      <w:r w:rsidRPr="00887EE8">
        <w:rPr>
          <w:rFonts w:cs="Arial"/>
          <w:bCs/>
        </w:rPr>
        <w:t xml:space="preserve">tu samou referenční zakázku použít k prokázání kvalifikace </w:t>
      </w:r>
      <w:r>
        <w:rPr>
          <w:rFonts w:cs="Arial"/>
          <w:bCs/>
        </w:rPr>
        <w:t>a zároveň i pro hodnocení</w:t>
      </w:r>
      <w:r w:rsidR="007C1338">
        <w:rPr>
          <w:rFonts w:cs="Arial"/>
          <w:bCs/>
        </w:rPr>
        <w:t>;</w:t>
      </w:r>
      <w:r>
        <w:rPr>
          <w:rFonts w:cs="Arial"/>
          <w:bCs/>
        </w:rPr>
        <w:t xml:space="preserve"> hodnoceny budou tedy pouze referenční zakázky uvedené nad rámec kvalifikačního kritéria.</w:t>
      </w:r>
    </w:p>
    <w:p w14:paraId="28E81AC4" w14:textId="3A9FBC6C" w:rsidR="00B77110" w:rsidRDefault="00B77110" w:rsidP="00B77110">
      <w:pPr>
        <w:pStyle w:val="Text1-1"/>
        <w:numPr>
          <w:ilvl w:val="0"/>
          <w:numId w:val="0"/>
        </w:numPr>
        <w:ind w:left="737"/>
      </w:pPr>
      <w:r>
        <w:t xml:space="preserve">Zadavatel upozorňuje na ustanovení čl. 9.3 těchto Pokynů, v němž </w:t>
      </w:r>
      <w:r w:rsidR="00580BF5">
        <w:t>může být</w:t>
      </w:r>
      <w:r>
        <w:t xml:space="preserve"> uveden požadavek, aby uvedené významné činnosti při plnění veřejné zakázky byly plněny přímo vybraným dodavatelem. V rozsahu takto </w:t>
      </w:r>
      <w:r w:rsidR="00580BF5">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6B57A0C6" w14:textId="495281ED" w:rsidR="00B77110" w:rsidRPr="00985773" w:rsidRDefault="00B77110" w:rsidP="006A37ED">
      <w:pPr>
        <w:spacing w:before="120"/>
        <w:ind w:left="709"/>
        <w:jc w:val="both"/>
        <w:rPr>
          <w:rFonts w:cs="Calibri"/>
        </w:rPr>
      </w:pPr>
      <w:r>
        <w:t xml:space="preserve">Doba 8 let (u referenčních zakázek uvedených výše v tabulce hodnocených jako zkušenost konkrétního člena odborného personálu) se považuje za splněnou, pokud byla referenční zakázka </w:t>
      </w:r>
      <w:r w:rsidR="008A5E06">
        <w:t xml:space="preserve">odpovídající zadavatelem stanovené </w:t>
      </w:r>
      <w:r w:rsidR="005446A9">
        <w:t xml:space="preserve">definici hodnocené zkušenosti </w:t>
      </w:r>
      <w:r w:rsidR="001B6474">
        <w:t xml:space="preserve">dokončena </w:t>
      </w:r>
      <w:r>
        <w:t xml:space="preserve">v průběhu této doby </w:t>
      </w:r>
      <w:r w:rsidR="001B6474">
        <w:t xml:space="preserve">nebo kdykoli po zahájení zadávacího řízení až do </w:t>
      </w:r>
      <w:r w:rsidR="00026001">
        <w:t>lhůty</w:t>
      </w:r>
      <w:r w:rsidR="001B6474">
        <w:t xml:space="preserve"> p</w:t>
      </w:r>
      <w:r w:rsidR="0090370B">
        <w:t>r</w:t>
      </w:r>
      <w:r w:rsidR="001B6474">
        <w:t xml:space="preserve">o podání nabídek </w:t>
      </w:r>
      <w:r w:rsidR="005B3E86">
        <w:t xml:space="preserve">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xml:space="preserve">. V případě, že byla zakázka součástí rozsáhlejšího plnění pro objednatele služby (např. </w:t>
      </w:r>
      <w:r w:rsidR="00280746" w:rsidRPr="00397134">
        <w:rPr>
          <w:rFonts w:cs="Calibri"/>
        </w:rPr>
        <w:t xml:space="preserve">kromě </w:t>
      </w:r>
      <w:r w:rsidR="00280746" w:rsidRPr="004B6F63">
        <w:rPr>
          <w:rFonts w:cs="Calibri"/>
        </w:rPr>
        <w:t xml:space="preserve">zajištění majetkoprávního vypořádání měl dodavatel vykonávat i další činnosti jako např. zpracování </w:t>
      </w:r>
      <w:r w:rsidR="00280746">
        <w:rPr>
          <w:rFonts w:cs="Calibri"/>
        </w:rPr>
        <w:t xml:space="preserve">geometrických plánů), </w:t>
      </w:r>
      <w:proofErr w:type="gramStart"/>
      <w:r w:rsidR="00280746" w:rsidRPr="00397134">
        <w:rPr>
          <w:rFonts w:cs="Calibri"/>
        </w:rPr>
        <w:t>postačí</w:t>
      </w:r>
      <w:proofErr w:type="gramEnd"/>
      <w:r w:rsidR="00280746" w:rsidRPr="00397134">
        <w:rPr>
          <w:rFonts w:cs="Calibri"/>
        </w:rPr>
        <w:t xml:space="preserve">, pokud je dokončeno plnění v rozsahu referované činnosti (tj. </w:t>
      </w:r>
      <w:r w:rsidR="00280746">
        <w:rPr>
          <w:rFonts w:cs="Calibri"/>
        </w:rPr>
        <w:t xml:space="preserve">zajištění </w:t>
      </w:r>
      <w:r w:rsidR="00280746" w:rsidRPr="00397134">
        <w:rPr>
          <w:rFonts w:cs="Calibri"/>
        </w:rPr>
        <w:t xml:space="preserve">majetkoprávního </w:t>
      </w:r>
      <w:r w:rsidR="00280746" w:rsidRPr="004B6F63">
        <w:rPr>
          <w:rFonts w:cs="Calibri"/>
        </w:rPr>
        <w:t>vypořádání v požadovaném rozsahu</w:t>
      </w:r>
      <w:r>
        <w:t>)</w:t>
      </w:r>
      <w:r w:rsidR="00C87F61">
        <w:t xml:space="preserve">. </w:t>
      </w:r>
      <w:r w:rsidR="009F3B3B">
        <w:t>Je-li referenční zakázka součástí rozsáhlejšího plnění pro téhož dodavatele, je pro hodnocení relevantní pouze ta jeho část, která odpovídá zadavatelem stanovené definic</w:t>
      </w:r>
      <w:r w:rsidR="002D5CDA">
        <w:t>i</w:t>
      </w:r>
      <w:r w:rsidR="009F3B3B">
        <w:t xml:space="preserve"> hodnocené </w:t>
      </w:r>
      <w:r w:rsidR="00BE0913">
        <w:t>zkušenosti</w:t>
      </w:r>
      <w:r w:rsidR="009F3B3B">
        <w:t xml:space="preserve">. </w:t>
      </w:r>
      <w:r>
        <w:t>Zadavatel upozorňuje, že z předložené</w:t>
      </w:r>
      <w:r w:rsidR="009F3B3B">
        <w:t xml:space="preserve"> Přílohy č. 9 těchto Pokynů s názvem Seznam zkušeností hodnocených</w:t>
      </w:r>
      <w:r w:rsidR="009F3B3B" w:rsidRPr="00F8119C">
        <w:t xml:space="preserve"> </w:t>
      </w:r>
      <w:r w:rsidR="009F3B3B">
        <w:t>členů odborného personálu</w:t>
      </w:r>
      <w:r w:rsidR="009F3B3B" w:rsidRPr="003E611F">
        <w:t xml:space="preserve"> </w:t>
      </w:r>
      <w:r>
        <w:t xml:space="preserve">musí konkrétně vyplývat, </w:t>
      </w:r>
      <w:r w:rsidR="00C87F61">
        <w:t xml:space="preserve">jaký </w:t>
      </w:r>
      <w:r>
        <w:t>byl</w:t>
      </w:r>
      <w:r w:rsidR="00C87F61">
        <w:t xml:space="preserve"> počet smluv zajištěných v rámci</w:t>
      </w:r>
      <w:r>
        <w:t xml:space="preserve"> té části plnění, </w:t>
      </w:r>
      <w:r w:rsidR="00C87F61">
        <w:t xml:space="preserve">která </w:t>
      </w:r>
      <w:r>
        <w:t xml:space="preserve">obsahově odpovídá zadavatelem stanovené </w:t>
      </w:r>
      <w:r w:rsidR="00985773" w:rsidRPr="004B6F63">
        <w:rPr>
          <w:rFonts w:cs="Calibri"/>
        </w:rPr>
        <w:t>minimální úrovni významné služby, a v jakém časovém období byly ty</w:t>
      </w:r>
      <w:r w:rsidR="00985773">
        <w:rPr>
          <w:rFonts w:cs="Calibri"/>
        </w:rPr>
        <w:t>to konkrétní služby poskytovány</w:t>
      </w:r>
      <w:r>
        <w:t xml:space="preserve">. </w:t>
      </w:r>
    </w:p>
    <w:p w14:paraId="26C11EE9" w14:textId="372510B4" w:rsidR="00B77110" w:rsidRDefault="00B77110" w:rsidP="00B77110">
      <w:pPr>
        <w:pStyle w:val="Text1-1"/>
        <w:numPr>
          <w:ilvl w:val="0"/>
          <w:numId w:val="0"/>
        </w:numPr>
        <w:ind w:left="737"/>
      </w:pPr>
      <w:r>
        <w:lastRenderedPageBreak/>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2D5CDA">
        <w:t>, resp. počty hodnocených referenčních zakázek</w:t>
      </w:r>
      <w:r w:rsidR="006C19F7">
        <w:t>,</w:t>
      </w:r>
      <w:r w:rsidR="002D5CDA">
        <w:t xml:space="preserve"> </w:t>
      </w:r>
      <w:r>
        <w:t>původně hodnocené osoby, které byly nad rámec hodnoceného maxima.</w:t>
      </w:r>
    </w:p>
    <w:p w14:paraId="702DE435" w14:textId="05D2B6C5" w:rsidR="00B77110" w:rsidRDefault="003E611F" w:rsidP="00B77110">
      <w:pPr>
        <w:pStyle w:val="Text1-1"/>
        <w:numPr>
          <w:ilvl w:val="0"/>
          <w:numId w:val="0"/>
        </w:numPr>
        <w:ind w:left="737"/>
      </w:pPr>
      <w:r>
        <w:t xml:space="preserve">Dodavatel je povinen připojit k Příloze č. 9 těchto Pokynů s názvem </w:t>
      </w:r>
      <w:r w:rsidR="00E56CBF">
        <w:t xml:space="preserve">Seznam </w:t>
      </w:r>
      <w:r>
        <w:t>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w:t>
      </w:r>
      <w:r w:rsidR="00472ED5">
        <w:t>do</w:t>
      </w:r>
      <w:r>
        <w:t>lož</w:t>
      </w:r>
      <w:r w:rsidR="003360B1">
        <w:t>í</w:t>
      </w:r>
      <w:r>
        <w:t xml:space="preserve"> </w:t>
      </w:r>
      <w:r w:rsidRPr="003E611F">
        <w:t xml:space="preserve">zkušenosti </w:t>
      </w:r>
      <w:r w:rsidR="008E3AB5">
        <w:t xml:space="preserve">hodnocených členů odborného personálu </w:t>
      </w:r>
      <w:r w:rsidRPr="003E611F">
        <w:t xml:space="preserve">s plněním zakázek, jež jsou </w:t>
      </w:r>
      <w:r>
        <w:t>v </w:t>
      </w:r>
      <w:r w:rsidR="00472ED5">
        <w:t>seznamu</w:t>
      </w:r>
      <w:r>
        <w:t xml:space="preserve"> </w:t>
      </w:r>
      <w:r w:rsidRPr="003E611F">
        <w:t>uvedeny</w:t>
      </w:r>
      <w:r>
        <w:t xml:space="preserve"> pro účely hodnocení</w:t>
      </w:r>
      <w:r w:rsidR="005037A9">
        <w:t xml:space="preserve">, </w:t>
      </w:r>
      <w:r w:rsidR="00406084">
        <w:t>přičemž z dokladů musí</w:t>
      </w:r>
      <w:r w:rsidR="005037A9">
        <w:t xml:space="preserve"> </w:t>
      </w:r>
      <w:r w:rsidR="005037A9" w:rsidRPr="005037A9">
        <w:t>vyplývat naplnění požadovaných parametrů</w:t>
      </w:r>
      <w:r w:rsidR="005037A9" w:rsidRPr="003E611F">
        <w:t xml:space="preserve"> </w:t>
      </w:r>
      <w:r w:rsidRPr="003E611F">
        <w:t>(například</w:t>
      </w:r>
      <w:r>
        <w:t xml:space="preserve"> smlouva</w:t>
      </w:r>
      <w:r w:rsidR="008E3AB5">
        <w:t xml:space="preserve"> na plnění zakázky</w:t>
      </w:r>
      <w:r w:rsidRPr="003E611F">
        <w:t xml:space="preserve">, osvědčení </w:t>
      </w:r>
      <w:r>
        <w:t>objednatele</w:t>
      </w:r>
      <w:r w:rsidRPr="003E611F">
        <w:t xml:space="preserve">, </w:t>
      </w:r>
      <w:r w:rsidR="000D1296">
        <w:t xml:space="preserve">úvodní strana dokumentace s </w:t>
      </w:r>
      <w:r>
        <w:t>popisov</w:t>
      </w:r>
      <w:r w:rsidR="000D1296">
        <w:t>ým</w:t>
      </w:r>
      <w:r>
        <w:t xml:space="preserve"> pole</w:t>
      </w:r>
      <w:r w:rsidR="000D1296">
        <w:t>m</w:t>
      </w:r>
      <w:r w:rsidR="00FE5726">
        <w:t>,</w:t>
      </w:r>
      <w:r>
        <w:t xml:space="preserve"> </w:t>
      </w:r>
      <w:r w:rsidR="00FE5726">
        <w:t>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00580BF5" w:rsidRPr="00F8119C">
        <w:t xml:space="preserve">Za tímto účelem požaduje zadavatel v </w:t>
      </w:r>
      <w:r w:rsidR="00580BF5">
        <w:t xml:space="preserve">Příloze č. 9 těchto Pokynů s názvem </w:t>
      </w:r>
      <w:r w:rsidR="00E56CBF">
        <w:t xml:space="preserve">Seznam </w:t>
      </w:r>
      <w:r w:rsidR="00580BF5">
        <w:t>zkušeností hodnocených</w:t>
      </w:r>
      <w:r w:rsidR="00580BF5" w:rsidRPr="00F8119C">
        <w:t xml:space="preserve"> </w:t>
      </w:r>
      <w:r w:rsidR="00580BF5">
        <w:t>členů odborného personálu uvést informace a spojení na kontaktní osobu objednatele, pro něhož byla zakázka realizována.</w:t>
      </w:r>
      <w:r w:rsidR="00580BF5" w:rsidDel="001D1D78">
        <w:t xml:space="preserve"> </w:t>
      </w:r>
      <w:r w:rsidR="00580BF5">
        <w:t xml:space="preserve">Pokud </w:t>
      </w:r>
      <w:r w:rsidR="00526554">
        <w:t xml:space="preserve">zadavatel zjistí, že </w:t>
      </w:r>
      <w:proofErr w:type="gramStart"/>
      <w:r w:rsidR="00526554">
        <w:t>d</w:t>
      </w:r>
      <w:r w:rsidR="00580BF5">
        <w:t>odavatel  předlož</w:t>
      </w:r>
      <w:r w:rsidR="00526554">
        <w:t>il</w:t>
      </w:r>
      <w:proofErr w:type="gramEnd"/>
      <w:r w:rsidR="00580BF5">
        <w:t xml:space="preserve"> v nabídce za účelem hodnocení údaje či informace, které neodpovídají skutečnosti, </w:t>
      </w:r>
      <w:r w:rsidR="00580BF5" w:rsidRPr="00933ED1">
        <w:t>nebude nabídka dodavatel</w:t>
      </w:r>
      <w:r w:rsidR="00580BF5">
        <w:t>e ve vztahu k takové konkrétní informaci</w:t>
      </w:r>
      <w:r w:rsidR="00580BF5" w:rsidRPr="00933ED1">
        <w:t xml:space="preserve"> </w:t>
      </w:r>
      <w:r w:rsidR="00580BF5">
        <w:t xml:space="preserve">či údaji v rámci hodnotícího kritéria </w:t>
      </w:r>
      <w:r w:rsidR="00580BF5" w:rsidRPr="00933ED1">
        <w:t>hodnocena (resp. dostane 0 bodů).</w:t>
      </w:r>
    </w:p>
    <w:p w14:paraId="2B98AE88"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1B6C52D4" w14:textId="69BB1829" w:rsidR="00B77110" w:rsidRDefault="00B77110" w:rsidP="00B77110">
      <w:pPr>
        <w:pStyle w:val="Text1-1"/>
        <w:numPr>
          <w:ilvl w:val="0"/>
          <w:numId w:val="0"/>
        </w:numPr>
        <w:ind w:left="737"/>
      </w:pPr>
      <w:r>
        <w:t xml:space="preserve">Přidělování bodů v rámci dílčího hodnotícího kritéria </w:t>
      </w:r>
      <w:r w:rsidR="000A7D7C">
        <w:t>Z</w:t>
      </w:r>
      <w:r>
        <w:t>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001C7065" w:rsidRPr="001C7065">
        <w:t xml:space="preserve"> </w:t>
      </w:r>
      <w:r w:rsidR="001C7065">
        <w:t>s referenčními zakázkami</w:t>
      </w:r>
      <w:r>
        <w:t xml:space="preserve">. Takto dosažené body se přepočtou tak, že nejlepší nabídka, tj. nabídka dodavatele s nejvyšším bodovým hodnocením, </w:t>
      </w:r>
      <w:proofErr w:type="gramStart"/>
      <w:r>
        <w:t>obdrží</w:t>
      </w:r>
      <w:proofErr w:type="gramEnd"/>
      <w:r>
        <w:t xml:space="preserve">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5B24411" w14:textId="0E405D75" w:rsidR="00B77110" w:rsidRDefault="00B77110" w:rsidP="00631F69">
      <w:pPr>
        <w:pStyle w:val="Text1-1"/>
        <w:numPr>
          <w:ilvl w:val="0"/>
          <w:numId w:val="0"/>
        </w:numPr>
        <w:spacing w:after="0"/>
        <w:ind w:left="2155" w:firstLine="681"/>
      </w:pPr>
      <w:r>
        <w:t xml:space="preserve">bodové hodnocení hodnocené nabídky </w:t>
      </w:r>
      <w:r w:rsidR="00631F69">
        <w:t xml:space="preserve">         </w:t>
      </w:r>
    </w:p>
    <w:p w14:paraId="42EA0ABB" w14:textId="0065E6DB" w:rsidR="00B77110" w:rsidRDefault="00B77110" w:rsidP="00B77110">
      <w:pPr>
        <w:pStyle w:val="Text1-1"/>
        <w:numPr>
          <w:ilvl w:val="0"/>
          <w:numId w:val="0"/>
        </w:numPr>
        <w:ind w:left="737"/>
        <w:jc w:val="center"/>
      </w:pPr>
      <w:r>
        <w:t>__________________________</w:t>
      </w:r>
      <w:r w:rsidR="00631F69">
        <w:t>__________</w:t>
      </w:r>
      <w:r w:rsidR="00631F69" w:rsidRPr="00631F69">
        <w:t xml:space="preserve"> </w:t>
      </w:r>
      <w:r w:rsidR="00631F69">
        <w:t xml:space="preserve">   x 100</w:t>
      </w:r>
    </w:p>
    <w:p w14:paraId="27AA7782" w14:textId="77777777" w:rsidR="00B77110" w:rsidRDefault="00B77110" w:rsidP="00631F69">
      <w:pPr>
        <w:pStyle w:val="Text1-1"/>
        <w:numPr>
          <w:ilvl w:val="0"/>
          <w:numId w:val="0"/>
        </w:numPr>
        <w:ind w:left="2155" w:firstLine="681"/>
      </w:pPr>
      <w:r>
        <w:t>bodové hodnocení nejlepší nabídky</w:t>
      </w:r>
    </w:p>
    <w:p w14:paraId="51B78C52" w14:textId="0904C9DC" w:rsidR="00B77110" w:rsidRDefault="00B77110" w:rsidP="00B77110">
      <w:pPr>
        <w:pStyle w:val="Text1-1"/>
        <w:numPr>
          <w:ilvl w:val="0"/>
          <w:numId w:val="0"/>
        </w:numPr>
        <w:ind w:left="737"/>
      </w:pPr>
      <w:r>
        <w:t>Takto získaný počet bodů bude vynásoben koeficientem 0,</w:t>
      </w:r>
      <w:r w:rsidR="003807AF">
        <w:t xml:space="preserve">20 </w:t>
      </w:r>
      <w:r>
        <w:t xml:space="preserve">(tj. váhou dílčího hodnotícího kritéria </w:t>
      </w:r>
      <w:r w:rsidR="00574967">
        <w:t>Z</w:t>
      </w:r>
      <w:r>
        <w:t>kušenosti vybraných členů odborného personálu dodavatele) a následně matematicky zaokrouhlen na dvě desetinná místa.</w:t>
      </w:r>
    </w:p>
    <w:p w14:paraId="098EF451" w14:textId="77777777" w:rsidR="00B77110" w:rsidRPr="00B77110" w:rsidRDefault="00B77110" w:rsidP="00B77110">
      <w:pPr>
        <w:pStyle w:val="Text1-1"/>
        <w:rPr>
          <w:b/>
        </w:rPr>
      </w:pPr>
      <w:r w:rsidRPr="00B77110">
        <w:rPr>
          <w:b/>
        </w:rPr>
        <w:t>Celkové hodnocení</w:t>
      </w:r>
    </w:p>
    <w:p w14:paraId="4C3F88B0" w14:textId="448DCD1A"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 xml:space="preserve">Pokud dvě či více nabídek dosáhnou stejné bodové hodnoty představující celkové hodnocení nabídky, pak </w:t>
      </w:r>
      <w:r w:rsidR="005B43BE">
        <w:t xml:space="preserve">výhodnější, resp. </w:t>
      </w:r>
      <w:r w:rsidR="005B3E86" w:rsidRPr="00C22930">
        <w:t>nejv</w:t>
      </w:r>
      <w:r w:rsidR="005B3E86">
        <w:t>ý</w:t>
      </w:r>
      <w:r w:rsidR="005B3E86" w:rsidRPr="00C22930">
        <w:t xml:space="preserve">hodnější nabídkou bude ta, která </w:t>
      </w:r>
      <w:r w:rsidR="005B43BE">
        <w:t xml:space="preserve">bude </w:t>
      </w:r>
      <w:r w:rsidR="005B3E86" w:rsidRPr="00C22930">
        <w:t>obsah</w:t>
      </w:r>
      <w:r w:rsidR="005B43BE">
        <w:t>ovat</w:t>
      </w:r>
      <w:r w:rsidR="005B3E86" w:rsidRPr="00C22930">
        <w:t xml:space="preserve"> </w:t>
      </w:r>
      <w:r w:rsidR="005B43BE">
        <w:t xml:space="preserve">nižší, resp. </w:t>
      </w:r>
      <w:r w:rsidR="005B3E86" w:rsidRPr="00C22930">
        <w:t>nejnižší nabídkovou cenu.</w:t>
      </w:r>
    </w:p>
    <w:p w14:paraId="3C6BA9CB" w14:textId="77777777" w:rsidR="0035531B" w:rsidRDefault="0035531B" w:rsidP="007038DC">
      <w:pPr>
        <w:pStyle w:val="Nadpis1-1"/>
      </w:pPr>
      <w:bookmarkStart w:id="24" w:name="_Toc156575275"/>
      <w:r>
        <w:t>ZRUŠENÍ ZADÁVACÍHO ŘÍZENÍ</w:t>
      </w:r>
      <w:bookmarkEnd w:id="24"/>
    </w:p>
    <w:p w14:paraId="095DB321" w14:textId="77777777" w:rsidR="0035531B" w:rsidRDefault="0035531B" w:rsidP="0035531B">
      <w:pPr>
        <w:pStyle w:val="Text1-1"/>
      </w:pPr>
      <w:r>
        <w:t>Důvody pro zrušení zadávacího řízení této veřejné zakázky upravuje § 127 ZZVZ.</w:t>
      </w:r>
    </w:p>
    <w:p w14:paraId="6AADBF6B" w14:textId="77777777" w:rsidR="0035531B" w:rsidRDefault="00B77110" w:rsidP="00B77110">
      <w:pPr>
        <w:pStyle w:val="Text1-1"/>
      </w:pPr>
      <w:r w:rsidRPr="00B77110">
        <w:lastRenderedPageBreak/>
        <w:t>V souladu s § 170 ZZVZ si zadavatel vyhrazuje právo zrušit zadávací řízení této veřejné zakázky i bez naplnění důvodů podle § 127 ZZVZ kdykoliv před uzavřením smlouvy na plnění této veřejné zakázky</w:t>
      </w:r>
      <w:r w:rsidR="0035531B">
        <w:t>.</w:t>
      </w:r>
    </w:p>
    <w:p w14:paraId="2695622F" w14:textId="77777777" w:rsidR="0035531B" w:rsidRDefault="0035531B" w:rsidP="007038DC">
      <w:pPr>
        <w:pStyle w:val="Nadpis1-1"/>
      </w:pPr>
      <w:bookmarkStart w:id="25" w:name="_Toc156575276"/>
      <w:r>
        <w:t>UZAVŘENÍ SMLOUVY</w:t>
      </w:r>
      <w:bookmarkEnd w:id="25"/>
    </w:p>
    <w:p w14:paraId="4BE477A5"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16CED53A" w14:textId="1051A7B6" w:rsidR="0035531B" w:rsidRDefault="00572F04" w:rsidP="00A47DE5">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7C1CD8" w:rsidRPr="000B46F0">
          <w:rPr>
            <w:rStyle w:val="Hypertextovodkaz"/>
            <w:noProof w:val="0"/>
          </w:rPr>
          <w:t>https://zakazky.spravazeleznic.cz/</w:t>
        </w:r>
      </w:hyperlink>
      <w:r w:rsidRPr="00572F04">
        <w:t>, případně jinou formou písemné elektronické komunikace (zadavatel preferuje komunikaci prostřednictvím elektronického nástroje E-ZAK) dokumenty uvedené v článku 18.3</w:t>
      </w:r>
      <w:r w:rsidR="005B3E86">
        <w:t xml:space="preserve"> </w:t>
      </w:r>
      <w:r w:rsidRPr="00572F04">
        <w:t>a případně i v článku 18.4</w:t>
      </w:r>
      <w:r w:rsidR="0082399E">
        <w:t xml:space="preserve"> až </w:t>
      </w:r>
      <w:r w:rsidR="00880E1F">
        <w:t>18.9</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8C2E1E">
        <w:t xml:space="preserve">Bez ohledu na výše uvedené si však zadavatel vyhrazuje možnost v případě potřeby postupovat v souladu s § 123 odst. 2 ZZVZ. </w:t>
      </w:r>
      <w:r w:rsidR="008C2E1E" w:rsidRPr="007B3D4D">
        <w:t xml:space="preserve">Pokud vybraný dodavatel odmítne uzavřít smlouvu nebo zadavateli neposkytne </w:t>
      </w:r>
      <w:r w:rsidR="008C2E1E">
        <w:t xml:space="preserve">řádnou </w:t>
      </w:r>
      <w:r w:rsidR="008C2E1E" w:rsidRPr="007B3D4D">
        <w:t xml:space="preserve">součinnost k jejímu uzavření </w:t>
      </w:r>
      <w:r w:rsidRPr="00572F04">
        <w:t>(</w:t>
      </w:r>
      <w:r w:rsidR="0042561D">
        <w:t xml:space="preserve">např. </w:t>
      </w:r>
      <w:proofErr w:type="gramStart"/>
      <w:r w:rsidR="0042561D">
        <w:t>nepředloží</w:t>
      </w:r>
      <w:proofErr w:type="gramEnd"/>
      <w:r w:rsidR="0042561D">
        <w:t xml:space="preserve"> některý</w:t>
      </w:r>
      <w:r w:rsidR="0042561D" w:rsidRPr="00572F04">
        <w:t xml:space="preserve"> </w:t>
      </w:r>
      <w:r w:rsidRPr="00572F04">
        <w:t xml:space="preserve">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00880E1F" w:rsidRPr="00ED023E">
        <w:rPr>
          <w:rStyle w:val="Tun9b"/>
          <w:b w:val="0"/>
        </w:rPr>
        <w:t>Zadavatel je oprávněn v písemné výzvě určit další doklady, které je vybraný dodavatel povinen předložit</w:t>
      </w:r>
      <w:r w:rsidR="00880E1F">
        <w:rPr>
          <w:rStyle w:val="Tun9b"/>
          <w:b w:val="0"/>
        </w:rPr>
        <w:t xml:space="preserve"> v souladu s § 122 odst. 4 ZZVZ</w:t>
      </w:r>
      <w:r w:rsidR="00880E1F" w:rsidRPr="00ED023E">
        <w:rPr>
          <w:rStyle w:val="Tun9b"/>
          <w:b w:val="0"/>
        </w:rPr>
        <w:t>.</w:t>
      </w:r>
      <w:r w:rsidR="00880E1F">
        <w:rPr>
          <w:rStyle w:val="Tun9b"/>
          <w:b w:val="0"/>
        </w:rPr>
        <w:t xml:space="preserve"> </w:t>
      </w:r>
      <w:r w:rsidRPr="0042561D">
        <w:t xml:space="preserve">Zadavatel upozorňuje, že je vázán § 211 </w:t>
      </w:r>
      <w:r w:rsidR="0042561D" w:rsidRPr="0042561D">
        <w:t>ZZVZ</w:t>
      </w:r>
      <w:r w:rsidRPr="0042561D">
        <w:t xml:space="preserve"> stanovujícím povinnost písemné elektronické komunikace mezi zadavatelem a dodavatelem, která se vztahuje na veškeré předkládané doklady, včetně dokladů předkládaných vybraným dodavatelem na základě výzvy dle § 122 </w:t>
      </w:r>
      <w:r w:rsidR="0042561D" w:rsidRPr="0042561D">
        <w:t>ZZVZ</w:t>
      </w:r>
      <w:r w:rsidRPr="0042561D">
        <w:t xml:space="preserve">. </w:t>
      </w:r>
      <w:r w:rsidR="0042561D" w:rsidRPr="00B55F59">
        <w:rPr>
          <w:rStyle w:val="Tun9b"/>
          <w:b w:val="0"/>
        </w:rPr>
        <w:t xml:space="preserve">Pokud je požadován </w:t>
      </w:r>
      <w:r w:rsidR="0042561D">
        <w:t>o</w:t>
      </w:r>
      <w:r w:rsidRPr="0042561D">
        <w:t>riginál nebo úředně ověřená kopie dokladu</w:t>
      </w:r>
      <w:r w:rsidR="0042561D">
        <w:t>,</w:t>
      </w:r>
      <w:r w:rsidRPr="0042561D">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35531B" w:rsidRPr="0042561D">
        <w:t>.</w:t>
      </w:r>
    </w:p>
    <w:p w14:paraId="17D6D535"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315B1338" w14:textId="651F76EF" w:rsidR="0042561D" w:rsidRDefault="0042561D" w:rsidP="00572F04">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2B65F1B7" w14:textId="6DC279B3" w:rsidR="00572F04" w:rsidRDefault="00572F04" w:rsidP="00572F04">
      <w:pPr>
        <w:pStyle w:val="Odrka1-1"/>
      </w:pPr>
      <w:r>
        <w:t xml:space="preserve">vybraným dodavatelem vyplněné Přílohy č. </w:t>
      </w:r>
      <w:r w:rsidR="00BD0483">
        <w:t>4</w:t>
      </w:r>
      <w:r>
        <w:t xml:space="preserve">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0F6BE1E" w14:textId="58C3CB9A" w:rsidR="00572F04" w:rsidRDefault="00572F04" w:rsidP="00572F04">
      <w:pPr>
        <w:pStyle w:val="Odrka1-1"/>
      </w:pPr>
      <w:r>
        <w:t xml:space="preserve">vybraným dodavatelem vyplněné Přílohy č. </w:t>
      </w:r>
      <w:r w:rsidR="00FD5630">
        <w:t>5</w:t>
      </w:r>
      <w:r>
        <w:t xml:space="preserve"> Smlouvy o dílo s názvem Seznam poddodavatelů, a </w:t>
      </w:r>
      <w:r w:rsidR="007F1E84">
        <w:t xml:space="preserve">to </w:t>
      </w:r>
      <w:r>
        <w:t>ve formátu umožňujícím editaci;</w:t>
      </w:r>
    </w:p>
    <w:p w14:paraId="2DFAF334" w14:textId="7FC5EF46" w:rsidR="00572F04" w:rsidRDefault="00572F04" w:rsidP="00572F04">
      <w:pPr>
        <w:pStyle w:val="Odrka1-1"/>
      </w:pPr>
      <w:r>
        <w:t xml:space="preserve">kopií </w:t>
      </w:r>
      <w:r w:rsidR="0042561D">
        <w:t xml:space="preserve">smluv </w:t>
      </w:r>
      <w:r w:rsidR="009D4706">
        <w:t xml:space="preserve">s poddodavateli </w:t>
      </w:r>
      <w:r w:rsidR="0042561D">
        <w:t xml:space="preserve">nebo poddodavateli </w:t>
      </w:r>
      <w:r w:rsidR="0042561D" w:rsidRPr="008578B0">
        <w:t>podepsan</w:t>
      </w:r>
      <w:r w:rsidR="0042561D">
        <w:t>ých</w:t>
      </w:r>
      <w:r w:rsidR="0042561D" w:rsidRPr="008578B0">
        <w:t xml:space="preserve"> potvrzení o jej</w:t>
      </w:r>
      <w:r w:rsidR="0042561D">
        <w:t>ich</w:t>
      </w:r>
      <w:r w:rsidR="0042561D" w:rsidRPr="008578B0">
        <w:t xml:space="preserve"> existenci</w:t>
      </w:r>
      <w:r w:rsidR="0042561D">
        <w:t xml:space="preserve"> nebo </w:t>
      </w:r>
      <w:r>
        <w:t xml:space="preserve">písemných závazků poddodavatelů uvedených v Příloze č. </w:t>
      </w:r>
      <w:r w:rsidR="003304C9">
        <w:t>5</w:t>
      </w:r>
      <w:r>
        <w:t xml:space="preserve"> Smlouvy o dílo s názvem Seznam poddodavatelů, kteří se budou podílet na plnění veřejné zakázky, tzn. i těch poddodavatelů, prostřednictvím kterých vybraný dodavatel </w:t>
      </w:r>
      <w:r>
        <w:lastRenderedPageBreak/>
        <w:t xml:space="preserve">neprokazuje splnění kvalifikace. Z předložených dokumentů musí být patrné, že poddodavatelé uvedení v Příloze č. </w:t>
      </w:r>
      <w:r w:rsidR="003304C9">
        <w:t>5</w:t>
      </w:r>
      <w:r>
        <w:t xml:space="preserve"> Smlouvy o dílo souhlasí se svým budoucím zapojením do plnění předmětu veřejné zakázky a jsou připraveni své konkrétně specifikované plnění poskytnout.</w:t>
      </w:r>
    </w:p>
    <w:p w14:paraId="6382CB08" w14:textId="1DB02747" w:rsidR="0035531B" w:rsidRDefault="00572F04" w:rsidP="007038DC">
      <w:pPr>
        <w:pStyle w:val="Textbezslovn"/>
      </w:pPr>
      <w:r w:rsidRPr="00572F04">
        <w:t xml:space="preserve">Zadavatel upřesňuje, že pokud bude </w:t>
      </w:r>
      <w:r w:rsidR="0042561D">
        <w:t xml:space="preserve">některý doklad </w:t>
      </w:r>
      <w:r w:rsidRPr="00572F04">
        <w:t>doložen již v nabídce nebo v průběhu zadávacího řízení, zadavatel k jeho předkládání nebude vybraného dodavatele vyzývat</w:t>
      </w:r>
      <w:r w:rsidR="0035531B">
        <w:t>.</w:t>
      </w:r>
    </w:p>
    <w:p w14:paraId="61C89307" w14:textId="77777777" w:rsidR="003831C7" w:rsidRDefault="003831C7" w:rsidP="001165C4">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Default="003831C7" w:rsidP="003831C7">
      <w:pPr>
        <w:pStyle w:val="Textbezslovn"/>
      </w:pPr>
      <w:r>
        <w:t xml:space="preserve">a) ke sdělení identifikačních údajů všech osob, které jsou jeho skutečným majitelem, a </w:t>
      </w:r>
    </w:p>
    <w:p w14:paraId="0C843E45" w14:textId="77777777" w:rsidR="003831C7" w:rsidRDefault="003831C7" w:rsidP="003831C7">
      <w:pPr>
        <w:pStyle w:val="Textbezslovn"/>
      </w:pPr>
      <w:r>
        <w:t xml:space="preserve">b) k předložení dokladů, z nichž vyplývá vztah všech osob podle předchozího písmene a) k dodavateli; těmito doklady jsou zejména: </w:t>
      </w:r>
    </w:p>
    <w:p w14:paraId="48559616" w14:textId="77777777" w:rsidR="003831C7" w:rsidRDefault="003831C7" w:rsidP="003831C7">
      <w:pPr>
        <w:pStyle w:val="Odrka1-2-"/>
      </w:pPr>
      <w:r>
        <w:t xml:space="preserve">výpis ze zahraniční evidence obdobné veřejnému rejstříku, </w:t>
      </w:r>
    </w:p>
    <w:p w14:paraId="166BAC9A" w14:textId="77777777" w:rsidR="003831C7" w:rsidRDefault="003831C7" w:rsidP="003831C7">
      <w:pPr>
        <w:pStyle w:val="Odrka1-2-"/>
      </w:pPr>
      <w:r>
        <w:t xml:space="preserve">seznam akcionářů, </w:t>
      </w:r>
    </w:p>
    <w:p w14:paraId="3BC944EC" w14:textId="77777777" w:rsidR="003831C7" w:rsidRDefault="003831C7" w:rsidP="003831C7">
      <w:pPr>
        <w:pStyle w:val="Odrka1-2-"/>
      </w:pPr>
      <w:r>
        <w:t xml:space="preserve">rozhodnutí statutárního orgánu o vyplacení podílu na zisku, </w:t>
      </w:r>
    </w:p>
    <w:p w14:paraId="3365D552" w14:textId="77777777" w:rsidR="003831C7" w:rsidRDefault="003831C7" w:rsidP="003831C7">
      <w:pPr>
        <w:pStyle w:val="Odrka1-2-"/>
      </w:pPr>
      <w:r>
        <w:t>společenská smlouva, zakladatelská listina nebo stanovy.</w:t>
      </w:r>
    </w:p>
    <w:p w14:paraId="6B72BE25" w14:textId="4BF7CB1B" w:rsidR="003831C7" w:rsidRDefault="003831C7" w:rsidP="003831C7">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p>
    <w:p w14:paraId="16C84AA0" w14:textId="3E35A6B0" w:rsidR="0082399E" w:rsidRDefault="0082399E"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rsidR="00862B8C">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w:t>
      </w:r>
      <w:proofErr w:type="gramStart"/>
      <w:r w:rsidRPr="00090C69">
        <w:t>vyloučí</w:t>
      </w:r>
      <w:proofErr w:type="gramEnd"/>
      <w:r w:rsidRPr="00090C69">
        <w:t xml:space="preserve"> vybraného dodavatele, </w:t>
      </w:r>
      <w:r w:rsidR="00862B8C">
        <w:t>pokud nepředlož</w:t>
      </w:r>
      <w:r w:rsidR="00B33CC8">
        <w:t>il</w:t>
      </w:r>
      <w:r w:rsidR="00862B8C">
        <w:t xml:space="preserve"> údaje nebo doklady vyžádané zadavatelem</w:t>
      </w:r>
      <w:r w:rsidR="00B33CC8">
        <w:t xml:space="preserve"> dle tohoto článku</w:t>
      </w:r>
      <w:r w:rsidR="00862B8C">
        <w:t>, nebo</w:t>
      </w:r>
      <w:r w:rsidR="00862B8C" w:rsidRPr="00090C69">
        <w:t xml:space="preserve"> </w:t>
      </w:r>
      <w:r w:rsidRPr="00090C69">
        <w:t>zjist</w:t>
      </w:r>
      <w:r w:rsidR="00B33CC8">
        <w:t>il</w:t>
      </w:r>
      <w:r w:rsidRPr="00090C69">
        <w:t xml:space="preserve">-li </w:t>
      </w:r>
      <w:r w:rsidR="00862B8C">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6C5ADE2A" w14:textId="0DA53AAA"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509EAA4" w14:textId="071C1D70" w:rsidR="0035531B" w:rsidRDefault="00572F04" w:rsidP="00572F04">
      <w:pPr>
        <w:pStyle w:val="Text1-1"/>
      </w:pPr>
      <w:r w:rsidRPr="00572F04">
        <w:t xml:space="preserve">Zadavatel u vybraného dodavatele </w:t>
      </w:r>
      <w:proofErr w:type="gramStart"/>
      <w:r w:rsidRPr="00572F04">
        <w:t>ověří</w:t>
      </w:r>
      <w:proofErr w:type="gramEnd"/>
      <w:r w:rsidRPr="00572F04">
        <w:t xml:space="preserve">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5CA20A68" w14:textId="1D15C57D" w:rsidR="00404ACA" w:rsidRDefault="00404ACA" w:rsidP="00572F04">
      <w:pPr>
        <w:pStyle w:val="Text1-1"/>
      </w:pPr>
      <w:r w:rsidRPr="007E738C">
        <w:lastRenderedPageBreak/>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591F65" w:rsidRPr="00591F65">
        <w:t xml:space="preserve"> </w:t>
      </w:r>
      <w:r w:rsidR="00591F65">
        <w:t xml:space="preserve">mezinárodní </w:t>
      </w:r>
      <w:r w:rsidR="00591F65" w:rsidRPr="000C72CF">
        <w:t>sankce, zákaz zadání veřejné zakázky</w:t>
      </w:r>
      <w:r>
        <w:t>).</w:t>
      </w:r>
    </w:p>
    <w:p w14:paraId="67461D8E" w14:textId="2B618671" w:rsidR="00880E1F" w:rsidRPr="00DE59C3" w:rsidRDefault="00880E1F" w:rsidP="00572F04">
      <w:pPr>
        <w:pStyle w:val="Text1-1"/>
      </w:pPr>
      <w:r>
        <w:t>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w:t>
      </w:r>
      <w:r w:rsidRPr="00DE59C3">
        <w:t>,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8.9 těchto Pokynů ve vztahu k této jiné osobě.</w:t>
      </w:r>
    </w:p>
    <w:p w14:paraId="187B794F" w14:textId="77777777" w:rsidR="0035531B" w:rsidRPr="00DE59C3" w:rsidRDefault="0035531B" w:rsidP="00B77C6D">
      <w:pPr>
        <w:pStyle w:val="Nadpis1-1"/>
      </w:pPr>
      <w:bookmarkStart w:id="26" w:name="_Toc156575277"/>
      <w:r w:rsidRPr="00DE59C3">
        <w:t>OCHRANA INFORMACÍ</w:t>
      </w:r>
      <w:bookmarkEnd w:id="26"/>
    </w:p>
    <w:p w14:paraId="53E99C8C"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3A72C559"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009AEF6" w14:textId="77777777" w:rsidR="0035531B" w:rsidRDefault="0035531B" w:rsidP="00564DDD">
      <w:pPr>
        <w:pStyle w:val="Nadpis1-1"/>
      </w:pPr>
      <w:bookmarkStart w:id="27" w:name="_Toc156575278"/>
      <w:r>
        <w:t>ZADÁVACÍ LHŮTA</w:t>
      </w:r>
      <w:r w:rsidR="00845C50">
        <w:t xml:space="preserve"> </w:t>
      </w:r>
      <w:r w:rsidR="00092CC9">
        <w:t>A</w:t>
      </w:r>
      <w:r w:rsidR="00845C50">
        <w:t> </w:t>
      </w:r>
      <w:r>
        <w:t>JISTOTA ZA NABÍDKU</w:t>
      </w:r>
      <w:bookmarkEnd w:id="27"/>
    </w:p>
    <w:p w14:paraId="6E8A0614" w14:textId="7BFAE4E2" w:rsidR="0035531B" w:rsidRPr="00606450" w:rsidRDefault="003146BB" w:rsidP="0035531B">
      <w:pPr>
        <w:pStyle w:val="Text1-1"/>
      </w:pPr>
      <w:r w:rsidRPr="00606450">
        <w:t>Zadávací l</w:t>
      </w:r>
      <w:r w:rsidR="0035531B" w:rsidRPr="00606450">
        <w:t xml:space="preserve">hůta, po kterou účastníci zadávacího řízení nesmí ze zadávacího řízení odstoupit, činí </w:t>
      </w:r>
      <w:r w:rsidR="0035531B" w:rsidRPr="00606450">
        <w:rPr>
          <w:b/>
        </w:rPr>
        <w:t>6 měsíců</w:t>
      </w:r>
      <w:r w:rsidR="0035531B" w:rsidRPr="00606450">
        <w:t xml:space="preserve"> od skončení lhůty pro podání nabídek. </w:t>
      </w:r>
    </w:p>
    <w:p w14:paraId="401830FD" w14:textId="6453E229" w:rsidR="0035531B" w:rsidRPr="00606450" w:rsidRDefault="0035531B" w:rsidP="00572F04">
      <w:pPr>
        <w:pStyle w:val="Text1-1"/>
      </w:pPr>
      <w:r w:rsidRPr="00606450">
        <w:t>Zadavatel</w:t>
      </w:r>
      <w:r w:rsidR="00092CC9" w:rsidRPr="00606450">
        <w:t xml:space="preserve"> v </w:t>
      </w:r>
      <w:r w:rsidRPr="00606450">
        <w:t>souladu</w:t>
      </w:r>
      <w:r w:rsidR="00845C50" w:rsidRPr="00606450">
        <w:t xml:space="preserve"> s </w:t>
      </w:r>
      <w:r w:rsidRPr="00606450">
        <w:t>§ 41 ZZVZ požaduje, aby účastníci</w:t>
      </w:r>
      <w:r w:rsidR="00BC6D2B" w:rsidRPr="00606450">
        <w:t xml:space="preserve"> k </w:t>
      </w:r>
      <w:r w:rsidRPr="00606450">
        <w:t>zajištění plnění svých povinností vyplývajících</w:t>
      </w:r>
      <w:r w:rsidR="0060115D" w:rsidRPr="00606450">
        <w:t xml:space="preserve"> z </w:t>
      </w:r>
      <w:r w:rsidRPr="00606450">
        <w:t>účasti</w:t>
      </w:r>
      <w:r w:rsidR="00092CC9" w:rsidRPr="00606450">
        <w:t xml:space="preserve"> v </w:t>
      </w:r>
      <w:r w:rsidRPr="00606450">
        <w:t xml:space="preserve">zadávacím řízení poskytli jistotu ve výši </w:t>
      </w:r>
      <w:r w:rsidR="00F838A5" w:rsidRPr="00606450">
        <w:rPr>
          <w:b/>
          <w:bCs/>
        </w:rPr>
        <w:t>3</w:t>
      </w:r>
      <w:r w:rsidR="00F504AF" w:rsidRPr="00606450">
        <w:rPr>
          <w:b/>
          <w:bCs/>
        </w:rPr>
        <w:t>00</w:t>
      </w:r>
      <w:r w:rsidR="00F838A5" w:rsidRPr="00606450">
        <w:rPr>
          <w:b/>
          <w:bCs/>
        </w:rPr>
        <w:t> </w:t>
      </w:r>
      <w:r w:rsidR="00F504AF" w:rsidRPr="00606450">
        <w:rPr>
          <w:b/>
          <w:bCs/>
        </w:rPr>
        <w:t>000</w:t>
      </w:r>
      <w:r w:rsidR="00F838A5" w:rsidRPr="00606450">
        <w:rPr>
          <w:b/>
          <w:bCs/>
        </w:rPr>
        <w:t xml:space="preserve"> </w:t>
      </w:r>
      <w:r w:rsidRPr="00606450">
        <w:rPr>
          <w:b/>
        </w:rPr>
        <w:t xml:space="preserve">Kč </w:t>
      </w:r>
      <w:r w:rsidRPr="00606450">
        <w:t xml:space="preserve">(slovy: </w:t>
      </w:r>
      <w:r w:rsidR="00F838A5" w:rsidRPr="00606450">
        <w:t>tři sta</w:t>
      </w:r>
      <w:r w:rsidR="00F504AF" w:rsidRPr="00606450">
        <w:t xml:space="preserve"> tisíc </w:t>
      </w:r>
      <w:r w:rsidRPr="00606450">
        <w:t>korun českých).</w:t>
      </w:r>
    </w:p>
    <w:p w14:paraId="7B1C4055" w14:textId="77777777" w:rsidR="0035531B" w:rsidRDefault="0035531B" w:rsidP="0035531B">
      <w:pPr>
        <w:pStyle w:val="Text1-1"/>
      </w:pPr>
      <w:r>
        <w:t>Jistota bude poskytnuta</w:t>
      </w:r>
      <w:r w:rsidR="00092CC9">
        <w:t xml:space="preserve"> v </w:t>
      </w:r>
      <w:r>
        <w:t xml:space="preserve">elektronické podobě formou: </w:t>
      </w:r>
    </w:p>
    <w:p w14:paraId="05DD08B3" w14:textId="77777777" w:rsidR="0035531B" w:rsidRDefault="0035531B" w:rsidP="00564DDD">
      <w:pPr>
        <w:pStyle w:val="Odrka1-1"/>
      </w:pPr>
      <w:r>
        <w:t xml:space="preserve">složení peněžní částky na účet zadavatele („peněžní jistota“), nebo </w:t>
      </w:r>
    </w:p>
    <w:p w14:paraId="0BA36C69" w14:textId="77777777" w:rsidR="0035531B" w:rsidRDefault="0035531B" w:rsidP="00564DDD">
      <w:pPr>
        <w:pStyle w:val="Odrka1-1"/>
      </w:pPr>
      <w:r>
        <w:t xml:space="preserve">bankovní záruky ve prospěch zadavatele, nebo </w:t>
      </w:r>
    </w:p>
    <w:p w14:paraId="1782A029" w14:textId="77777777" w:rsidR="0035531B" w:rsidRDefault="0035531B" w:rsidP="00564DDD">
      <w:pPr>
        <w:pStyle w:val="Odrka1-1"/>
      </w:pPr>
      <w:r>
        <w:t>pojištění záruky ve prospěch zadavatele.</w:t>
      </w:r>
    </w:p>
    <w:p w14:paraId="0946F839" w14:textId="41D4D4FE"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F504AF">
        <w:rPr>
          <w:rFonts w:cstheme="minorHAnsi"/>
          <w:b/>
        </w:rPr>
        <w:t xml:space="preserve">30007-1908811/0710 </w:t>
      </w:r>
      <w:r w:rsidR="00F504AF">
        <w:rPr>
          <w:rFonts w:cstheme="minorHAnsi"/>
        </w:rPr>
        <w:t>vedený u České národní banky</w:t>
      </w:r>
      <w:r>
        <w:t xml:space="preserve">, variabilní symbol </w:t>
      </w:r>
      <w:r w:rsidR="00F504AF" w:rsidRPr="008A2578">
        <w:rPr>
          <w:b/>
        </w:rPr>
        <w:t>5</w:t>
      </w:r>
      <w:r w:rsidR="009F0069">
        <w:rPr>
          <w:b/>
        </w:rPr>
        <w:t>003520003</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 xml:space="preserve">účtu </w:t>
      </w:r>
      <w:r>
        <w:lastRenderedPageBreak/>
        <w:t>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02AD6672" w14:textId="4FDF39CD" w:rsidR="0035531B" w:rsidRDefault="003146BB"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r w:rsidR="0035531B">
        <w:t xml:space="preserve"> </w:t>
      </w:r>
    </w:p>
    <w:p w14:paraId="1A4EAD0E"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0D316BDF" w14:textId="1E39CA38" w:rsidR="00423AD4" w:rsidRDefault="00423AD4" w:rsidP="00ED60D0">
      <w:pPr>
        <w:pStyle w:val="Nadpis1-1"/>
        <w:jc w:val="both"/>
      </w:pPr>
      <w:bookmarkStart w:id="28" w:name="_Toc59538672"/>
      <w:bookmarkStart w:id="29" w:name="_Toc61510465"/>
      <w:bookmarkStart w:id="30" w:name="_Toc156575279"/>
      <w:r>
        <w:t>SOCIÁLNĚ A ENVIRO</w:t>
      </w:r>
      <w:r w:rsidR="007C1CD8">
        <w:t>N</w:t>
      </w:r>
      <w:r>
        <w:t>MENTÁLNĚ ODPOVĚDNÉ ZADÁVÁNÍ, INOVACE</w:t>
      </w:r>
      <w:bookmarkEnd w:id="28"/>
      <w:bookmarkEnd w:id="29"/>
      <w:bookmarkEnd w:id="30"/>
    </w:p>
    <w:p w14:paraId="3A388A57" w14:textId="59947F66" w:rsidR="00423AD4" w:rsidRDefault="00423AD4" w:rsidP="00423AD4">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643309">
        <w:t>2001</w:t>
      </w:r>
      <w:r>
        <w:t xml:space="preserve"> Sb. o finanční kontrole ve veřejné správě.</w:t>
      </w:r>
    </w:p>
    <w:p w14:paraId="58FA5917" w14:textId="77777777" w:rsidR="00606450" w:rsidRDefault="00606450" w:rsidP="00606450">
      <w:pPr>
        <w:pStyle w:val="Text1-1"/>
        <w:numPr>
          <w:ilvl w:val="0"/>
          <w:numId w:val="0"/>
        </w:numPr>
        <w:ind w:left="737"/>
      </w:pPr>
    </w:p>
    <w:p w14:paraId="261FFB7B" w14:textId="77777777" w:rsidR="00423AD4" w:rsidRPr="00606450" w:rsidRDefault="00423AD4" w:rsidP="00423AD4">
      <w:pPr>
        <w:pStyle w:val="Text1-1"/>
      </w:pPr>
      <w:r w:rsidRPr="00606450">
        <w:t>Zadavatel aplikuje v zadávacím řízení níže uvedené prvky odpovědného zadávání:</w:t>
      </w:r>
    </w:p>
    <w:p w14:paraId="33FF694A" w14:textId="6FA7A87C" w:rsidR="00423AD4" w:rsidRPr="00606450" w:rsidRDefault="00423AD4" w:rsidP="00423AD4">
      <w:pPr>
        <w:pStyle w:val="Odrka1-1"/>
      </w:pPr>
      <w:r w:rsidRPr="00606450">
        <w:t>rovnocenné platební podmínky</w:t>
      </w:r>
      <w:r w:rsidR="000D6227" w:rsidRPr="00606450">
        <w:t xml:space="preserve"> v rámci dodavatelského řetězce</w:t>
      </w:r>
    </w:p>
    <w:p w14:paraId="6876F9EC" w14:textId="646FFBD9" w:rsidR="00423AD4" w:rsidRPr="00606450" w:rsidRDefault="00423AD4" w:rsidP="00423AD4">
      <w:pPr>
        <w:pStyle w:val="Odrka1-1"/>
      </w:pPr>
      <w:r w:rsidRPr="00606450">
        <w:t xml:space="preserve">porady </w:t>
      </w:r>
      <w:r w:rsidR="00302811" w:rsidRPr="00606450">
        <w:t xml:space="preserve">a jednání </w:t>
      </w:r>
      <w:r w:rsidRPr="00606450">
        <w:t>veden</w:t>
      </w:r>
      <w:r w:rsidR="00302811" w:rsidRPr="00606450">
        <w:t>á</w:t>
      </w:r>
      <w:r w:rsidRPr="00606450">
        <w:t xml:space="preserve"> primárně distančním způsobem</w:t>
      </w:r>
    </w:p>
    <w:p w14:paraId="4859BAB1" w14:textId="426CB457" w:rsidR="00423AD4" w:rsidRPr="00606450" w:rsidRDefault="00302811" w:rsidP="00136BBF">
      <w:pPr>
        <w:pStyle w:val="Odrka1-1"/>
      </w:pPr>
      <w:r w:rsidRPr="00606450">
        <w:t xml:space="preserve">majetkoprávní vypořádání </w:t>
      </w:r>
      <w:r w:rsidR="000D6227" w:rsidRPr="00606450">
        <w:t>vedené v majetkoprávní aplikaci</w:t>
      </w:r>
      <w:r w:rsidRPr="00606450">
        <w:t xml:space="preserve"> </w:t>
      </w:r>
    </w:p>
    <w:p w14:paraId="23D25BD6" w14:textId="4645AB70" w:rsidR="00423AD4" w:rsidRPr="002606E9" w:rsidRDefault="00423AD4" w:rsidP="006A6DF0">
      <w:pPr>
        <w:pStyle w:val="Text1-1"/>
      </w:pPr>
      <w:r w:rsidRPr="002606E9">
        <w:t>Výše uvedené prvky odpovědného zadávání a povinnosti dodavatele s nimi spojené zadavatel stanovil v</w:t>
      </w:r>
      <w:r w:rsidR="00980909" w:rsidRPr="002606E9">
        <w:t xml:space="preserve"> </w:t>
      </w:r>
      <w:r w:rsidRPr="002606E9">
        <w:t xml:space="preserve">ustanoveních článku </w:t>
      </w:r>
      <w:r w:rsidR="0092239A" w:rsidRPr="002606E9">
        <w:t>15.9</w:t>
      </w:r>
      <w:r w:rsidRPr="002606E9">
        <w:t xml:space="preserve"> závazného vzoru smlouvy, který je dílem 2 zadávací dokumentace</w:t>
      </w:r>
      <w:r w:rsidR="00980909" w:rsidRPr="002606E9">
        <w:t>.</w:t>
      </w:r>
    </w:p>
    <w:p w14:paraId="14DBA9D6" w14:textId="38B9458D" w:rsidR="00404ACA" w:rsidRDefault="00404ACA" w:rsidP="00404ACA">
      <w:pPr>
        <w:pStyle w:val="Nadpis1-1"/>
        <w:jc w:val="both"/>
      </w:pPr>
      <w:bookmarkStart w:id="31" w:name="_Toc102380477"/>
      <w:bookmarkStart w:id="32" w:name="_Toc103683200"/>
      <w:bookmarkStart w:id="33" w:name="_Toc156575280"/>
      <w:r>
        <w:t xml:space="preserve">Další zadávací podmínky v návaznosti na </w:t>
      </w:r>
      <w:bookmarkEnd w:id="31"/>
      <w:bookmarkEnd w:id="32"/>
      <w:r w:rsidR="00C42D01">
        <w:t>MEZINÁRODNÍ sankce, zákaz zadání veřejné zakázky</w:t>
      </w:r>
      <w:bookmarkEnd w:id="33"/>
    </w:p>
    <w:p w14:paraId="7E73B34A" w14:textId="63A0AE10" w:rsidR="00C42D01" w:rsidRDefault="00C42D01" w:rsidP="003B1E43">
      <w:pPr>
        <w:pStyle w:val="Text1-1"/>
      </w:pPr>
      <w:r>
        <w:t>Zadavatel v tomto řízení postupuje v souladu s § 48a ZZVZ.</w:t>
      </w:r>
      <w:r w:rsidR="003146BB">
        <w:t xml:space="preserve"> </w:t>
      </w:r>
      <w:r w:rsidR="003146BB" w:rsidRPr="001A0918">
        <w:t>Zadavatel nezadá veřejnou zakázku účastníku zadávacího řízení, pokud je to v rozporu s mezinárodními sankcemi podle zákona upravujícího provádění mezinárodních sankcí.</w:t>
      </w:r>
    </w:p>
    <w:p w14:paraId="0D33BDF9" w14:textId="67F3E383" w:rsidR="003B1E43" w:rsidRDefault="003B1E43" w:rsidP="003B1E43">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jen </w:t>
      </w:r>
      <w:r w:rsidRPr="00C10B24">
        <w:t>„Nařízení č. 833/2014“</w:t>
      </w:r>
      <w:r>
        <w:t>)</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C42D01">
        <w:t xml:space="preserve">článku </w:t>
      </w:r>
      <w:r>
        <w:t xml:space="preserve">7 </w:t>
      </w:r>
      <w:r w:rsidR="00C42D01" w:rsidRPr="004A650A">
        <w:t>písm. a) až d)</w:t>
      </w:r>
      <w:r w:rsidR="00C42D01">
        <w:t>, článku</w:t>
      </w:r>
      <w:r>
        <w:t xml:space="preserve"> 8, čl. 10 písm. b) až f) a písm. h) až j) směrnice 2014/24/EU, článku 18, čl. 21 písm. b) až e) a písm. g</w:t>
      </w:r>
      <w:r w:rsidR="00C42D01">
        <w:t>)</w:t>
      </w:r>
      <w:r>
        <w:t xml:space="preserve"> až i), článků 29 a 30 směrnice 2014/25/EU a čl. 13 písm. a) až d), f) až h) a j) směrnice 2009/81/EC</w:t>
      </w:r>
      <w:r w:rsidR="00C42D01">
        <w:t xml:space="preserve"> </w:t>
      </w:r>
      <w:r w:rsidR="00C42D01" w:rsidRPr="004A650A">
        <w:t>a hlavy VII na</w:t>
      </w:r>
      <w:r w:rsidR="00C42D01" w:rsidRPr="004A650A">
        <w:rPr>
          <w:rFonts w:hint="eastAsia"/>
        </w:rPr>
        <w:t>ří</w:t>
      </w:r>
      <w:r w:rsidR="00C42D01" w:rsidRPr="004A650A">
        <w:t xml:space="preserve">zení Evropského parlamentu a Rady </w:t>
      </w:r>
      <w:r w:rsidR="00C42D01" w:rsidRPr="004A650A">
        <w:lastRenderedPageBreak/>
        <w:t>(EU, Euratom) 2018/1046 následujícím osobám, subjekt</w:t>
      </w:r>
      <w:r w:rsidR="00C42D01" w:rsidRPr="004A650A">
        <w:rPr>
          <w:rFonts w:hint="eastAsia"/>
        </w:rPr>
        <w:t>ů</w:t>
      </w:r>
      <w:r w:rsidR="00C42D01" w:rsidRPr="004A650A">
        <w:t>m nebo orgán</w:t>
      </w:r>
      <w:r w:rsidR="00C42D01" w:rsidRPr="004A650A">
        <w:rPr>
          <w:rFonts w:hint="eastAsia"/>
        </w:rPr>
        <w:t>ů</w:t>
      </w:r>
      <w:r w:rsidR="00C42D01" w:rsidRPr="004A650A">
        <w:t>m, nebo pokra</w:t>
      </w:r>
      <w:r w:rsidR="00C42D01" w:rsidRPr="004A650A">
        <w:rPr>
          <w:rFonts w:hint="eastAsia"/>
        </w:rPr>
        <w:t>č</w:t>
      </w:r>
      <w:r w:rsidR="00C42D01" w:rsidRPr="004A650A">
        <w:t>ovat v jejich pln</w:t>
      </w:r>
      <w:r w:rsidR="00C42D01" w:rsidRPr="004A650A">
        <w:rPr>
          <w:rFonts w:hint="eastAsia"/>
        </w:rPr>
        <w:t>ě</w:t>
      </w:r>
      <w:r w:rsidR="00C42D01" w:rsidRPr="004A650A">
        <w:t>ní s následujícími osobami, subjekty a orgány</w:t>
      </w:r>
      <w:r>
        <w:t>:</w:t>
      </w:r>
    </w:p>
    <w:p w14:paraId="150BC284" w14:textId="126C1054" w:rsidR="003B1E43" w:rsidRDefault="00C42D01" w:rsidP="00E57DC4">
      <w:pPr>
        <w:pStyle w:val="Text1-1"/>
        <w:numPr>
          <w:ilvl w:val="0"/>
          <w:numId w:val="18"/>
        </w:numPr>
      </w:pPr>
      <w:r>
        <w:t>jakýkoli ruský státní příslušník, fyzická osoba s bydlištěm v Rusku nebo právnická osoba, subjekt či orgán usazené v Rusku</w:t>
      </w:r>
      <w:r w:rsidR="003B1E43">
        <w:t>,</w:t>
      </w:r>
    </w:p>
    <w:p w14:paraId="7F31F93F" w14:textId="426F28BB" w:rsidR="003B1E43" w:rsidRDefault="003B1E43" w:rsidP="00E57DC4">
      <w:pPr>
        <w:pStyle w:val="Text1-1"/>
        <w:numPr>
          <w:ilvl w:val="0"/>
          <w:numId w:val="18"/>
        </w:numPr>
        <w:spacing w:before="120"/>
      </w:pPr>
      <w:r>
        <w:t>právnick</w:t>
      </w:r>
      <w:r w:rsidR="00C42D01">
        <w:t>á</w:t>
      </w:r>
      <w:r>
        <w:t xml:space="preserve"> osob</w:t>
      </w:r>
      <w:r w:rsidR="00C42D01">
        <w:t>a</w:t>
      </w:r>
      <w:r>
        <w:t>, subjekt nebo orgán, které jsou z více než 50 % přímo či nepřímo vlastněny některým ze subjektů uvedených v písmeni a) tohoto odstavce, nebo</w:t>
      </w:r>
    </w:p>
    <w:p w14:paraId="3B33E80A" w14:textId="6392B639" w:rsidR="003B1E43" w:rsidRDefault="003B1E43" w:rsidP="00E57DC4">
      <w:pPr>
        <w:pStyle w:val="Text1-1"/>
        <w:numPr>
          <w:ilvl w:val="0"/>
          <w:numId w:val="18"/>
        </w:numPr>
      </w:pPr>
      <w:r>
        <w:t>fyzick</w:t>
      </w:r>
      <w:r w:rsidR="00C42D01">
        <w:t>á</w:t>
      </w:r>
      <w:r>
        <w:t xml:space="preserve"> nebo právnick</w:t>
      </w:r>
      <w:r w:rsidR="00C42D01">
        <w:t>á</w:t>
      </w:r>
      <w:r>
        <w:t xml:space="preserve"> osob</w:t>
      </w:r>
      <w:r w:rsidR="00C42D01">
        <w:t>a</w:t>
      </w:r>
      <w:r>
        <w:t>, subjekt nebo orgán, které jednají jménem nebo na pokyn některého ze subjektů uvedených v písmeni a) nebo b) tohoto odstavce,</w:t>
      </w:r>
    </w:p>
    <w:p w14:paraId="51598EBD" w14:textId="0E659D26" w:rsidR="003B1E43" w:rsidRDefault="003B1E43" w:rsidP="003B1E43">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3C5D0F5" w14:textId="6B4A789E" w:rsidR="003B1E43" w:rsidRPr="00404ACA" w:rsidRDefault="003B1E43" w:rsidP="003B1E43">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C10B24">
        <w:rPr>
          <w:rFonts w:eastAsia="Verdana" w:cstheme="majorBidi"/>
          <w:noProof/>
          <w:szCs w:val="26"/>
        </w:rPr>
        <w:t>nebyli</w:t>
      </w:r>
      <w:r>
        <w:t xml:space="preserve"> osobami dle </w:t>
      </w:r>
      <w:r w:rsidR="001A00E7">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06EE4137" w14:textId="1C785E8B" w:rsidR="003B1E43" w:rsidRDefault="003B1E43" w:rsidP="003B1E43">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596AE8">
        <w:t>n</w:t>
      </w:r>
      <w:r>
        <w:t xml:space="preserve">ařízení </w:t>
      </w:r>
      <w:r w:rsidRPr="00EB54C9">
        <w:t>č. 269/2014</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F90D68">
        <w:t xml:space="preserve">; </w:t>
      </w:r>
      <w:r w:rsidR="00F90D68">
        <w:rPr>
          <w:rStyle w:val="normaltextrun"/>
          <w:rFonts w:ascii="Verdana" w:hAnsi="Verdana"/>
          <w:shd w:val="clear" w:color="auto" w:fill="FFFFFF"/>
        </w:rPr>
        <w:t xml:space="preserve">dle čl. 2 </w:t>
      </w:r>
      <w:r w:rsidR="00F90D68">
        <w:rPr>
          <w:rStyle w:val="normaltextrun"/>
          <w:rFonts w:ascii="Verdana" w:hAnsi="Verdana"/>
          <w:bCs/>
          <w:shd w:val="clear" w:color="auto" w:fill="FFFFFF"/>
        </w:rPr>
        <w:t>nařízení Rady (ES) č. 765/2006</w:t>
      </w:r>
      <w:r w:rsidR="00F90D68">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F90D68">
        <w:rPr>
          <w:rStyle w:val="normaltextrun"/>
          <w:rFonts w:ascii="Verdana" w:hAnsi="Verdana"/>
          <w:bdr w:val="none" w:sz="0" w:space="0" w:color="auto" w:frame="1"/>
        </w:rPr>
        <w:t xml:space="preserve">dle čl. 2 </w:t>
      </w:r>
      <w:r w:rsidR="00F90D68">
        <w:rPr>
          <w:rStyle w:val="normaltextrun"/>
          <w:rFonts w:ascii="Verdana" w:hAnsi="Verdana"/>
          <w:bCs/>
          <w:bdr w:val="none" w:sz="0" w:space="0" w:color="auto" w:frame="1"/>
        </w:rPr>
        <w:t>nařízení Rady (EU) č. 208/2014</w:t>
      </w:r>
      <w:r w:rsidR="00F90D68">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F90D68">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C10B24">
        <w:rPr>
          <w:rFonts w:eastAsia="Verdana" w:cstheme="majorBidi"/>
          <w:noProof/>
          <w:szCs w:val="26"/>
        </w:rPr>
        <w:t>„Osoby vedené na sankčních seznamech“</w:t>
      </w:r>
      <w:r>
        <w:t>).</w:t>
      </w:r>
    </w:p>
    <w:p w14:paraId="7D489858" w14:textId="77777777" w:rsidR="003B1E43" w:rsidRDefault="003B1E43" w:rsidP="003B1E43">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C10B24">
        <w:t>nebyli</w:t>
      </w:r>
      <w:r>
        <w:t xml:space="preserve"> Osobami vedenými na sankčních seznamech.</w:t>
      </w:r>
    </w:p>
    <w:p w14:paraId="65095F1A" w14:textId="77777777" w:rsidR="003B1E43" w:rsidRDefault="003B1E43" w:rsidP="003B1E43">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33926175" w14:textId="77777777" w:rsidR="003B1E43" w:rsidRDefault="003B1E43" w:rsidP="003B1E43">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9DB48E6" w14:textId="285D6052" w:rsidR="003B1E43" w:rsidRPr="00404ACA" w:rsidRDefault="003B1E43" w:rsidP="003B1E43">
      <w:pPr>
        <w:pStyle w:val="Text1-1"/>
      </w:pPr>
      <w:r w:rsidRPr="00FA4410">
        <w:t xml:space="preserve">V případě postupu </w:t>
      </w:r>
      <w:r w:rsidR="001A00E7">
        <w:t xml:space="preserve">vybraného dodavatele </w:t>
      </w:r>
      <w:r w:rsidRPr="00FA4410">
        <w:t>v rozporu s</w:t>
      </w:r>
      <w:r>
        <w:t xml:space="preserve"> tímto článkem </w:t>
      </w:r>
      <w:r w:rsidRPr="00FA4410">
        <w:t xml:space="preserve">bude </w:t>
      </w:r>
      <w:r w:rsidR="001A00E7">
        <w:t xml:space="preserve">vybraný dodavatel </w:t>
      </w:r>
      <w:r w:rsidRPr="00FA4410">
        <w:t>vyloučen ze zadávacího řízení</w:t>
      </w:r>
      <w:r>
        <w:t>.</w:t>
      </w:r>
    </w:p>
    <w:p w14:paraId="5751B585" w14:textId="4B805221" w:rsidR="0035531B" w:rsidRDefault="0035531B" w:rsidP="00564DDD">
      <w:pPr>
        <w:pStyle w:val="Nadpis1-1"/>
      </w:pPr>
      <w:bookmarkStart w:id="34" w:name="_Toc156575281"/>
      <w:r>
        <w:lastRenderedPageBreak/>
        <w:t>PŘÍLOHY TĚCHTO POKYNŮ</w:t>
      </w:r>
      <w:bookmarkEnd w:id="34"/>
    </w:p>
    <w:p w14:paraId="74AD9B6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330F5A6" w14:textId="77777777" w:rsidR="0035531B" w:rsidRDefault="0035531B" w:rsidP="00564DDD">
      <w:pPr>
        <w:pStyle w:val="Textbezslovn"/>
        <w:tabs>
          <w:tab w:val="left" w:pos="2127"/>
        </w:tabs>
        <w:spacing w:after="0"/>
        <w:ind w:left="2127" w:hanging="1390"/>
      </w:pPr>
      <w:r>
        <w:t>Příloha č. 2</w:t>
      </w:r>
      <w:r>
        <w:tab/>
        <w:t>Seznam poddodavatelů</w:t>
      </w:r>
    </w:p>
    <w:p w14:paraId="484CB2C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1725A99"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B0A7A2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BFDB49D" w14:textId="77777777" w:rsidR="0035531B" w:rsidRDefault="0035531B" w:rsidP="00564DDD">
      <w:pPr>
        <w:pStyle w:val="Textbezslovn"/>
        <w:tabs>
          <w:tab w:val="left" w:pos="2127"/>
        </w:tabs>
        <w:spacing w:after="0"/>
        <w:ind w:left="2127" w:hanging="1390"/>
      </w:pPr>
      <w:r>
        <w:t>Příloha č. 6</w:t>
      </w:r>
      <w:r>
        <w:tab/>
        <w:t>Vzor profesního životopisu</w:t>
      </w:r>
    </w:p>
    <w:p w14:paraId="0F06C195"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13D1CBE" w14:textId="6FAF1CD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BF26030" w14:textId="32DC27A0" w:rsidR="001744FD" w:rsidRDefault="001744FD" w:rsidP="00564DDD">
      <w:pPr>
        <w:pStyle w:val="Textbezslovn"/>
        <w:tabs>
          <w:tab w:val="left" w:pos="2127"/>
        </w:tabs>
        <w:spacing w:after="0"/>
        <w:ind w:left="2127" w:hanging="1390"/>
      </w:pPr>
      <w:r>
        <w:t>Příloha č. 9</w:t>
      </w:r>
      <w:r>
        <w:tab/>
      </w:r>
      <w:r w:rsidRPr="001744FD">
        <w:t>Seznam zkušeností hodnocených členů odborného personálu dodavatele</w:t>
      </w:r>
    </w:p>
    <w:p w14:paraId="42E8F6CC" w14:textId="6A42CA23" w:rsidR="003273E4" w:rsidRDefault="003273E4" w:rsidP="00564DDD">
      <w:pPr>
        <w:pStyle w:val="Textbezslovn"/>
        <w:tabs>
          <w:tab w:val="left" w:pos="2127"/>
        </w:tabs>
        <w:spacing w:after="0"/>
        <w:ind w:left="2127" w:hanging="1390"/>
      </w:pPr>
      <w:r>
        <w:t>Příloha č. 10</w:t>
      </w:r>
      <w:r>
        <w:tab/>
      </w:r>
      <w:r w:rsidRPr="00010882">
        <w:rPr>
          <w:lang w:eastAsia="cs-CZ"/>
        </w:rPr>
        <w:t xml:space="preserve">Čestné prohlášení o splnění podmínek v souvislosti </w:t>
      </w:r>
      <w:r w:rsidR="008F467C">
        <w:rPr>
          <w:lang w:eastAsia="cs-CZ"/>
        </w:rPr>
        <w:t>s mezinárodními sankcemi</w:t>
      </w:r>
    </w:p>
    <w:p w14:paraId="70844D8F" w14:textId="77777777" w:rsidR="0035531B" w:rsidRDefault="0035531B" w:rsidP="00564DDD">
      <w:pPr>
        <w:pStyle w:val="Textbezslovn"/>
        <w:spacing w:after="0"/>
      </w:pPr>
    </w:p>
    <w:p w14:paraId="5FE6F823" w14:textId="77777777" w:rsidR="001744FD" w:rsidRDefault="001744FD" w:rsidP="00564DDD">
      <w:pPr>
        <w:pStyle w:val="Textbezslovn"/>
        <w:spacing w:after="0"/>
      </w:pPr>
    </w:p>
    <w:p w14:paraId="73CBE6C8" w14:textId="77777777" w:rsidR="00466EB8" w:rsidRDefault="00466EB8" w:rsidP="00564DDD">
      <w:pPr>
        <w:pStyle w:val="Textbezslovn"/>
        <w:spacing w:after="0"/>
      </w:pPr>
    </w:p>
    <w:p w14:paraId="7DE1387E" w14:textId="1FEA1F9F" w:rsidR="0035531B" w:rsidRDefault="0035531B" w:rsidP="00564DDD">
      <w:pPr>
        <w:pStyle w:val="Textbezslovn"/>
        <w:spacing w:after="0"/>
      </w:pPr>
      <w:r>
        <w:t xml:space="preserve">V </w:t>
      </w:r>
      <w:r w:rsidR="00F504AF">
        <w:t>Olomouci</w:t>
      </w:r>
    </w:p>
    <w:p w14:paraId="44413B53" w14:textId="1F3F3DB6" w:rsidR="0035531B" w:rsidRDefault="0035531B" w:rsidP="00564DDD">
      <w:pPr>
        <w:pStyle w:val="Textbezslovn"/>
        <w:spacing w:after="0"/>
      </w:pPr>
    </w:p>
    <w:p w14:paraId="582F34A6" w14:textId="77777777" w:rsidR="001744FD" w:rsidRDefault="001744FD" w:rsidP="00564DDD">
      <w:pPr>
        <w:pStyle w:val="Textbezslovn"/>
        <w:spacing w:after="0"/>
      </w:pPr>
    </w:p>
    <w:p w14:paraId="4B70BB06" w14:textId="44352915" w:rsidR="0035531B" w:rsidRDefault="0035531B" w:rsidP="00564DDD">
      <w:pPr>
        <w:pStyle w:val="Textbezslovn"/>
        <w:spacing w:after="0"/>
      </w:pPr>
    </w:p>
    <w:p w14:paraId="4675E990" w14:textId="77777777" w:rsidR="00985493" w:rsidRDefault="00985493" w:rsidP="00564DDD">
      <w:pPr>
        <w:pStyle w:val="Textbezslovn"/>
        <w:spacing w:after="0"/>
      </w:pPr>
    </w:p>
    <w:p w14:paraId="3EC3AEB8" w14:textId="77777777" w:rsidR="0035531B" w:rsidRDefault="0035531B" w:rsidP="00564DDD">
      <w:pPr>
        <w:pStyle w:val="Textbezslovn"/>
        <w:spacing w:after="0"/>
      </w:pPr>
      <w:r>
        <w:t>…………………………………………….</w:t>
      </w:r>
    </w:p>
    <w:p w14:paraId="5CBEB6F0" w14:textId="77777777" w:rsidR="00F504AF" w:rsidRDefault="00F504AF" w:rsidP="00F504AF">
      <w:pPr>
        <w:pStyle w:val="Textbezslovn"/>
        <w:spacing w:after="0"/>
        <w:rPr>
          <w:rStyle w:val="Tun"/>
        </w:rPr>
      </w:pPr>
      <w:r w:rsidRPr="00930F78">
        <w:rPr>
          <w:rStyle w:val="Tun"/>
        </w:rPr>
        <w:t xml:space="preserve">Ing. </w:t>
      </w:r>
      <w:r>
        <w:rPr>
          <w:rStyle w:val="Tun"/>
        </w:rPr>
        <w:t>Miroslav Bocák</w:t>
      </w:r>
      <w:r w:rsidRPr="00930F78">
        <w:rPr>
          <w:rStyle w:val="Tun"/>
        </w:rPr>
        <w:tab/>
      </w:r>
      <w:r w:rsidRPr="00930F78">
        <w:rPr>
          <w:rStyle w:val="Tun"/>
        </w:rPr>
        <w:tab/>
      </w:r>
      <w:r w:rsidRPr="00930F78">
        <w:rPr>
          <w:rStyle w:val="Tun"/>
        </w:rPr>
        <w:tab/>
      </w:r>
      <w:r w:rsidRPr="00930F78">
        <w:rPr>
          <w:rStyle w:val="Tun"/>
        </w:rPr>
        <w:tab/>
      </w:r>
      <w:r w:rsidRPr="00930F78">
        <w:rPr>
          <w:rStyle w:val="Tun"/>
        </w:rPr>
        <w:tab/>
      </w:r>
    </w:p>
    <w:p w14:paraId="1B7CF9D2" w14:textId="77777777" w:rsidR="00F504AF" w:rsidRDefault="00F504AF" w:rsidP="00F504AF">
      <w:pPr>
        <w:pStyle w:val="Textbezslovn"/>
        <w:spacing w:after="0"/>
      </w:pPr>
      <w:r w:rsidRPr="00CB6984">
        <w:t>ředitel organizační jednotky</w:t>
      </w:r>
    </w:p>
    <w:p w14:paraId="24889E98" w14:textId="77777777" w:rsidR="00F504AF" w:rsidRDefault="00F504AF" w:rsidP="00F504AF">
      <w:pPr>
        <w:pStyle w:val="Textbezslovn"/>
        <w:spacing w:after="0"/>
      </w:pPr>
      <w:r w:rsidRPr="00CB6984">
        <w:t>Stavební správa východ,</w:t>
      </w:r>
    </w:p>
    <w:p w14:paraId="013E9EF1" w14:textId="41BB5ABD" w:rsidR="00516482" w:rsidRPr="0028266E" w:rsidRDefault="00F504AF" w:rsidP="0028266E">
      <w:pPr>
        <w:pStyle w:val="Textbezslovn"/>
        <w:spacing w:after="0"/>
      </w:pPr>
      <w:r>
        <w:t>Správa železn</w:t>
      </w:r>
      <w:r w:rsidRPr="00683BBB">
        <w:t>ic</w:t>
      </w:r>
      <w:r>
        <w:t>, státní organizace</w:t>
      </w:r>
      <w:r w:rsidR="00516482">
        <w:br w:type="page"/>
      </w:r>
    </w:p>
    <w:p w14:paraId="4BB57F52" w14:textId="2797AFC3" w:rsidR="0035531B" w:rsidRDefault="0035531B" w:rsidP="00FE4333">
      <w:pPr>
        <w:pStyle w:val="Nadpisbezsl1-1"/>
      </w:pPr>
      <w:r w:rsidRPr="00FE4333">
        <w:lastRenderedPageBreak/>
        <w:t>Příloha</w:t>
      </w:r>
      <w:r>
        <w:t xml:space="preserve"> č. 1 </w:t>
      </w:r>
    </w:p>
    <w:p w14:paraId="0CE2377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454716">
      <w:pPr>
        <w:pStyle w:val="Textbezslovn"/>
        <w:ind w:left="28"/>
      </w:pPr>
    </w:p>
    <w:p w14:paraId="5532505E" w14:textId="173BD5D7" w:rsidR="0035531B" w:rsidRDefault="0035531B" w:rsidP="00454716">
      <w:pPr>
        <w:pStyle w:val="Textbezslovn"/>
        <w:ind w:left="28"/>
      </w:pPr>
      <w:r>
        <w:t xml:space="preserve">Obchodní firma </w:t>
      </w:r>
      <w:r w:rsidR="009660AD" w:rsidRPr="00833899">
        <w:t>/jméno a příjmení</w:t>
      </w:r>
      <w:r w:rsidR="009660AD" w:rsidRPr="00833899">
        <w:rPr>
          <w:rStyle w:val="Znakapoznpodarou"/>
        </w:rPr>
        <w:footnoteReference w:id="3"/>
      </w:r>
      <w:r w:rsidR="009660AD" w:rsidRPr="00833899">
        <w:t xml:space="preserve">  </w:t>
      </w:r>
      <w:r>
        <w:t>[</w:t>
      </w:r>
      <w:r w:rsidRPr="00DE6A35">
        <w:rPr>
          <w:b/>
          <w:highlight w:val="yellow"/>
        </w:rPr>
        <w:t>DOPLNÍ DODAVATEL</w:t>
      </w:r>
      <w:r>
        <w:t>]</w:t>
      </w:r>
    </w:p>
    <w:p w14:paraId="06421BCA" w14:textId="77777777" w:rsidR="0035531B" w:rsidRDefault="0035531B" w:rsidP="00454716">
      <w:pPr>
        <w:pStyle w:val="Textbezslovn"/>
        <w:ind w:left="28"/>
      </w:pPr>
      <w:r>
        <w:t>Sídlo [</w:t>
      </w:r>
      <w:r w:rsidRPr="00564DDD">
        <w:rPr>
          <w:highlight w:val="yellow"/>
        </w:rPr>
        <w:t>DOPLNÍ DODAVATEL</w:t>
      </w:r>
      <w:r>
        <w:t>]</w:t>
      </w:r>
    </w:p>
    <w:p w14:paraId="3130CE9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72C8F5" w14:textId="77777777" w:rsidR="0035531B" w:rsidRDefault="0035531B" w:rsidP="00454716">
      <w:pPr>
        <w:pStyle w:val="Textbezslovn"/>
        <w:ind w:left="28"/>
      </w:pPr>
      <w:r>
        <w:t>Právní forma [</w:t>
      </w:r>
      <w:r w:rsidRPr="00564DDD">
        <w:rPr>
          <w:highlight w:val="yellow"/>
        </w:rPr>
        <w:t>DOPLNÍ DODAVATEL</w:t>
      </w:r>
      <w:r>
        <w:t>]</w:t>
      </w:r>
    </w:p>
    <w:p w14:paraId="26941EC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B6D3526" w14:textId="77777777" w:rsidR="0035531B" w:rsidRDefault="0035531B" w:rsidP="00454716">
      <w:pPr>
        <w:pStyle w:val="Textbezslovn"/>
        <w:ind w:left="28"/>
      </w:pPr>
      <w:r>
        <w:t>Podrobnosti registrace [</w:t>
      </w:r>
      <w:r w:rsidRPr="00564DDD">
        <w:rPr>
          <w:highlight w:val="yellow"/>
        </w:rPr>
        <w:t>DOPLNÍ DODAVATEL</w:t>
      </w:r>
      <w:r>
        <w:t>]</w:t>
      </w:r>
    </w:p>
    <w:p w14:paraId="479CB484" w14:textId="77777777" w:rsidR="0035531B" w:rsidRDefault="0035531B" w:rsidP="00454716">
      <w:pPr>
        <w:pStyle w:val="Textbezslovn"/>
        <w:ind w:left="28"/>
      </w:pPr>
      <w:r>
        <w:t xml:space="preserve">Počet let působení jako dodavatel: </w:t>
      </w:r>
    </w:p>
    <w:p w14:paraId="61C6114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690DAA3" w14:textId="77777777" w:rsidR="0035531B" w:rsidRDefault="0035531B" w:rsidP="00564DDD">
      <w:pPr>
        <w:pStyle w:val="Odrka1-1"/>
      </w:pPr>
      <w:r>
        <w:t>v zahraničí [</w:t>
      </w:r>
      <w:r w:rsidRPr="00564DDD">
        <w:rPr>
          <w:highlight w:val="yellow"/>
        </w:rPr>
        <w:t>DOPLNÍ DODAVATEL</w:t>
      </w:r>
      <w:r>
        <w:t>]</w:t>
      </w:r>
    </w:p>
    <w:p w14:paraId="7E20418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77880841" w14:textId="77777777" w:rsidR="00606450" w:rsidRDefault="00606450" w:rsidP="00454716">
      <w:pPr>
        <w:pStyle w:val="Textbezslovn"/>
        <w:ind w:left="0"/>
      </w:pPr>
    </w:p>
    <w:p w14:paraId="367EDF97" w14:textId="21EF61CF"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7531E218" w14:textId="77777777" w:rsidR="00606450" w:rsidRDefault="00606450" w:rsidP="00606450">
      <w:pPr>
        <w:pStyle w:val="Textbezslovn"/>
        <w:ind w:left="0"/>
      </w:pPr>
      <w:r>
        <w:t>Dodavatel uvede informaci, zda je kótován na burze cenných papírů [</w:t>
      </w:r>
      <w:r w:rsidRPr="00564DDD">
        <w:rPr>
          <w:highlight w:val="yellow"/>
        </w:rPr>
        <w:t>DOPLNÍ DODAVATEL</w:t>
      </w:r>
      <w:r>
        <w:t>]</w:t>
      </w:r>
    </w:p>
    <w:p w14:paraId="7E6C75C7" w14:textId="77777777" w:rsidR="00606450" w:rsidRDefault="00606450" w:rsidP="006A540D">
      <w:pPr>
        <w:pStyle w:val="Textbezslovn"/>
        <w:ind w:left="0"/>
      </w:pPr>
    </w:p>
    <w:p w14:paraId="0E0B427F" w14:textId="0B16A2B3" w:rsidR="006A540D" w:rsidRDefault="006A540D" w:rsidP="006A540D">
      <w:pPr>
        <w:pStyle w:val="Textbezslovn"/>
        <w:ind w:left="0"/>
      </w:pPr>
      <w:r w:rsidRPr="006A6AF2">
        <w:t xml:space="preserve">Řádně jsme se seznámili se zněním zadávacích podmínek veřejné zakázky s názvem </w:t>
      </w:r>
      <w:r w:rsidR="006A37ED" w:rsidRPr="002C7A8A">
        <w:rPr>
          <w:b/>
          <w:bCs/>
        </w:rPr>
        <w:t>„</w:t>
      </w:r>
      <w:r w:rsidR="002C7A8A">
        <w:rPr>
          <w:rFonts w:eastAsia="Times New Roman" w:cs="Arial"/>
          <w:b/>
          <w:color w:val="000000"/>
          <w:lang w:eastAsia="cs-CZ"/>
        </w:rPr>
        <w:t xml:space="preserve">Modernizace trati Brno-Přerov, 2. stavba </w:t>
      </w:r>
      <w:proofErr w:type="gramStart"/>
      <w:r w:rsidR="002C7A8A">
        <w:rPr>
          <w:rFonts w:eastAsia="Times New Roman" w:cs="Arial"/>
          <w:b/>
          <w:color w:val="000000"/>
          <w:lang w:eastAsia="cs-CZ"/>
        </w:rPr>
        <w:t>Blažovice - Vyškov</w:t>
      </w:r>
      <w:proofErr w:type="gramEnd"/>
      <w:r w:rsidR="006A37ED" w:rsidRPr="002C7A8A">
        <w:rPr>
          <w:rFonts w:eastAsia="Times New Roman" w:cs="Arial"/>
          <w:b/>
          <w:color w:val="000000"/>
          <w:lang w:eastAsia="cs-CZ"/>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4322F57F" w14:textId="536C43AC"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9A5ED4">
        <w:t xml:space="preserve">, ani </w:t>
      </w:r>
      <w:r w:rsidR="009A5ED4" w:rsidRPr="00D6468A">
        <w:rPr>
          <w:rFonts w:ascii="Verdana" w:hAnsi="Verdana"/>
        </w:rPr>
        <w:t xml:space="preserve">nepřipravoval části nabídek, které mají být hodnoceny podle kritérií hodnocení, ve vzájemné shodě s jiným účastníkem téhož </w:t>
      </w:r>
      <w:r w:rsidR="009A5ED4">
        <w:rPr>
          <w:rFonts w:ascii="Verdana" w:hAnsi="Verdana"/>
        </w:rPr>
        <w:t xml:space="preserve">zadávacího </w:t>
      </w:r>
      <w:r w:rsidR="009A5ED4" w:rsidRPr="00D6468A">
        <w:rPr>
          <w:rFonts w:ascii="Verdana" w:hAnsi="Verdana"/>
        </w:rPr>
        <w:t>řízení, s nímž je spojenou osobou podle zákona o daních z příjmů</w:t>
      </w:r>
      <w:r>
        <w:t xml:space="preserve">.  </w:t>
      </w:r>
    </w:p>
    <w:p w14:paraId="6D7CE15B" w14:textId="3FD3F2B9" w:rsidR="007C1CD8" w:rsidRDefault="007C1CD8" w:rsidP="007C1CD8">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41138271" w14:textId="30A71D21" w:rsidR="00803B32" w:rsidRDefault="00803B32" w:rsidP="007C1CD8">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200114">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00FC2872" w14:textId="65A20B1F" w:rsidR="00564DDD" w:rsidRDefault="009A5ED4" w:rsidP="007C1CD8">
      <w:pPr>
        <w:pStyle w:val="Textbezslovn"/>
        <w:ind w:left="0"/>
      </w:pPr>
      <w:r>
        <w:t>Dodavatel si je vědom všech právních důsledků, které pro něj mohou vyplývat z nepravdivosti zde uvedených údajů a skutečností.</w:t>
      </w:r>
      <w:r w:rsidR="00564DDD">
        <w:br w:type="page"/>
      </w:r>
    </w:p>
    <w:p w14:paraId="64A84E31" w14:textId="77777777" w:rsidR="0035531B" w:rsidRDefault="0035531B" w:rsidP="00FE4333">
      <w:pPr>
        <w:pStyle w:val="Nadpisbezsl1-1"/>
      </w:pPr>
      <w:r>
        <w:lastRenderedPageBreak/>
        <w:t>Příloha č. 2</w:t>
      </w:r>
    </w:p>
    <w:p w14:paraId="27CC9129" w14:textId="77777777" w:rsidR="0035531B" w:rsidRPr="00FE4333" w:rsidRDefault="0035531B" w:rsidP="00FE4333">
      <w:pPr>
        <w:pStyle w:val="Nadpisbezsl1-2"/>
        <w:rPr>
          <w:rStyle w:val="Tun9b"/>
          <w:b/>
        </w:rPr>
      </w:pPr>
      <w:r w:rsidRPr="00FE4333">
        <w:rPr>
          <w:rStyle w:val="Tun9b"/>
          <w:b/>
        </w:rPr>
        <w:t>Seznam poddodavatelů</w:t>
      </w:r>
    </w:p>
    <w:p w14:paraId="6DE98B4A" w14:textId="77777777" w:rsidR="00AB1063" w:rsidRDefault="00AB1063" w:rsidP="00564DDD">
      <w:pPr>
        <w:pStyle w:val="Textbezslovn"/>
      </w:pPr>
    </w:p>
    <w:p w14:paraId="339174F8" w14:textId="77777777" w:rsidR="0035531B" w:rsidRDefault="0035531B" w:rsidP="00454716">
      <w:pPr>
        <w:pStyle w:val="Textbezslovn"/>
        <w:ind w:left="0"/>
      </w:pPr>
      <w:r>
        <w:t>Jestliže dodavatel uvažuje zadat poddodavateli plnění části veřejné zakázky, uvede následující údaje:</w:t>
      </w:r>
    </w:p>
    <w:p w14:paraId="6E4114E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454716">
            <w:pPr>
              <w:rPr>
                <w:sz w:val="16"/>
                <w:szCs w:val="16"/>
              </w:rPr>
            </w:pPr>
            <w:r w:rsidRPr="00454716">
              <w:rPr>
                <w:sz w:val="16"/>
                <w:szCs w:val="16"/>
              </w:rPr>
              <w:t>Celkem %</w:t>
            </w:r>
          </w:p>
        </w:tc>
        <w:tc>
          <w:tcPr>
            <w:tcW w:w="3969" w:type="dxa"/>
          </w:tcPr>
          <w:p w14:paraId="71B5627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454716">
      <w:pPr>
        <w:pStyle w:val="Textbezslovn"/>
      </w:pPr>
    </w:p>
    <w:p w14:paraId="2D72D014" w14:textId="77777777" w:rsidR="00454716" w:rsidRDefault="00454716" w:rsidP="00454716">
      <w:pPr>
        <w:pStyle w:val="Textbezslovn"/>
      </w:pPr>
      <w:r>
        <w:br w:type="page"/>
      </w:r>
    </w:p>
    <w:p w14:paraId="28A559BF" w14:textId="77777777" w:rsidR="0035531B" w:rsidRDefault="0035531B" w:rsidP="00FE4333">
      <w:pPr>
        <w:pStyle w:val="Nadpisbezsl1-1"/>
      </w:pPr>
      <w:r>
        <w:lastRenderedPageBreak/>
        <w:t xml:space="preserve">Příloha č. 3 </w:t>
      </w:r>
    </w:p>
    <w:p w14:paraId="6A70BCF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454716">
      <w:pPr>
        <w:pStyle w:val="Textbezslovn"/>
        <w:ind w:left="0"/>
      </w:pPr>
    </w:p>
    <w:p w14:paraId="1CAA279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BC8419" w14:textId="77777777" w:rsidR="0035531B" w:rsidRDefault="0035531B" w:rsidP="00454716">
      <w:pPr>
        <w:pStyle w:val="Textbezslovn"/>
        <w:ind w:left="0"/>
      </w:pPr>
    </w:p>
    <w:p w14:paraId="49249A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3BD485" w14:textId="1B8AA562" w:rsidR="0035531B" w:rsidRDefault="0035531B" w:rsidP="00454716">
      <w:pPr>
        <w:pStyle w:val="Textbezslovn"/>
        <w:ind w:left="0"/>
      </w:pPr>
      <w:r>
        <w:t>Obchodní firma</w:t>
      </w:r>
      <w:r w:rsidR="007C4ABB">
        <w:t xml:space="preserve"> </w:t>
      </w:r>
      <w:r w:rsidR="00EA417D">
        <w:t>/jméno a příjmení</w:t>
      </w:r>
      <w:r w:rsidR="00660587" w:rsidRPr="00833899">
        <w:rPr>
          <w:rStyle w:val="Znakapoznpodarou"/>
        </w:rPr>
        <w:footnoteReference w:id="4"/>
      </w:r>
      <w:r>
        <w:t xml:space="preserve"> [</w:t>
      </w:r>
      <w:r w:rsidRPr="0070255F">
        <w:rPr>
          <w:b/>
          <w:highlight w:val="yellow"/>
        </w:rPr>
        <w:t>DOPLNÍ DODAVATEL</w:t>
      </w:r>
      <w:r>
        <w:t>]</w:t>
      </w:r>
    </w:p>
    <w:p w14:paraId="3E54A4D2" w14:textId="77777777" w:rsidR="0035531B" w:rsidRDefault="0035531B" w:rsidP="00454716">
      <w:pPr>
        <w:pStyle w:val="Textbezslovn"/>
        <w:ind w:left="0"/>
      </w:pPr>
      <w:r>
        <w:t>Sídlo [</w:t>
      </w:r>
      <w:r w:rsidRPr="00454716">
        <w:rPr>
          <w:highlight w:val="yellow"/>
        </w:rPr>
        <w:t>DOPLNÍ DODAVATEL</w:t>
      </w:r>
      <w:r>
        <w:t>]</w:t>
      </w:r>
    </w:p>
    <w:p w14:paraId="5043D019" w14:textId="77777777" w:rsidR="0035531B" w:rsidRDefault="0035531B" w:rsidP="00454716">
      <w:pPr>
        <w:pStyle w:val="Textbezslovn"/>
        <w:ind w:left="0"/>
      </w:pPr>
      <w:r>
        <w:t>Právní forma [</w:t>
      </w:r>
      <w:r w:rsidRPr="00454716">
        <w:rPr>
          <w:highlight w:val="yellow"/>
        </w:rPr>
        <w:t>DOPLNÍ DODAVATEL</w:t>
      </w:r>
      <w:r>
        <w:t>]</w:t>
      </w:r>
    </w:p>
    <w:p w14:paraId="549337AE" w14:textId="77777777" w:rsidR="0035531B" w:rsidRDefault="0035531B" w:rsidP="00454716">
      <w:pPr>
        <w:pStyle w:val="Textbezslovn"/>
        <w:ind w:left="0"/>
      </w:pPr>
      <w:r>
        <w:t>IČO [</w:t>
      </w:r>
      <w:r w:rsidRPr="00454716">
        <w:rPr>
          <w:highlight w:val="yellow"/>
        </w:rPr>
        <w:t>DOPLNÍ DODAVATEL</w:t>
      </w:r>
      <w:r>
        <w:t>]</w:t>
      </w:r>
    </w:p>
    <w:p w14:paraId="2ECBFDEE" w14:textId="77777777" w:rsidR="0035531B" w:rsidRDefault="0035531B" w:rsidP="00454716">
      <w:pPr>
        <w:pStyle w:val="Textbezslovn"/>
        <w:ind w:left="0"/>
      </w:pPr>
    </w:p>
    <w:p w14:paraId="62D966A1" w14:textId="25D1ABA3" w:rsidR="0035531B" w:rsidRDefault="0035531B" w:rsidP="00454716">
      <w:pPr>
        <w:pStyle w:val="Textbezslovn"/>
        <w:ind w:left="0"/>
      </w:pPr>
      <w:r w:rsidRPr="00454716">
        <w:rPr>
          <w:rStyle w:val="Tun9b"/>
        </w:rPr>
        <w:t>Identifikační údaje</w:t>
      </w:r>
      <w:r>
        <w:t xml:space="preserve"> (obchodní firma</w:t>
      </w:r>
      <w:r w:rsidR="007C4ABB">
        <w:t xml:space="preserve"> </w:t>
      </w:r>
      <w:r w:rsidR="00EA417D">
        <w:t>/jméno a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rsidP="00454716">
      <w:pPr>
        <w:pStyle w:val="Odstavec1-2i"/>
      </w:pPr>
      <w:r>
        <w:t>[</w:t>
      </w:r>
      <w:r w:rsidRPr="00454716">
        <w:rPr>
          <w:highlight w:val="yellow"/>
        </w:rPr>
        <w:t>DOPLNÍ DODAVATEL</w:t>
      </w:r>
      <w:r>
        <w:t>]</w:t>
      </w:r>
    </w:p>
    <w:p w14:paraId="2F356710" w14:textId="77777777" w:rsidR="0035531B" w:rsidRDefault="0035531B" w:rsidP="00454716">
      <w:pPr>
        <w:pStyle w:val="Odstavec1-2i"/>
      </w:pPr>
      <w:r>
        <w:t>[</w:t>
      </w:r>
      <w:r w:rsidRPr="00454716">
        <w:rPr>
          <w:highlight w:val="yellow"/>
        </w:rPr>
        <w:t>DOPLNÍ DODAVATEL</w:t>
      </w:r>
      <w:r>
        <w:t>]</w:t>
      </w:r>
    </w:p>
    <w:p w14:paraId="2EBFA40F" w14:textId="77777777" w:rsidR="0035531B" w:rsidRDefault="0035531B" w:rsidP="00454716">
      <w:pPr>
        <w:pStyle w:val="Odstavec1-2i"/>
      </w:pPr>
      <w:r>
        <w:t>[</w:t>
      </w:r>
      <w:r w:rsidRPr="00454716">
        <w:rPr>
          <w:highlight w:val="yellow"/>
        </w:rPr>
        <w:t>DOPLNÍ DODAVATEL</w:t>
      </w:r>
      <w:r>
        <w:t>]</w:t>
      </w:r>
    </w:p>
    <w:p w14:paraId="0905A5B9" w14:textId="77777777" w:rsidR="0035531B" w:rsidRDefault="0035531B" w:rsidP="00454716">
      <w:pPr>
        <w:pStyle w:val="Odstavec1-2i"/>
      </w:pPr>
      <w:r>
        <w:t>atd.</w:t>
      </w:r>
    </w:p>
    <w:p w14:paraId="38B36E9E" w14:textId="77777777" w:rsidR="0035531B" w:rsidRDefault="0035531B" w:rsidP="00454716">
      <w:pPr>
        <w:pStyle w:val="Textbezslovn"/>
        <w:ind w:left="0"/>
      </w:pPr>
    </w:p>
    <w:p w14:paraId="56A7770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EA417D">
            <w:pPr>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454716">
      <w:pPr>
        <w:pStyle w:val="Textbezslovn"/>
        <w:ind w:left="0"/>
      </w:pPr>
    </w:p>
    <w:p w14:paraId="25BAB2A3" w14:textId="77777777" w:rsidR="0035531B" w:rsidRDefault="0035531B" w:rsidP="00454716">
      <w:pPr>
        <w:pStyle w:val="Textbezslovn"/>
        <w:ind w:left="0"/>
      </w:pPr>
    </w:p>
    <w:p w14:paraId="0663E4F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454716">
      <w:pPr>
        <w:pStyle w:val="Textbezslovn"/>
        <w:ind w:left="0"/>
      </w:pPr>
    </w:p>
    <w:p w14:paraId="4DFF703A" w14:textId="77777777" w:rsidR="0035531B" w:rsidRDefault="0035531B" w:rsidP="00454716">
      <w:pPr>
        <w:pStyle w:val="Textbezslovn"/>
        <w:ind w:left="0"/>
      </w:pPr>
    </w:p>
    <w:p w14:paraId="5B814AB8"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A1C5308" w14:textId="77777777" w:rsidR="0035531B" w:rsidRDefault="0035531B" w:rsidP="00454716">
      <w:pPr>
        <w:pStyle w:val="Textbezslovn"/>
        <w:ind w:left="0"/>
      </w:pPr>
    </w:p>
    <w:p w14:paraId="7BAA19BE" w14:textId="77777777" w:rsidR="0035531B" w:rsidRDefault="0035531B" w:rsidP="00454716">
      <w:pPr>
        <w:pStyle w:val="Textbezslovn"/>
        <w:ind w:left="0"/>
      </w:pPr>
    </w:p>
    <w:p w14:paraId="47AA84EF" w14:textId="77777777" w:rsidR="00454716" w:rsidRDefault="00454716" w:rsidP="00454716">
      <w:pPr>
        <w:pStyle w:val="Textbezslovn"/>
        <w:ind w:left="0"/>
      </w:pPr>
      <w:r>
        <w:br w:type="page"/>
      </w:r>
    </w:p>
    <w:p w14:paraId="73BAA8DA" w14:textId="77777777" w:rsidR="0035531B" w:rsidRDefault="0035531B" w:rsidP="00FE4333">
      <w:pPr>
        <w:pStyle w:val="Nadpisbezsl1-1"/>
      </w:pPr>
      <w:r>
        <w:lastRenderedPageBreak/>
        <w:t>Příloha č. 4</w:t>
      </w:r>
    </w:p>
    <w:p w14:paraId="5AEC9FD7" w14:textId="77777777" w:rsidR="0035531B" w:rsidRPr="00AD792A" w:rsidRDefault="0035531B" w:rsidP="00FE4333">
      <w:pPr>
        <w:pStyle w:val="Nadpisbezsl1-2"/>
      </w:pPr>
      <w:r w:rsidRPr="00AD792A">
        <w:t xml:space="preserve">Seznam </w:t>
      </w:r>
      <w:r w:rsidR="002D5F95" w:rsidRPr="002D5F95">
        <w:t>významných služeb</w:t>
      </w:r>
    </w:p>
    <w:p w14:paraId="42BCE3A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BC67C3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375803C" w14:textId="77777777" w:rsidR="002D5F95" w:rsidRPr="00AD792A" w:rsidRDefault="002D5F95" w:rsidP="00631EAA">
            <w:pPr>
              <w:rPr>
                <w:b/>
                <w:sz w:val="16"/>
                <w:szCs w:val="16"/>
              </w:rPr>
            </w:pPr>
            <w:r w:rsidRPr="002D5F95">
              <w:rPr>
                <w:b/>
              </w:rPr>
              <w:t>Název významné služby</w:t>
            </w:r>
          </w:p>
        </w:tc>
        <w:tc>
          <w:tcPr>
            <w:tcW w:w="1559" w:type="dxa"/>
          </w:tcPr>
          <w:p w14:paraId="2DC57B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C1DDC1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 xml:space="preserve">Předmět plnění významné služby (popis věcného </w:t>
            </w:r>
            <w:proofErr w:type="gramStart"/>
            <w:r w:rsidRPr="002D5F95">
              <w:rPr>
                <w:b/>
              </w:rPr>
              <w:t>rozsahu - v</w:t>
            </w:r>
            <w:proofErr w:type="gramEnd"/>
            <w:r w:rsidRPr="002D5F95">
              <w:rPr>
                <w:b/>
              </w:rPr>
              <w:t xml:space="preserve"> detailu potřebném pro ověření splnění požadavků) a místo budoucí stavby</w:t>
            </w:r>
          </w:p>
        </w:tc>
        <w:tc>
          <w:tcPr>
            <w:tcW w:w="1417" w:type="dxa"/>
          </w:tcPr>
          <w:p w14:paraId="70906A97"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6609050" w14:textId="77777777" w:rsidR="004065AC"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065AC">
              <w:rPr>
                <w:b/>
              </w:rPr>
              <w:t>den/</w:t>
            </w:r>
            <w:r w:rsidRPr="002D5F95">
              <w:rPr>
                <w:b/>
              </w:rPr>
              <w:t>měsíc/</w:t>
            </w:r>
          </w:p>
          <w:p w14:paraId="6F560AB4" w14:textId="26145DD6"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rok)</w:t>
            </w:r>
          </w:p>
          <w:p w14:paraId="52E5924D" w14:textId="12036267" w:rsidR="0079069D" w:rsidRPr="00AD792A" w:rsidRDefault="0079069D" w:rsidP="00A867A9">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w:t>
            </w:r>
            <w:r w:rsidR="00A867A9">
              <w:rPr>
                <w:b/>
              </w:rPr>
              <w:t xml:space="preserve"> projektanta</w:t>
            </w:r>
            <w:r>
              <w:rPr>
                <w:b/>
              </w:rPr>
              <w:t>)</w:t>
            </w:r>
          </w:p>
        </w:tc>
        <w:tc>
          <w:tcPr>
            <w:tcW w:w="1276" w:type="dxa"/>
          </w:tcPr>
          <w:p w14:paraId="4C2A780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44A84A6"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09CF9652" w14:textId="26E2D5C6" w:rsidR="0079069D" w:rsidRPr="00AD792A" w:rsidRDefault="0079069D" w:rsidP="00A867A9">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dozoru</w:t>
            </w:r>
            <w:r w:rsidR="00A867A9">
              <w:rPr>
                <w:b/>
              </w:rPr>
              <w:t xml:space="preserve"> projektanta</w:t>
            </w:r>
            <w:r>
              <w:rPr>
                <w:b/>
              </w:rPr>
              <w:t>)</w:t>
            </w:r>
          </w:p>
        </w:tc>
      </w:tr>
      <w:tr w:rsidR="002D5F95" w:rsidRPr="00454716" w14:paraId="660CF15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8990FB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2FBE9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549B66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7E8A7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5D78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EBBF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C7E3E3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994A45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670E3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3DBA1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C0CF2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D790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ED78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734DF9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24A44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2C041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4A21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01D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9B0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E563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2A786B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2736B1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DF4D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B20D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6B902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958F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B9A2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4BB450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E6DD4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6C421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358A6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A0C5E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782D1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0AC155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EFC643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F55087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33C4E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4D6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F6D93B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9C9EF7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2F3687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39D85E5" w14:textId="77777777" w:rsidR="002D5F95" w:rsidRDefault="002D5F95" w:rsidP="002D5F95">
      <w:pPr>
        <w:pStyle w:val="Textbezslovn"/>
        <w:ind w:left="0"/>
      </w:pPr>
    </w:p>
    <w:p w14:paraId="5D267BF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64F6D4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01F978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05F1D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A1C6581" w14:textId="77777777" w:rsidR="0035531B" w:rsidRDefault="0035531B" w:rsidP="00E57DC4">
      <w:pPr>
        <w:pStyle w:val="Odstavec1-1a"/>
        <w:numPr>
          <w:ilvl w:val="0"/>
          <w:numId w:val="15"/>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4CC1406" w14:textId="77777777" w:rsidR="002036F6" w:rsidRDefault="0035531B" w:rsidP="00E57DC4">
      <w:pPr>
        <w:pStyle w:val="Odstavec1-1a"/>
        <w:numPr>
          <w:ilvl w:val="0"/>
          <w:numId w:val="15"/>
        </w:numPr>
        <w:spacing w:after="0"/>
      </w:pPr>
      <w:r>
        <w:t>jako poddodavatel,</w:t>
      </w:r>
      <w:r w:rsidR="00845C50">
        <w:t xml:space="preserve"> a </w:t>
      </w:r>
      <w:r>
        <w:t>to</w:t>
      </w:r>
      <w:r w:rsidR="00092CC9">
        <w:t xml:space="preserve"> v </w:t>
      </w:r>
      <w:r>
        <w:t>rozsahu,</w:t>
      </w:r>
      <w:r w:rsidR="00092CC9">
        <w:t xml:space="preserve"> v </w:t>
      </w:r>
      <w:r>
        <w:t>jakém se na plnění zakázky podíle</w:t>
      </w:r>
      <w:r w:rsidR="002036F6">
        <w:t>l</w:t>
      </w:r>
      <w:r>
        <w:t>.</w:t>
      </w:r>
    </w:p>
    <w:p w14:paraId="5E6EE4DF" w14:textId="4B4302B7" w:rsidR="0035531B" w:rsidRDefault="0035531B" w:rsidP="002036F6">
      <w:pPr>
        <w:pStyle w:val="Odstavec1-1a"/>
        <w:spacing w:after="0"/>
        <w:ind w:left="1077"/>
      </w:pPr>
      <w:r>
        <w:t xml:space="preserve"> </w:t>
      </w:r>
    </w:p>
    <w:p w14:paraId="5F4F2523" w14:textId="19896823"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066BAA">
        <w:t xml:space="preserve">měsíční </w:t>
      </w:r>
      <w:r>
        <w:t>kurz devizového trhu příslušné měny</w:t>
      </w:r>
      <w:r w:rsidR="00BC6D2B">
        <w:t xml:space="preserve"> k </w:t>
      </w:r>
      <w:r>
        <w:t>CZK stanovený</w:t>
      </w:r>
      <w:r w:rsidR="00845C50">
        <w:t xml:space="preserve"> a </w:t>
      </w:r>
      <w:r>
        <w:t>zveřejněný ČNB</w:t>
      </w:r>
      <w:r w:rsidR="00066BAA">
        <w:t xml:space="preserve"> za měsíc, ve kterém bylo plnění referenční zakázky dokončeno</w:t>
      </w:r>
      <w:r>
        <w:t>.</w:t>
      </w:r>
    </w:p>
    <w:p w14:paraId="7A509FA8" w14:textId="77777777" w:rsidR="0035531B" w:rsidRDefault="0035531B" w:rsidP="00EE3C5F">
      <w:pPr>
        <w:pStyle w:val="Textbezslovn"/>
      </w:pPr>
    </w:p>
    <w:p w14:paraId="0209D81C" w14:textId="77777777" w:rsidR="0035531B" w:rsidRDefault="0035531B" w:rsidP="00EE3C5F">
      <w:pPr>
        <w:pStyle w:val="Textbezslovn"/>
      </w:pPr>
    </w:p>
    <w:p w14:paraId="4EB46930" w14:textId="77777777" w:rsidR="00EE3C5F" w:rsidRDefault="00EE3C5F">
      <w:r>
        <w:br w:type="page"/>
      </w:r>
    </w:p>
    <w:p w14:paraId="7A34270F" w14:textId="77777777" w:rsidR="0035531B" w:rsidRDefault="0035531B" w:rsidP="00FE4333">
      <w:pPr>
        <w:pStyle w:val="Nadpisbezsl1-1"/>
      </w:pPr>
      <w:r>
        <w:lastRenderedPageBreak/>
        <w:t>Příloha č. 5</w:t>
      </w:r>
    </w:p>
    <w:p w14:paraId="3DCB6C60" w14:textId="77777777" w:rsidR="0035531B" w:rsidRPr="00EE3C5F" w:rsidRDefault="0035531B" w:rsidP="00FE4333">
      <w:pPr>
        <w:pStyle w:val="Nadpisbezsl1-2"/>
      </w:pPr>
      <w:r w:rsidRPr="00EE3C5F">
        <w:t>Seznam odborného personálu dodavatele</w:t>
      </w:r>
    </w:p>
    <w:p w14:paraId="40097784" w14:textId="77777777" w:rsidR="00AB1063" w:rsidRDefault="00AB1063" w:rsidP="00EE3C5F">
      <w:pPr>
        <w:pStyle w:val="Textbezslovn"/>
      </w:pPr>
    </w:p>
    <w:p w14:paraId="463AD839" w14:textId="711994A1" w:rsidR="00631EAA" w:rsidRDefault="00631EAA" w:rsidP="00631EAA">
      <w:pPr>
        <w:pStyle w:val="Textbezslovn"/>
        <w:ind w:left="0"/>
      </w:pPr>
      <w:r w:rsidRPr="00631EAA">
        <w:t xml:space="preserve">V tomto seznamu dodavatel uvádí osoby za účelem prokázání kvalifikace. </w:t>
      </w:r>
    </w:p>
    <w:p w14:paraId="5A85D14E" w14:textId="77777777" w:rsidR="00631EAA" w:rsidRDefault="00631EAA" w:rsidP="00631EAA">
      <w:pPr>
        <w:pStyle w:val="Textbezslovn"/>
        <w:ind w:left="0"/>
      </w:pPr>
    </w:p>
    <w:tbl>
      <w:tblPr>
        <w:tblStyle w:val="Mkatabulky"/>
        <w:tblW w:w="7100" w:type="dxa"/>
        <w:tblLayout w:type="fixed"/>
        <w:tblLook w:val="04E0" w:firstRow="1" w:lastRow="1" w:firstColumn="1" w:lastColumn="0" w:noHBand="0" w:noVBand="1"/>
      </w:tblPr>
      <w:tblGrid>
        <w:gridCol w:w="1775"/>
        <w:gridCol w:w="1775"/>
        <w:gridCol w:w="1775"/>
        <w:gridCol w:w="1775"/>
      </w:tblGrid>
      <w:tr w:rsidR="00037F0F" w:rsidRPr="00EE3C5F" w14:paraId="6A6021EF" w14:textId="77777777" w:rsidTr="00037F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A8C6DE8" w14:textId="77777777" w:rsidR="00037F0F" w:rsidRDefault="00037F0F" w:rsidP="00A40426">
            <w:pPr>
              <w:rPr>
                <w:b/>
                <w:sz w:val="16"/>
                <w:szCs w:val="16"/>
              </w:rPr>
            </w:pPr>
            <w:r w:rsidRPr="00EE3C5F">
              <w:rPr>
                <w:b/>
                <w:sz w:val="16"/>
                <w:szCs w:val="16"/>
              </w:rPr>
              <w:t>Funkce</w:t>
            </w:r>
          </w:p>
          <w:p w14:paraId="5ABB8BEE" w14:textId="5CAD8290" w:rsidR="00037F0F" w:rsidRPr="00EE3C5F" w:rsidRDefault="00037F0F" w:rsidP="00A40426">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17C4EBEC" w14:textId="77777777" w:rsidR="00037F0F" w:rsidRPr="007E6155"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789B7FA4" w14:textId="77777777" w:rsidR="00037F0F" w:rsidRPr="007E6155"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007CBEA7" w14:textId="77777777" w:rsidR="00037F0F" w:rsidRPr="00EE3C5F"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775" w:type="dxa"/>
          </w:tcPr>
          <w:p w14:paraId="4CAABAC0" w14:textId="77777777" w:rsidR="00037F0F" w:rsidRPr="007E6155"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4CCB266D" w14:textId="77777777" w:rsidR="00037F0F" w:rsidRPr="00EE3C5F"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775" w:type="dxa"/>
          </w:tcPr>
          <w:p w14:paraId="288DFE43" w14:textId="77777777" w:rsidR="00037F0F" w:rsidRPr="00EE3C5F" w:rsidRDefault="00037F0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37F0F" w:rsidRPr="00454716" w14:paraId="6077F5BF" w14:textId="77777777" w:rsidTr="00037F0F">
        <w:tc>
          <w:tcPr>
            <w:cnfStyle w:val="001000000000" w:firstRow="0" w:lastRow="0" w:firstColumn="1" w:lastColumn="0" w:oddVBand="0" w:evenVBand="0" w:oddHBand="0" w:evenHBand="0" w:firstRowFirstColumn="0" w:firstRowLastColumn="0" w:lastRowFirstColumn="0" w:lastRowLastColumn="0"/>
            <w:tcW w:w="1775" w:type="dxa"/>
          </w:tcPr>
          <w:p w14:paraId="0502C69D"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Pr>
          <w:p w14:paraId="0C218833"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7D72B5A9"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4B009E2"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65C7DB8A" w14:textId="77777777" w:rsidTr="00037F0F">
        <w:tc>
          <w:tcPr>
            <w:cnfStyle w:val="001000000000" w:firstRow="0" w:lastRow="0" w:firstColumn="1" w:lastColumn="0" w:oddVBand="0" w:evenVBand="0" w:oddHBand="0" w:evenHBand="0" w:firstRowFirstColumn="0" w:firstRowLastColumn="0" w:lastRowFirstColumn="0" w:lastRowLastColumn="0"/>
            <w:tcW w:w="1775" w:type="dxa"/>
          </w:tcPr>
          <w:p w14:paraId="751B87A3"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Pr>
          <w:p w14:paraId="002660EC"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B60E2E6"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EED6EFE"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398EB1A8" w14:textId="77777777" w:rsidTr="00037F0F">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F3E3219"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4E327CC"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7A9FDD"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053CA8F"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5E2A8D30" w14:textId="77777777" w:rsidTr="00037F0F">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2424E7A"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E6741D6"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A55885B"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E5CEE30"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05101AA2" w14:textId="77777777" w:rsidTr="00037F0F">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1775DE7"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FEC0A3A" w14:textId="77777777" w:rsidR="00037F0F" w:rsidRPr="00AD792A"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2D512E69" w14:textId="77777777" w:rsidR="00037F0F" w:rsidRPr="00AD792A"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1E6E35BB"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273F8EEB" w14:textId="77777777" w:rsidTr="00037F0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55DA6835" w14:textId="77777777" w:rsidR="00037F0F" w:rsidRPr="00454716" w:rsidRDefault="00037F0F"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45D8DED7" w14:textId="77777777" w:rsidR="00037F0F" w:rsidRPr="00AD792A" w:rsidRDefault="00037F0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BE9BE17" w14:textId="77777777" w:rsidR="00037F0F" w:rsidRPr="00AD792A" w:rsidRDefault="00037F0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12E45FB" w14:textId="77777777" w:rsidR="00037F0F" w:rsidRPr="00454716" w:rsidRDefault="00037F0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5A93F4" w14:textId="77777777" w:rsidR="00EE3C5F" w:rsidRDefault="00EE3C5F" w:rsidP="00EE3C5F">
      <w:pPr>
        <w:pStyle w:val="Textbezslovn"/>
      </w:pPr>
    </w:p>
    <w:p w14:paraId="49EAD587" w14:textId="55593628" w:rsidR="00EE3C5F" w:rsidRDefault="0035531B" w:rsidP="007E6155">
      <w:pPr>
        <w:pStyle w:val="Textbezslovn"/>
        <w:ind w:left="0"/>
      </w:pPr>
      <w:r w:rsidRPr="00EE3C5F">
        <w:rPr>
          <w:b/>
        </w:rPr>
        <w:t>*</w:t>
      </w:r>
      <w:r w:rsidR="00EE3C5F">
        <w:t xml:space="preserve"> </w:t>
      </w:r>
      <w:r w:rsidR="007E6155" w:rsidRPr="007E6155">
        <w:t xml:space="preserve">V příslušném sloupci dodavatel doplní údaj o zkušenosti pouze u těch osob, u kterých je zkušenost požadována dle čl. 8.5 těchto Pokynů pro účely prokázání kvalifikace. U ostatních osob </w:t>
      </w:r>
      <w:r w:rsidR="005671DF">
        <w:t xml:space="preserve">se </w:t>
      </w:r>
      <w:r w:rsidR="007E6155" w:rsidRPr="007E6155">
        <w:t xml:space="preserve">tento sloupec proškrtne, nevyplní nebo jinak </w:t>
      </w:r>
      <w:proofErr w:type="gramStart"/>
      <w:r w:rsidR="007E6155" w:rsidRPr="007E6155">
        <w:t>označí</w:t>
      </w:r>
      <w:proofErr w:type="gramEnd"/>
      <w:r w:rsidR="007E6155" w:rsidRPr="007E6155">
        <w:t>, že se netýká.</w:t>
      </w:r>
    </w:p>
    <w:p w14:paraId="510E665F" w14:textId="77777777" w:rsidR="0035531B" w:rsidRDefault="0035531B" w:rsidP="00EE3C5F">
      <w:pPr>
        <w:pStyle w:val="Textbezslovn"/>
      </w:pPr>
    </w:p>
    <w:p w14:paraId="307A2B8C" w14:textId="77777777" w:rsidR="00EE3C5F" w:rsidRDefault="00EE3C5F">
      <w:r>
        <w:br w:type="page"/>
      </w:r>
    </w:p>
    <w:p w14:paraId="59E555F3" w14:textId="77777777" w:rsidR="0035531B" w:rsidRDefault="0035531B" w:rsidP="00FE4333">
      <w:pPr>
        <w:pStyle w:val="Nadpisbezsl1-1"/>
      </w:pPr>
      <w:r>
        <w:lastRenderedPageBreak/>
        <w:t>Příloha č. 6</w:t>
      </w:r>
    </w:p>
    <w:p w14:paraId="4E1F3F0B" w14:textId="77777777" w:rsidR="0035531B" w:rsidRPr="00EE3C5F" w:rsidRDefault="0035531B" w:rsidP="00FE4333">
      <w:pPr>
        <w:pStyle w:val="Nadpisbezsl1-2"/>
      </w:pPr>
      <w:r w:rsidRPr="00EE3C5F">
        <w:t>Vzor profesního životopisu</w:t>
      </w:r>
    </w:p>
    <w:p w14:paraId="1FC254D3" w14:textId="77777777" w:rsidR="0035531B" w:rsidRDefault="0035531B" w:rsidP="00474F4D">
      <w:pPr>
        <w:pStyle w:val="Textbezslovn"/>
        <w:ind w:left="0"/>
      </w:pPr>
    </w:p>
    <w:p w14:paraId="7D3CF59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A6CB5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proofErr w:type="gramStart"/>
      <w:r w:rsidR="00564BCA" w:rsidRPr="0042061D">
        <w:rPr>
          <w:sz w:val="16"/>
          <w:szCs w:val="16"/>
        </w:rPr>
        <w:t>Určí</w:t>
      </w:r>
      <w:proofErr w:type="gramEnd"/>
      <w:r w:rsidR="00564BCA" w:rsidRPr="0042061D">
        <w:rPr>
          <w:sz w:val="16"/>
          <w:szCs w:val="16"/>
        </w:rPr>
        <w:t>-li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543F07" w:rsidRDefault="00543F07" w:rsidP="00543F07">
      <w:pPr>
        <w:pStyle w:val="Doplujcdaje"/>
        <w:jc w:val="both"/>
      </w:pPr>
    </w:p>
    <w:p w14:paraId="687742DF" w14:textId="77777777" w:rsidR="00543F07" w:rsidRPr="00543F07" w:rsidRDefault="00543F07" w:rsidP="00543F07">
      <w:pPr>
        <w:pStyle w:val="Doplujcdaje"/>
        <w:ind w:left="360"/>
        <w:jc w:val="both"/>
      </w:pPr>
    </w:p>
    <w:p w14:paraId="424D48BE" w14:textId="77777777" w:rsidR="0035531B" w:rsidRDefault="0035531B" w:rsidP="00E57DC4">
      <w:pPr>
        <w:pStyle w:val="Odstavec1-1a"/>
        <w:numPr>
          <w:ilvl w:val="0"/>
          <w:numId w:val="10"/>
        </w:numPr>
      </w:pPr>
      <w:r>
        <w:t>Příjmení: [</w:t>
      </w:r>
      <w:r w:rsidRPr="00DE6A35">
        <w:rPr>
          <w:b/>
          <w:highlight w:val="yellow"/>
        </w:rPr>
        <w:t>DOPLNÍ DODAVATEL</w:t>
      </w:r>
      <w:r>
        <w:t>]</w:t>
      </w:r>
    </w:p>
    <w:p w14:paraId="29EC71CC" w14:textId="77777777" w:rsidR="0035531B" w:rsidRDefault="0035531B" w:rsidP="00E57DC4">
      <w:pPr>
        <w:pStyle w:val="Odstavec1-1a"/>
        <w:numPr>
          <w:ilvl w:val="0"/>
          <w:numId w:val="10"/>
        </w:numPr>
      </w:pPr>
      <w:r>
        <w:t>Jméno: [</w:t>
      </w:r>
      <w:r w:rsidRPr="00DE6A35">
        <w:rPr>
          <w:b/>
          <w:highlight w:val="yellow"/>
        </w:rPr>
        <w:t>DOPLNÍ DODAVATEL</w:t>
      </w:r>
      <w:r>
        <w:t>]</w:t>
      </w:r>
    </w:p>
    <w:p w14:paraId="6ED6719A" w14:textId="77777777" w:rsidR="0035531B" w:rsidRDefault="0035531B" w:rsidP="00E57DC4">
      <w:pPr>
        <w:pStyle w:val="Odstavec1-1a"/>
        <w:numPr>
          <w:ilvl w:val="0"/>
          <w:numId w:val="10"/>
        </w:numPr>
      </w:pPr>
      <w:r>
        <w:t>Datum narození: [</w:t>
      </w:r>
      <w:r w:rsidRPr="00833899">
        <w:rPr>
          <w:highlight w:val="yellow"/>
        </w:rPr>
        <w:t>DOPLNÍ DODAVATEL</w:t>
      </w:r>
      <w:r>
        <w:t>]</w:t>
      </w:r>
    </w:p>
    <w:p w14:paraId="33D120A0" w14:textId="77777777" w:rsidR="0035531B" w:rsidRDefault="0035531B" w:rsidP="00E57DC4">
      <w:pPr>
        <w:pStyle w:val="Odstavec1-1a"/>
        <w:numPr>
          <w:ilvl w:val="0"/>
          <w:numId w:val="10"/>
        </w:numPr>
      </w:pPr>
      <w:r>
        <w:t>Kontaktní pracovní adresa (včetně pracovní tel/e-mail): [</w:t>
      </w:r>
      <w:r w:rsidRPr="00833899">
        <w:rPr>
          <w:highlight w:val="yellow"/>
        </w:rPr>
        <w:t>DOPLNÍ DODAVATEL</w:t>
      </w:r>
      <w:r>
        <w:t>]</w:t>
      </w:r>
    </w:p>
    <w:p w14:paraId="78DD6161" w14:textId="1217BAFE" w:rsidR="0035531B" w:rsidRDefault="0035531B" w:rsidP="00E57DC4">
      <w:pPr>
        <w:pStyle w:val="Odstavec1-1a"/>
        <w:numPr>
          <w:ilvl w:val="0"/>
          <w:numId w:val="10"/>
        </w:numPr>
      </w:pPr>
      <w:r>
        <w:t xml:space="preserve">Nejvyšší dosažené </w:t>
      </w:r>
      <w:r w:rsidRPr="00066BAA">
        <w:t>vzdělání</w:t>
      </w:r>
      <w:r>
        <w:t>:</w:t>
      </w:r>
      <w:r w:rsidR="00066BAA">
        <w:t xml:space="preserve"> [</w:t>
      </w:r>
      <w:r w:rsidR="00066BAA" w:rsidRPr="00833899">
        <w:rPr>
          <w:highlight w:val="yellow"/>
        </w:rPr>
        <w:t>DOPLNÍ DODAVATEL</w:t>
      </w:r>
      <w:r w:rsidR="00066BAA">
        <w:t>]</w:t>
      </w:r>
    </w:p>
    <w:p w14:paraId="73B559FF" w14:textId="77777777" w:rsidR="0035531B" w:rsidRPr="00833899" w:rsidRDefault="0035531B" w:rsidP="00E57DC4">
      <w:pPr>
        <w:pStyle w:val="Odstavec1-1a"/>
        <w:numPr>
          <w:ilvl w:val="0"/>
          <w:numId w:val="10"/>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F4A8207" w14:textId="77777777" w:rsidR="0035531B" w:rsidRPr="00833899" w:rsidRDefault="0035531B" w:rsidP="00E57DC4">
      <w:pPr>
        <w:pStyle w:val="Odstavec1-1a"/>
        <w:numPr>
          <w:ilvl w:val="0"/>
          <w:numId w:val="10"/>
        </w:numPr>
      </w:pPr>
      <w:r w:rsidRPr="00833899">
        <w:t>Jiné znalosti (např. práce na PC apod.): [</w:t>
      </w:r>
      <w:r w:rsidRPr="00833899">
        <w:rPr>
          <w:highlight w:val="yellow"/>
        </w:rPr>
        <w:t>DOPLNÍ DODAVATEL</w:t>
      </w:r>
      <w:r w:rsidRPr="00833899">
        <w:t>]</w:t>
      </w:r>
      <w:r w:rsidRPr="00833899">
        <w:tab/>
      </w:r>
    </w:p>
    <w:p w14:paraId="386AF9B8" w14:textId="77777777" w:rsidR="0035531B" w:rsidRPr="00833899" w:rsidRDefault="0035531B" w:rsidP="00E57DC4">
      <w:pPr>
        <w:pStyle w:val="Odstavec1-1a"/>
        <w:numPr>
          <w:ilvl w:val="0"/>
          <w:numId w:val="10"/>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AFAE401" w14:textId="77777777" w:rsidR="0035531B" w:rsidRPr="0042061D" w:rsidRDefault="0035531B" w:rsidP="002036F6">
      <w:pPr>
        <w:pStyle w:val="Doplujcdaje"/>
        <w:ind w:left="1077"/>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609E43E" w14:textId="77777777" w:rsidR="0035531B" w:rsidRPr="00833899" w:rsidRDefault="0035531B" w:rsidP="00474F4D">
      <w:pPr>
        <w:pStyle w:val="Textbezslovn"/>
        <w:ind w:left="0"/>
      </w:pPr>
    </w:p>
    <w:p w14:paraId="4485C4F6" w14:textId="77777777" w:rsidR="0035531B" w:rsidRPr="00833899" w:rsidRDefault="0035531B" w:rsidP="00E57DC4">
      <w:pPr>
        <w:pStyle w:val="Odstavec1-1a"/>
        <w:numPr>
          <w:ilvl w:val="0"/>
          <w:numId w:val="10"/>
        </w:numPr>
      </w:pPr>
      <w:r w:rsidRPr="00833899">
        <w:t>Hlavní kvalifikace: [</w:t>
      </w:r>
      <w:r w:rsidRPr="00833899">
        <w:rPr>
          <w:highlight w:val="yellow"/>
        </w:rPr>
        <w:t>DOPLNÍ DODAVATEL</w:t>
      </w:r>
      <w:r w:rsidRPr="00833899">
        <w:t>]</w:t>
      </w:r>
    </w:p>
    <w:p w14:paraId="5AE1F22C" w14:textId="77777777" w:rsidR="0035531B" w:rsidRDefault="0035531B" w:rsidP="00E57DC4">
      <w:pPr>
        <w:pStyle w:val="Odstavec1-1a"/>
        <w:numPr>
          <w:ilvl w:val="0"/>
          <w:numId w:val="10"/>
        </w:numPr>
      </w:pPr>
      <w:r w:rsidRPr="008E1138">
        <w:rPr>
          <w:b/>
        </w:rPr>
        <w:t>Praxe</w:t>
      </w:r>
      <w:r w:rsidRPr="00833899">
        <w:t xml:space="preserve"> pro účely </w:t>
      </w:r>
      <w:r w:rsidRPr="000E48A0">
        <w:rPr>
          <w:b/>
        </w:rPr>
        <w:t>prokázání kvalifikace</w:t>
      </w:r>
      <w:r w:rsidR="00307641" w:rsidRPr="00833899">
        <w:rPr>
          <w:rStyle w:val="Znakapoznpodarou"/>
        </w:rPr>
        <w:footnoteReference w:id="5"/>
      </w:r>
      <w:r w:rsidRPr="00833899">
        <w:t>:</w:t>
      </w:r>
    </w:p>
    <w:p w14:paraId="291475E6" w14:textId="77777777" w:rsidR="00327047" w:rsidRPr="00833899"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27C05E7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010DEC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8F5EDC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4671C4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3C169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536ECF46" w:rsidR="00452F69" w:rsidRPr="00833899" w:rsidRDefault="00452F69" w:rsidP="008828DB">
            <w:pPr>
              <w:rPr>
                <w:b w:val="0"/>
                <w:sz w:val="16"/>
                <w:szCs w:val="16"/>
              </w:rPr>
            </w:pPr>
            <w:r w:rsidRPr="00833899">
              <w:rPr>
                <w:b w:val="0"/>
                <w:sz w:val="16"/>
                <w:szCs w:val="16"/>
              </w:rPr>
              <w:t>Popis pracovních činností/náplň praxe</w:t>
            </w:r>
            <w:r w:rsidR="0079069D">
              <w:rPr>
                <w:b w:val="0"/>
                <w:sz w:val="16"/>
                <w:szCs w:val="16"/>
              </w:rPr>
              <w:t xml:space="preserve"> (uveďte </w:t>
            </w:r>
            <w:r w:rsidR="0094424B">
              <w:rPr>
                <w:b w:val="0"/>
                <w:sz w:val="16"/>
                <w:szCs w:val="16"/>
              </w:rPr>
              <w:t xml:space="preserve">název, </w:t>
            </w:r>
            <w:r w:rsidR="0079069D">
              <w:rPr>
                <w:b w:val="0"/>
                <w:sz w:val="16"/>
                <w:szCs w:val="16"/>
              </w:rPr>
              <w:t xml:space="preserve">druh </w:t>
            </w:r>
            <w:r w:rsidR="001114C3">
              <w:rPr>
                <w:b w:val="0"/>
                <w:sz w:val="16"/>
                <w:szCs w:val="16"/>
              </w:rPr>
              <w:t>a předmět</w:t>
            </w:r>
            <w:r w:rsidR="0079069D">
              <w:rPr>
                <w:b w:val="0"/>
                <w:sz w:val="16"/>
                <w:szCs w:val="16"/>
              </w:rPr>
              <w:t xml:space="preserve"> </w:t>
            </w:r>
            <w:proofErr w:type="gramStart"/>
            <w:r w:rsidR="0079069D">
              <w:rPr>
                <w:b w:val="0"/>
                <w:sz w:val="16"/>
                <w:szCs w:val="16"/>
              </w:rPr>
              <w:t>staveb,</w:t>
            </w:r>
            <w:proofErr w:type="gramEnd"/>
            <w:r w:rsidR="0079069D">
              <w:rPr>
                <w:b w:val="0"/>
                <w:sz w:val="16"/>
                <w:szCs w:val="16"/>
              </w:rPr>
              <w:t xml:space="preserve"> apod.)</w:t>
            </w:r>
          </w:p>
        </w:tc>
        <w:tc>
          <w:tcPr>
            <w:tcW w:w="2835" w:type="dxa"/>
            <w:tcBorders>
              <w:top w:val="single" w:sz="2" w:space="0" w:color="auto"/>
            </w:tcBorders>
            <w:shd w:val="clear" w:color="auto" w:fill="auto"/>
          </w:tcPr>
          <w:p w14:paraId="346673C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693CEB" w14:textId="77777777" w:rsidR="00452F69" w:rsidRPr="00833899" w:rsidRDefault="00452F69" w:rsidP="00474F4D">
      <w:pPr>
        <w:pStyle w:val="Textbezslovn"/>
        <w:ind w:left="0"/>
      </w:pPr>
    </w:p>
    <w:p w14:paraId="7A52FEA0" w14:textId="77777777" w:rsidR="0035531B" w:rsidRPr="00833899" w:rsidRDefault="0035531B" w:rsidP="00E57DC4">
      <w:pPr>
        <w:pStyle w:val="Odstavec1-1a"/>
        <w:numPr>
          <w:ilvl w:val="0"/>
          <w:numId w:val="10"/>
        </w:numPr>
      </w:pPr>
      <w:r w:rsidRPr="00833899">
        <w:t>Jazykové znalosti (včetně úrovně): [</w:t>
      </w:r>
      <w:r w:rsidRPr="00833899">
        <w:rPr>
          <w:highlight w:val="yellow"/>
        </w:rPr>
        <w:t>DOPLNÍ DODAVATEL</w:t>
      </w:r>
      <w:r w:rsidRPr="00833899">
        <w:t>]</w:t>
      </w:r>
    </w:p>
    <w:p w14:paraId="5CFF389C" w14:textId="77777777" w:rsidR="0035531B" w:rsidRPr="00833899" w:rsidRDefault="0035531B" w:rsidP="00E57DC4">
      <w:pPr>
        <w:pStyle w:val="Odstavec1-1a"/>
        <w:numPr>
          <w:ilvl w:val="0"/>
          <w:numId w:val="10"/>
        </w:numPr>
      </w:pPr>
      <w:r w:rsidRPr="00833899">
        <w:t>Osoba je / není [</w:t>
      </w:r>
      <w:r w:rsidRPr="00833899">
        <w:rPr>
          <w:highlight w:val="yellow"/>
        </w:rPr>
        <w:t>DOPLNÍ DODAVATEL</w:t>
      </w:r>
      <w:r w:rsidRPr="00833899">
        <w:t>] současně zaměstnancem zadavatele.</w:t>
      </w:r>
    </w:p>
    <w:p w14:paraId="462B9582" w14:textId="77777777" w:rsidR="0035531B" w:rsidRPr="00833899" w:rsidRDefault="0035531B" w:rsidP="00E57DC4">
      <w:pPr>
        <w:pStyle w:val="Odstavec1-1a"/>
        <w:numPr>
          <w:ilvl w:val="0"/>
          <w:numId w:val="10"/>
        </w:numPr>
      </w:pPr>
      <w:r w:rsidRPr="00833899">
        <w:t>Publikace</w:t>
      </w:r>
      <w:r w:rsidR="00845C50" w:rsidRPr="00833899">
        <w:t xml:space="preserve"> a </w:t>
      </w:r>
      <w:r w:rsidRPr="00833899">
        <w:t>školení: [</w:t>
      </w:r>
      <w:r w:rsidRPr="00833899">
        <w:rPr>
          <w:highlight w:val="yellow"/>
        </w:rPr>
        <w:t>DOPLNÍ DODAVATEL</w:t>
      </w:r>
      <w:r w:rsidRPr="00833899">
        <w:t>]</w:t>
      </w:r>
    </w:p>
    <w:p w14:paraId="11137818" w14:textId="4C8AD7F3" w:rsidR="0035531B" w:rsidRDefault="00543F07" w:rsidP="00E57DC4">
      <w:pPr>
        <w:pStyle w:val="Odstavec1-1a"/>
        <w:numPr>
          <w:ilvl w:val="0"/>
          <w:numId w:val="10"/>
        </w:numPr>
      </w:pPr>
      <w:r w:rsidRPr="00543F07">
        <w:rPr>
          <w:b/>
        </w:rPr>
        <w:t xml:space="preserve">Zkušenosti </w:t>
      </w:r>
      <w:r w:rsidRPr="00543F07">
        <w:t>s plněním zakázek u funkce</w:t>
      </w:r>
      <w:r w:rsidRPr="00543F07">
        <w:rPr>
          <w:b/>
        </w:rPr>
        <w:t xml:space="preserve"> </w:t>
      </w:r>
      <w:r w:rsidR="0016070F">
        <w:rPr>
          <w:b/>
        </w:rPr>
        <w:t>vedoucího týmu</w:t>
      </w:r>
      <w:r w:rsidRPr="00543F07">
        <w:rPr>
          <w:b/>
        </w:rPr>
        <w:t xml:space="preserve"> za účelem prokázání kvalifikace </w:t>
      </w:r>
      <w:r w:rsidRPr="00543F07">
        <w:t>(u ostatních osob se tabulka proškrtne nebo nevyplní)</w:t>
      </w:r>
      <w:r w:rsidR="00307641">
        <w:rPr>
          <w:rStyle w:val="Znakapoznpodarou"/>
        </w:rPr>
        <w:footnoteReference w:id="6"/>
      </w:r>
      <w:r w:rsidR="0035531B">
        <w:t>:</w:t>
      </w:r>
    </w:p>
    <w:p w14:paraId="10A8EBF4" w14:textId="5229EF22" w:rsidR="0016070F" w:rsidRDefault="0016070F" w:rsidP="0016070F">
      <w:pPr>
        <w:pStyle w:val="Odstavec1-1a"/>
        <w:ind w:left="1077"/>
        <w:rPr>
          <w:b/>
        </w:rPr>
      </w:pPr>
    </w:p>
    <w:p w14:paraId="2DC7DF7E" w14:textId="77777777" w:rsidR="0016070F" w:rsidRDefault="0016070F" w:rsidP="0016070F">
      <w:pPr>
        <w:pStyle w:val="Odstavec1-1a"/>
        <w:ind w:left="1077"/>
      </w:pPr>
    </w:p>
    <w:p w14:paraId="32F2D85B" w14:textId="77777777" w:rsidR="00327047"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B4F408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4DB476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2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666B062E" w:rsidR="00452F69" w:rsidRPr="00833899" w:rsidRDefault="00543F07" w:rsidP="0016070F">
            <w:pPr>
              <w:rPr>
                <w:sz w:val="16"/>
                <w:szCs w:val="16"/>
              </w:rPr>
            </w:pPr>
            <w:r w:rsidRPr="00543F07">
              <w:rPr>
                <w:sz w:val="16"/>
                <w:szCs w:val="16"/>
              </w:rPr>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sidR="0079069D">
              <w:rPr>
                <w:sz w:val="16"/>
                <w:szCs w:val="16"/>
              </w:rPr>
              <w:t xml:space="preserve"> (</w:t>
            </w:r>
            <w:r w:rsidR="0016070F">
              <w:rPr>
                <w:sz w:val="16"/>
                <w:szCs w:val="16"/>
              </w:rPr>
              <w:t>včetně uvedení druhu a počtu uzavřených smluv</w:t>
            </w:r>
            <w:r w:rsidR="0079069D">
              <w:rPr>
                <w:sz w:val="16"/>
                <w:szCs w:val="16"/>
              </w:rPr>
              <w:t>)</w:t>
            </w:r>
          </w:p>
        </w:tc>
        <w:tc>
          <w:tcPr>
            <w:tcW w:w="2835" w:type="dxa"/>
            <w:tcBorders>
              <w:top w:val="single" w:sz="2" w:space="0" w:color="auto"/>
            </w:tcBorders>
          </w:tcPr>
          <w:p w14:paraId="04ACA42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0D6F5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77777777" w:rsidR="00452F69" w:rsidRPr="00833899" w:rsidRDefault="00543F07" w:rsidP="00307641">
            <w:pPr>
              <w:rPr>
                <w:sz w:val="16"/>
                <w:szCs w:val="16"/>
              </w:rPr>
            </w:pPr>
            <w:r w:rsidRPr="00543F07">
              <w:rPr>
                <w:sz w:val="16"/>
                <w:szCs w:val="16"/>
              </w:rPr>
              <w:t xml:space="preserve">Objednatel zakázky (obch. firma/název a sídlo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46AEF41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114C3" w:rsidRPr="00833899" w14:paraId="4B028A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EA12B" w14:textId="0D015272" w:rsidR="001114C3" w:rsidRPr="00543F07" w:rsidRDefault="001114C3" w:rsidP="00307641">
            <w:pPr>
              <w:rPr>
                <w:sz w:val="16"/>
                <w:szCs w:val="16"/>
              </w:rPr>
            </w:pPr>
            <w:r>
              <w:rPr>
                <w:sz w:val="16"/>
                <w:szCs w:val="16"/>
              </w:rPr>
              <w:t>Zhotovitel zakázky (obch. firma/název, sídlo, IČO)</w:t>
            </w:r>
          </w:p>
        </w:tc>
        <w:tc>
          <w:tcPr>
            <w:tcW w:w="2835" w:type="dxa"/>
            <w:tcBorders>
              <w:top w:val="single" w:sz="2" w:space="0" w:color="auto"/>
            </w:tcBorders>
          </w:tcPr>
          <w:p w14:paraId="2E09DA25" w14:textId="3C11DE43" w:rsidR="001114C3" w:rsidRPr="00833899" w:rsidRDefault="001114C3"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435FA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72D" w14:textId="06508F90" w:rsidR="00452F69" w:rsidRPr="00833899" w:rsidRDefault="00543F07" w:rsidP="00112EE9">
            <w:pPr>
              <w:rPr>
                <w:sz w:val="16"/>
                <w:szCs w:val="16"/>
              </w:rPr>
            </w:pPr>
            <w:r w:rsidRPr="00543F07">
              <w:rPr>
                <w:sz w:val="16"/>
                <w:szCs w:val="16"/>
              </w:rPr>
              <w:t>Termín dokončení zakázky, resp. té části plnění zakázky, kter</w:t>
            </w:r>
            <w:r w:rsidR="007C4ABB">
              <w:rPr>
                <w:sz w:val="16"/>
                <w:szCs w:val="16"/>
              </w:rPr>
              <w:t>á</w:t>
            </w:r>
            <w:r w:rsidRPr="00543F07">
              <w:rPr>
                <w:sz w:val="16"/>
                <w:szCs w:val="16"/>
              </w:rPr>
              <w:t xml:space="preserve"> </w:t>
            </w:r>
            <w:r w:rsidR="00C6339C" w:rsidRPr="00543F07">
              <w:rPr>
                <w:sz w:val="16"/>
                <w:szCs w:val="16"/>
              </w:rPr>
              <w:t xml:space="preserve">v případě zakázky na více </w:t>
            </w:r>
            <w:r w:rsidR="009660AD">
              <w:rPr>
                <w:sz w:val="16"/>
                <w:szCs w:val="16"/>
              </w:rPr>
              <w:t xml:space="preserve">činností či stupňů dokumentace </w:t>
            </w:r>
            <w:r w:rsidRPr="00543F07">
              <w:rPr>
                <w:sz w:val="16"/>
                <w:szCs w:val="16"/>
              </w:rPr>
              <w:t xml:space="preserve">obsahově odpovídá zadavatelem stanovené </w:t>
            </w:r>
            <w:r w:rsidR="00E33B76">
              <w:rPr>
                <w:sz w:val="16"/>
                <w:szCs w:val="16"/>
              </w:rPr>
              <w:t xml:space="preserve">definici </w:t>
            </w:r>
            <w:r w:rsidRPr="00543F07">
              <w:rPr>
                <w:sz w:val="16"/>
                <w:szCs w:val="16"/>
              </w:rPr>
              <w:t xml:space="preserve">požadované </w:t>
            </w:r>
            <w:r w:rsidR="00E33B76">
              <w:rPr>
                <w:sz w:val="16"/>
                <w:szCs w:val="16"/>
              </w:rPr>
              <w:t xml:space="preserve">zkušenosti </w:t>
            </w:r>
            <w:r w:rsidRPr="00543F07">
              <w:rPr>
                <w:sz w:val="16"/>
                <w:szCs w:val="16"/>
              </w:rPr>
              <w:t>(</w:t>
            </w:r>
            <w:r w:rsidR="0016070F">
              <w:rPr>
                <w:sz w:val="16"/>
                <w:szCs w:val="16"/>
              </w:rPr>
              <w:t>tj.</w:t>
            </w:r>
            <w:r w:rsidR="0016070F" w:rsidRPr="00647311">
              <w:rPr>
                <w:rFonts w:asciiTheme="majorHAnsi" w:hAnsiTheme="majorHAnsi" w:cs="Calibri"/>
                <w:sz w:val="16"/>
                <w:szCs w:val="16"/>
                <w:lang w:eastAsia="x-none"/>
              </w:rPr>
              <w:t xml:space="preserve"> zajištění majetkoprávní přípravy a/nebo vypořádání na liniových stavbách</w:t>
            </w:r>
            <w:r w:rsidRPr="00543F07">
              <w:rPr>
                <w:sz w:val="16"/>
                <w:szCs w:val="16"/>
              </w:rPr>
              <w:t>)</w:t>
            </w:r>
            <w:r w:rsidR="00EF13E3">
              <w:rPr>
                <w:sz w:val="16"/>
                <w:szCs w:val="16"/>
              </w:rPr>
              <w:t xml:space="preserve">; </w:t>
            </w:r>
          </w:p>
        </w:tc>
        <w:tc>
          <w:tcPr>
            <w:tcW w:w="2835" w:type="dxa"/>
            <w:tcBorders>
              <w:top w:val="single" w:sz="2" w:space="0" w:color="auto"/>
            </w:tcBorders>
          </w:tcPr>
          <w:p w14:paraId="79A7C4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28266E" w14:paraId="6AA7D15E" w14:textId="77777777" w:rsidTr="0028266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5CAE352" w14:textId="6025829E" w:rsidR="00452F69" w:rsidRPr="0028266E" w:rsidRDefault="0079069D" w:rsidP="00E33B76">
            <w:pPr>
              <w:rPr>
                <w:b w:val="0"/>
                <w:sz w:val="16"/>
                <w:szCs w:val="16"/>
              </w:rPr>
            </w:pPr>
            <w:r w:rsidRPr="0028266E">
              <w:rPr>
                <w:b w:val="0"/>
                <w:sz w:val="16"/>
                <w:szCs w:val="16"/>
              </w:rPr>
              <w:t>Vykonávaná funkce/pozice a p</w:t>
            </w:r>
            <w:r w:rsidR="00543F07" w:rsidRPr="0028266E">
              <w:rPr>
                <w:b w:val="0"/>
                <w:sz w:val="16"/>
                <w:szCs w:val="16"/>
              </w:rPr>
              <w:t>opis pracovních činností vykonávaných členem odb</w:t>
            </w:r>
            <w:r w:rsidR="00E33B76" w:rsidRPr="0028266E">
              <w:rPr>
                <w:b w:val="0"/>
                <w:sz w:val="16"/>
                <w:szCs w:val="16"/>
              </w:rPr>
              <w:t>orného</w:t>
            </w:r>
            <w:r w:rsidR="00543F07" w:rsidRPr="0028266E">
              <w:rPr>
                <w:b w:val="0"/>
                <w:sz w:val="16"/>
                <w:szCs w:val="16"/>
              </w:rPr>
              <w:t xml:space="preserve"> </w:t>
            </w:r>
            <w:proofErr w:type="gramStart"/>
            <w:r w:rsidR="00543F07" w:rsidRPr="0028266E">
              <w:rPr>
                <w:b w:val="0"/>
                <w:sz w:val="16"/>
                <w:szCs w:val="16"/>
              </w:rPr>
              <w:t>personálu - v</w:t>
            </w:r>
            <w:proofErr w:type="gramEnd"/>
            <w:r w:rsidR="00543F07" w:rsidRPr="0028266E">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237F6DE6" w14:textId="77777777" w:rsidR="00452F69" w:rsidRPr="0028266E"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28266E">
              <w:rPr>
                <w:b w:val="0"/>
                <w:sz w:val="16"/>
                <w:szCs w:val="16"/>
                <w:highlight w:val="yellow"/>
              </w:rPr>
              <w:t>[DOPLNÍ DODAVATEL]</w:t>
            </w:r>
          </w:p>
        </w:tc>
      </w:tr>
    </w:tbl>
    <w:p w14:paraId="5C17F673" w14:textId="77777777" w:rsidR="0035531B" w:rsidRPr="00833899" w:rsidRDefault="0035531B" w:rsidP="00474F4D">
      <w:pPr>
        <w:pStyle w:val="Textbezslovn"/>
        <w:ind w:left="0"/>
      </w:pPr>
    </w:p>
    <w:p w14:paraId="1E567558" w14:textId="68228F0A" w:rsidR="0035531B" w:rsidRPr="001950C2" w:rsidRDefault="0035531B" w:rsidP="00E57DC4">
      <w:pPr>
        <w:pStyle w:val="Odstavec1-1a"/>
        <w:numPr>
          <w:ilvl w:val="0"/>
          <w:numId w:val="10"/>
        </w:numPr>
      </w:pPr>
      <w:r w:rsidRPr="00452F69">
        <w:rPr>
          <w:b/>
        </w:rPr>
        <w:t>Odborná způsobilost</w:t>
      </w:r>
      <w:r>
        <w:t xml:space="preserve"> podle zvláštních právních předpisů: oprávnění</w:t>
      </w:r>
      <w:r w:rsidR="00BC6D2B">
        <w:t xml:space="preserve"> k </w:t>
      </w:r>
      <w:r>
        <w:t xml:space="preserve">výkonu </w:t>
      </w:r>
      <w:r w:rsidR="00CD6D66" w:rsidRPr="003A1E4D">
        <w:t>znalecké činnosti v oboru Ekonomika, odvětví Ceny a odhady, specializace nemovitosti / zeměměřické oprávnění či jiná odborná způsobilost</w:t>
      </w:r>
      <w:r>
        <w:t xml:space="preserve">: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7462259" w14:textId="77777777" w:rsidR="0035531B" w:rsidRDefault="0035531B" w:rsidP="00E57DC4">
      <w:pPr>
        <w:pStyle w:val="Odstavec1-1a"/>
        <w:numPr>
          <w:ilvl w:val="0"/>
          <w:numId w:val="10"/>
        </w:numPr>
      </w:pPr>
      <w:r>
        <w:t>Jiné informace (dle uvážení dodavatele): [</w:t>
      </w:r>
      <w:r w:rsidRPr="00833899">
        <w:rPr>
          <w:highlight w:val="yellow"/>
        </w:rPr>
        <w:t>DOPLNÍ DODAVATEL</w:t>
      </w:r>
      <w:r>
        <w:t>]</w:t>
      </w:r>
    </w:p>
    <w:p w14:paraId="7568DA43" w14:textId="77777777" w:rsidR="0042061D" w:rsidRPr="00833899" w:rsidRDefault="0042061D" w:rsidP="0042061D">
      <w:pPr>
        <w:pStyle w:val="Textbezslovn"/>
        <w:ind w:left="0"/>
      </w:pPr>
    </w:p>
    <w:p w14:paraId="528A3546" w14:textId="77777777" w:rsidR="0042061D" w:rsidRDefault="000E48A0" w:rsidP="000E48A0">
      <w:pPr>
        <w:pStyle w:val="Textbezslovn"/>
        <w:rPr>
          <w:b/>
        </w:rPr>
      </w:pPr>
      <w:r w:rsidRPr="0042061D">
        <w:rPr>
          <w:b/>
        </w:rPr>
        <w:t xml:space="preserve">Přílohy: </w:t>
      </w:r>
      <w:r w:rsidRPr="0042061D">
        <w:rPr>
          <w:b/>
        </w:rPr>
        <w:tab/>
      </w:r>
    </w:p>
    <w:p w14:paraId="4D1D555B" w14:textId="77777777" w:rsidR="000E48A0" w:rsidRPr="0042061D" w:rsidRDefault="000E48A0" w:rsidP="00E57DC4">
      <w:pPr>
        <w:pStyle w:val="Textbezslovn"/>
        <w:numPr>
          <w:ilvl w:val="0"/>
          <w:numId w:val="12"/>
        </w:numPr>
        <w:tabs>
          <w:tab w:val="num" w:pos="2971"/>
        </w:tabs>
        <w:rPr>
          <w:b/>
        </w:rPr>
      </w:pPr>
      <w:r w:rsidRPr="0042061D">
        <w:rPr>
          <w:b/>
        </w:rPr>
        <w:t>doklady o odborné způsobilosti členů odborného personálu, u kterých jsou požadovány</w:t>
      </w:r>
    </w:p>
    <w:p w14:paraId="0412AECC" w14:textId="20E077A3" w:rsidR="002036F6" w:rsidRDefault="002036F6">
      <w:r>
        <w:br w:type="page"/>
      </w:r>
    </w:p>
    <w:p w14:paraId="5E5A7B89" w14:textId="77777777" w:rsidR="0035531B" w:rsidRDefault="0035531B" w:rsidP="00474F4D">
      <w:pPr>
        <w:pStyle w:val="Textbezslovn"/>
        <w:ind w:left="0"/>
      </w:pPr>
    </w:p>
    <w:p w14:paraId="32AA98A7" w14:textId="77777777" w:rsidR="0035531B" w:rsidRDefault="0035531B" w:rsidP="00FE4333">
      <w:pPr>
        <w:pStyle w:val="Nadpisbezsl1-1"/>
      </w:pPr>
      <w:r>
        <w:t>Příloha č. 7</w:t>
      </w:r>
    </w:p>
    <w:p w14:paraId="55AF049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452F69">
      <w:pPr>
        <w:pStyle w:val="Textbezslovn"/>
      </w:pPr>
    </w:p>
    <w:p w14:paraId="1F3ABE08" w14:textId="77777777" w:rsidR="0035531B" w:rsidRPr="00833899" w:rsidRDefault="0035531B" w:rsidP="00452F69">
      <w:pPr>
        <w:pStyle w:val="Textbezslovn"/>
        <w:ind w:left="0"/>
        <w:rPr>
          <w:rStyle w:val="Tun9b"/>
          <w:b w:val="0"/>
        </w:rPr>
      </w:pPr>
      <w:r w:rsidRPr="00452F69">
        <w:rPr>
          <w:rStyle w:val="Tun9b"/>
        </w:rPr>
        <w:t>Čestné prohlášení</w:t>
      </w:r>
    </w:p>
    <w:p w14:paraId="2B98F03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DE6A35">
        <w:rPr>
          <w:b/>
          <w:highlight w:val="yellow"/>
        </w:rPr>
        <w:t>DOPLNÍ DODAVATEL</w:t>
      </w:r>
      <w:r w:rsidRPr="00833899">
        <w:t>]</w:t>
      </w:r>
    </w:p>
    <w:p w14:paraId="2543D6A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68F983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DD063DB"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E93A08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08217F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9DE05C5" w14:textId="77777777" w:rsidR="0035531B" w:rsidRDefault="0035531B" w:rsidP="00452F69">
      <w:pPr>
        <w:pStyle w:val="Textbezslovn"/>
        <w:ind w:left="0"/>
      </w:pPr>
      <w:r w:rsidRPr="00307641">
        <w:rPr>
          <w:b/>
        </w:rPr>
        <w:t>čestně prohlašuje</w:t>
      </w:r>
      <w:r>
        <w:t>, že:</w:t>
      </w:r>
    </w:p>
    <w:p w14:paraId="75902264"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307641">
      <w:pPr>
        <w:pStyle w:val="Doplujcdaje"/>
        <w:jc w:val="both"/>
        <w:rPr>
          <w:sz w:val="16"/>
          <w:szCs w:val="16"/>
        </w:rPr>
      </w:pPr>
    </w:p>
    <w:p w14:paraId="27B40F9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307641">
      <w:pPr>
        <w:pStyle w:val="Textbezslovn"/>
        <w:ind w:left="0"/>
      </w:pPr>
    </w:p>
    <w:p w14:paraId="5F5E46B5" w14:textId="77777777" w:rsidR="00307641" w:rsidRDefault="00307641" w:rsidP="00307641">
      <w:pPr>
        <w:pStyle w:val="Textbezslovn"/>
        <w:ind w:left="0"/>
      </w:pPr>
    </w:p>
    <w:p w14:paraId="3ECB89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rsidP="00307641">
      <w:pPr>
        <w:pStyle w:val="Textbezslovn"/>
        <w:ind w:left="0"/>
      </w:pPr>
    </w:p>
    <w:p w14:paraId="5778A7E8" w14:textId="77777777" w:rsidR="0035531B" w:rsidRDefault="0035531B" w:rsidP="00307641">
      <w:pPr>
        <w:pStyle w:val="Textbezslovn"/>
        <w:ind w:left="0"/>
      </w:pPr>
      <w:r>
        <w:t>Podpis osoby oprávněné jednat za dodavatele:</w:t>
      </w:r>
    </w:p>
    <w:p w14:paraId="4ACE4D04" w14:textId="77777777" w:rsidR="0035531B" w:rsidRDefault="0035531B" w:rsidP="00307641">
      <w:pPr>
        <w:pStyle w:val="Textbezslovn"/>
        <w:ind w:left="0"/>
      </w:pPr>
    </w:p>
    <w:p w14:paraId="676D7535" w14:textId="77777777" w:rsidR="00307641" w:rsidRDefault="00307641" w:rsidP="00307641">
      <w:pPr>
        <w:pStyle w:val="Textbezslovn"/>
        <w:ind w:left="0"/>
      </w:pPr>
    </w:p>
    <w:p w14:paraId="6D365B87" w14:textId="77777777" w:rsidR="00307641" w:rsidRDefault="0035531B" w:rsidP="00307641">
      <w:pPr>
        <w:pStyle w:val="Textbezslovn"/>
        <w:ind w:left="0"/>
      </w:pPr>
      <w:r>
        <w:t>Jméno</w:t>
      </w:r>
      <w:r w:rsidR="00307641">
        <w:t>: ______________________</w:t>
      </w:r>
    </w:p>
    <w:p w14:paraId="59622BC0" w14:textId="77777777" w:rsidR="0035531B" w:rsidRDefault="0035531B" w:rsidP="00307641">
      <w:pPr>
        <w:pStyle w:val="Textbezslovn"/>
        <w:ind w:left="0"/>
      </w:pPr>
      <w:r>
        <w:tab/>
      </w:r>
    </w:p>
    <w:p w14:paraId="26353932" w14:textId="77777777" w:rsidR="00307641" w:rsidRDefault="00307641" w:rsidP="00307641">
      <w:pPr>
        <w:pStyle w:val="Textbezslovn"/>
        <w:ind w:left="0"/>
      </w:pPr>
    </w:p>
    <w:p w14:paraId="62E001D6" w14:textId="77777777" w:rsidR="0035531B" w:rsidRDefault="0035531B" w:rsidP="00307641">
      <w:pPr>
        <w:pStyle w:val="Textbezslovn"/>
        <w:ind w:left="0"/>
      </w:pPr>
      <w:r>
        <w:t>Podp</w:t>
      </w:r>
      <w:r w:rsidR="00307641">
        <w:t>is: ______________________</w:t>
      </w:r>
    </w:p>
    <w:p w14:paraId="46B3644E" w14:textId="77777777" w:rsidR="0035531B" w:rsidRDefault="0035531B" w:rsidP="00307641">
      <w:pPr>
        <w:pStyle w:val="Textbezslovn"/>
        <w:ind w:left="0"/>
      </w:pPr>
      <w:r>
        <w:t xml:space="preserve"> </w:t>
      </w:r>
    </w:p>
    <w:p w14:paraId="6B1BDDF3" w14:textId="77777777" w:rsidR="00EE3C5F" w:rsidRDefault="00EE3C5F" w:rsidP="00452F69">
      <w:pPr>
        <w:pStyle w:val="Textbezslovn"/>
      </w:pPr>
      <w:r>
        <w:br w:type="page"/>
      </w:r>
    </w:p>
    <w:p w14:paraId="271E9669" w14:textId="77777777" w:rsidR="0035531B" w:rsidRDefault="0035531B" w:rsidP="00FE4333">
      <w:pPr>
        <w:pStyle w:val="Nadpisbezsl1-1"/>
      </w:pPr>
      <w:r>
        <w:lastRenderedPageBreak/>
        <w:t>Příloha č. 8</w:t>
      </w:r>
    </w:p>
    <w:p w14:paraId="5B7CF99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80A9BD" w14:textId="77777777" w:rsidR="00AB1063" w:rsidRDefault="00AB1063" w:rsidP="00307641">
      <w:pPr>
        <w:pStyle w:val="Textbezslovn"/>
      </w:pPr>
    </w:p>
    <w:p w14:paraId="36FCB038" w14:textId="00309E14"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rsidR="002B43BB">
        <w:t>i</w:t>
      </w:r>
      <w:r w:rsidRPr="00327047">
        <w:t xml:space="preserve">, a u nichž dokládá </w:t>
      </w:r>
      <w:r w:rsidR="00915660" w:rsidRPr="00C85644">
        <w:t>smlouvu nebo jinou osobou podepsané potvrzení o její existenci, její</w:t>
      </w:r>
      <w:r w:rsidR="00915660">
        <w:t>mž obsahem je závazek</w:t>
      </w:r>
      <w:r w:rsidR="00915660" w:rsidRPr="00327047">
        <w:t xml:space="preserve"> </w:t>
      </w:r>
      <w:r w:rsidRPr="00327047">
        <w:t xml:space="preserve">jiné osoby k poskytnutí plnění určeného k plnění veřejné zakázky nebo k poskytnutí věcí nebo práv, s nimiž bude dodavatel oprávněn disponovat </w:t>
      </w:r>
      <w:r w:rsidR="00915660">
        <w:t>při</w:t>
      </w:r>
      <w:r w:rsidRPr="00327047">
        <w:t xml:space="preserve"> plnění veřejné zakázky, a to alespoň v rozsahu, v jakém jiná osoba prokázala kvalifikaci za dodavatele</w:t>
      </w:r>
      <w:r w:rsidR="0035531B">
        <w:t xml:space="preserve">. </w:t>
      </w:r>
    </w:p>
    <w:p w14:paraId="1701382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307641">
            <w:pPr>
              <w:pStyle w:val="Textbezslovn"/>
              <w:ind w:left="0"/>
              <w:jc w:val="left"/>
              <w:rPr>
                <w:b/>
                <w:sz w:val="16"/>
                <w:szCs w:val="16"/>
              </w:rPr>
            </w:pPr>
            <w:r w:rsidRPr="00307641">
              <w:rPr>
                <w:b/>
                <w:sz w:val="16"/>
                <w:szCs w:val="16"/>
              </w:rPr>
              <w:t>Obchodní firma/název/jméno a příjmení</w:t>
            </w:r>
          </w:p>
          <w:p w14:paraId="24D3E18C" w14:textId="058C987F" w:rsidR="00307641" w:rsidRPr="00307641" w:rsidRDefault="00307641" w:rsidP="00307641">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6E4F66" w14:textId="77777777" w:rsidR="00142B91" w:rsidRDefault="00142B91"/>
    <w:p w14:paraId="1729BC8F" w14:textId="77777777" w:rsidR="00BD4DBE" w:rsidRDefault="00BD4DBE">
      <w:pPr>
        <w:rPr>
          <w:rFonts w:asciiTheme="majorHAnsi" w:hAnsiTheme="majorHAnsi"/>
          <w:b/>
          <w:caps/>
          <w:sz w:val="22"/>
        </w:rPr>
      </w:pPr>
      <w:r>
        <w:br w:type="page"/>
      </w:r>
    </w:p>
    <w:p w14:paraId="4ECA4820" w14:textId="32FFB75A" w:rsidR="00BA1CFD" w:rsidRDefault="00BA1CFD" w:rsidP="00BA1CFD">
      <w:pPr>
        <w:pStyle w:val="Nadpisbezsl1-1"/>
      </w:pPr>
      <w:r>
        <w:lastRenderedPageBreak/>
        <w:t>Příloha č. 9</w:t>
      </w:r>
    </w:p>
    <w:p w14:paraId="7BA6D866" w14:textId="4962FAE1" w:rsidR="00BA1CFD" w:rsidRPr="00BA1CFD" w:rsidRDefault="00E56CBF" w:rsidP="00BA1CFD">
      <w:pPr>
        <w:pStyle w:val="Textbezslovn"/>
        <w:ind w:left="0"/>
        <w:rPr>
          <w:b/>
          <w:sz w:val="20"/>
          <w:szCs w:val="20"/>
        </w:rPr>
      </w:pPr>
      <w:r w:rsidRPr="00E56CBF">
        <w:rPr>
          <w:b/>
          <w:sz w:val="20"/>
          <w:szCs w:val="20"/>
        </w:rPr>
        <w:t xml:space="preserve">Seznam </w:t>
      </w:r>
      <w:r w:rsidR="00BA1CFD" w:rsidRPr="00BA1CFD">
        <w:rPr>
          <w:b/>
          <w:sz w:val="20"/>
          <w:szCs w:val="20"/>
        </w:rPr>
        <w:t>zkušeností hodnocených členů odborného personálu dodavatele</w:t>
      </w:r>
    </w:p>
    <w:p w14:paraId="56801BF7" w14:textId="15FFE816" w:rsidR="00D006F4" w:rsidRDefault="00D006F4" w:rsidP="00BA1CFD">
      <w:pPr>
        <w:pStyle w:val="Textbezslovn"/>
        <w:ind w:left="0"/>
      </w:pPr>
    </w:p>
    <w:p w14:paraId="4AC8B7F7" w14:textId="2516331F" w:rsidR="00BA1CFD" w:rsidRDefault="00CC0E0B" w:rsidP="00BA1CFD">
      <w:pPr>
        <w:pStyle w:val="Textbezslovn"/>
        <w:ind w:left="0"/>
      </w:pPr>
      <w:r>
        <w:rPr>
          <w:b/>
        </w:rPr>
        <w:t>F</w:t>
      </w:r>
      <w:r w:rsidR="00BA1CFD" w:rsidRPr="00474F4D">
        <w:rPr>
          <w:b/>
        </w:rPr>
        <w:t>unkce</w:t>
      </w:r>
      <w:r w:rsidR="00BA1CFD">
        <w:t xml:space="preserve"> ze seznamu odborného personálu dodavatele: [</w:t>
      </w:r>
      <w:r w:rsidR="00BA1CFD" w:rsidRPr="00DE6A35">
        <w:rPr>
          <w:b/>
          <w:highlight w:val="yellow"/>
        </w:rPr>
        <w:t>DOPLNÍ DODAVATEL</w:t>
      </w:r>
      <w:r w:rsidR="00BA1CFD">
        <w:t>]</w:t>
      </w:r>
    </w:p>
    <w:p w14:paraId="5447991F" w14:textId="77777777" w:rsidR="00BA1CFD" w:rsidRPr="00543F07" w:rsidRDefault="00BA1CFD" w:rsidP="00BA1CFD">
      <w:pPr>
        <w:pStyle w:val="Doplujcdaje"/>
        <w:jc w:val="both"/>
      </w:pPr>
    </w:p>
    <w:p w14:paraId="4016B772" w14:textId="152C6C71" w:rsidR="00BA1CFD" w:rsidRPr="0042061D" w:rsidRDefault="00BA1CFD" w:rsidP="00D006F4">
      <w:pPr>
        <w:pStyle w:val="Doplujcdaje"/>
        <w:jc w:val="both"/>
        <w:rPr>
          <w:sz w:val="16"/>
          <w:szCs w:val="16"/>
        </w:rPr>
      </w:pPr>
      <w:r w:rsidRPr="0042061D">
        <w:rPr>
          <w:b/>
          <w:sz w:val="16"/>
          <w:szCs w:val="16"/>
        </w:rPr>
        <w:t>Pozn. zadavatele:</w:t>
      </w:r>
      <w:r w:rsidRPr="0042061D">
        <w:rPr>
          <w:sz w:val="16"/>
          <w:szCs w:val="16"/>
        </w:rPr>
        <w:t xml:space="preserve"> </w:t>
      </w:r>
      <w:proofErr w:type="gramStart"/>
      <w:r w:rsidRPr="0042061D">
        <w:rPr>
          <w:sz w:val="16"/>
          <w:szCs w:val="16"/>
        </w:rPr>
        <w:t>Určí</w:t>
      </w:r>
      <w:proofErr w:type="gramEnd"/>
      <w:r w:rsidRPr="0042061D">
        <w:rPr>
          <w:sz w:val="16"/>
          <w:szCs w:val="16"/>
        </w:rPr>
        <w:t>-li dodavatel jednu fyzickou osobou pro více funkcí člena odborného personálu</w:t>
      </w:r>
      <w:r w:rsidR="007E6B85">
        <w:rPr>
          <w:sz w:val="16"/>
          <w:szCs w:val="16"/>
        </w:rPr>
        <w:t xml:space="preserve"> (j</w:t>
      </w:r>
      <w:r w:rsidR="007E6B85" w:rsidRPr="007E6B85">
        <w:rPr>
          <w:sz w:val="16"/>
          <w:szCs w:val="16"/>
        </w:rPr>
        <w:t>ednou osobou lze současně zastávat maximálně 2 funkce člena odborného personálu</w:t>
      </w:r>
      <w:r w:rsidR="004B595B">
        <w:rPr>
          <w:sz w:val="16"/>
          <w:szCs w:val="16"/>
        </w:rPr>
        <w:t xml:space="preserve"> dodavatele</w:t>
      </w:r>
      <w:r w:rsidR="007E6B85">
        <w:rPr>
          <w:sz w:val="16"/>
          <w:szCs w:val="16"/>
        </w:rPr>
        <w:t>)</w:t>
      </w:r>
      <w:r w:rsidRPr="0042061D">
        <w:rPr>
          <w:sz w:val="16"/>
          <w:szCs w:val="16"/>
        </w:rPr>
        <w:t>, může být tato osoba předmětem hodnocení pouze u jedné z funkcí, kterou má zastávat. V takovém případě je dodavatel povinen v</w:t>
      </w:r>
      <w:r w:rsidR="00D006F4">
        <w:rPr>
          <w:sz w:val="16"/>
          <w:szCs w:val="16"/>
        </w:rPr>
        <w:t xml:space="preserve"> této příloze </w:t>
      </w:r>
      <w:r w:rsidRPr="0042061D">
        <w:rPr>
          <w:sz w:val="16"/>
          <w:szCs w:val="16"/>
        </w:rPr>
        <w:t>uvést</w:t>
      </w:r>
      <w:r w:rsidR="00D006F4">
        <w:rPr>
          <w:sz w:val="16"/>
          <w:szCs w:val="16"/>
        </w:rPr>
        <w:t xml:space="preserve"> tu funkci</w:t>
      </w:r>
      <w:r w:rsidRPr="0042061D">
        <w:rPr>
          <w:sz w:val="16"/>
          <w:szCs w:val="16"/>
        </w:rPr>
        <w:t xml:space="preserve">, pro kterou </w:t>
      </w:r>
      <w:r w:rsidR="00D006F4">
        <w:rPr>
          <w:sz w:val="16"/>
          <w:szCs w:val="16"/>
        </w:rPr>
        <w:t>m</w:t>
      </w:r>
      <w:r w:rsidRPr="0042061D">
        <w:rPr>
          <w:sz w:val="16"/>
          <w:szCs w:val="16"/>
        </w:rPr>
        <w:t xml:space="preserve">á být </w:t>
      </w:r>
      <w:r w:rsidR="007E6B85">
        <w:rPr>
          <w:sz w:val="16"/>
          <w:szCs w:val="16"/>
        </w:rPr>
        <w:t xml:space="preserve">příslušná </w:t>
      </w:r>
      <w:r w:rsidRPr="0042061D">
        <w:rPr>
          <w:sz w:val="16"/>
          <w:szCs w:val="16"/>
        </w:rPr>
        <w:t xml:space="preserve">fyzická osoba hodnocena. Nebude-li nabídka tento údaj </w:t>
      </w:r>
      <w:r w:rsidR="007E6B85">
        <w:rPr>
          <w:sz w:val="16"/>
          <w:szCs w:val="16"/>
        </w:rPr>
        <w:t xml:space="preserve">o funkci </w:t>
      </w:r>
      <w:r w:rsidRPr="0042061D">
        <w:rPr>
          <w:sz w:val="16"/>
          <w:szCs w:val="16"/>
        </w:rPr>
        <w:t xml:space="preserve">obsahovat, </w:t>
      </w:r>
      <w:r w:rsidR="004B595B" w:rsidRPr="004B595B">
        <w:rPr>
          <w:sz w:val="16"/>
          <w:szCs w:val="16"/>
        </w:rPr>
        <w:t xml:space="preserve">příp. bude-li uvedeno, že má být osoba hodnocena pro </w:t>
      </w:r>
      <w:r w:rsidR="00294DE2">
        <w:rPr>
          <w:sz w:val="16"/>
          <w:szCs w:val="16"/>
        </w:rPr>
        <w:t>více</w:t>
      </w:r>
      <w:r w:rsidR="004B595B" w:rsidRPr="004B595B">
        <w:rPr>
          <w:sz w:val="16"/>
          <w:szCs w:val="16"/>
        </w:rPr>
        <w:t xml:space="preserve"> funkc</w:t>
      </w:r>
      <w:r w:rsidR="00294DE2">
        <w:rPr>
          <w:sz w:val="16"/>
          <w:szCs w:val="16"/>
        </w:rPr>
        <w:t>í</w:t>
      </w:r>
      <w:r w:rsidR="004B595B" w:rsidRPr="004B595B">
        <w:rPr>
          <w:sz w:val="16"/>
          <w:szCs w:val="16"/>
        </w:rPr>
        <w:t xml:space="preserve"> člena odborného personálu dodavatele</w:t>
      </w:r>
      <w:r w:rsidR="004B595B">
        <w:rPr>
          <w:sz w:val="16"/>
          <w:szCs w:val="16"/>
        </w:rPr>
        <w:t>,</w:t>
      </w:r>
      <w:r w:rsidR="004B595B"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sidR="004B595B">
        <w:rPr>
          <w:sz w:val="16"/>
          <w:szCs w:val="16"/>
        </w:rPr>
        <w:t xml:space="preserve">či měněn </w:t>
      </w:r>
      <w:r w:rsidRPr="0042061D">
        <w:rPr>
          <w:sz w:val="16"/>
          <w:szCs w:val="16"/>
        </w:rPr>
        <w:t>postupem dle § 46 odst. 2 ZZVZ.</w:t>
      </w:r>
    </w:p>
    <w:p w14:paraId="42886382" w14:textId="77777777" w:rsidR="00BA1CFD" w:rsidRPr="00543F07" w:rsidRDefault="00BA1CFD" w:rsidP="00BA1CFD">
      <w:pPr>
        <w:pStyle w:val="Doplujcdaje"/>
        <w:ind w:left="360"/>
        <w:jc w:val="both"/>
      </w:pPr>
    </w:p>
    <w:p w14:paraId="055E5CEE" w14:textId="77777777" w:rsidR="00BA1CFD" w:rsidRDefault="00BA1CFD" w:rsidP="00D006F4">
      <w:pPr>
        <w:pStyle w:val="Odstavec1-1a"/>
      </w:pPr>
      <w:r w:rsidRPr="00D006F4">
        <w:rPr>
          <w:b/>
        </w:rPr>
        <w:t>Příjmení</w:t>
      </w:r>
      <w:r>
        <w:t>: [</w:t>
      </w:r>
      <w:r w:rsidRPr="00DE6A35">
        <w:rPr>
          <w:b/>
          <w:highlight w:val="yellow"/>
        </w:rPr>
        <w:t>DOPLNÍ DODAVATEL</w:t>
      </w:r>
      <w:r>
        <w:t>]</w:t>
      </w:r>
    </w:p>
    <w:p w14:paraId="101FBCC1" w14:textId="77777777" w:rsidR="00BA1CFD" w:rsidRDefault="00BA1CFD" w:rsidP="00D006F4">
      <w:pPr>
        <w:pStyle w:val="Odstavec1-1a"/>
      </w:pPr>
      <w:r w:rsidRPr="00D006F4">
        <w:rPr>
          <w:b/>
        </w:rPr>
        <w:t>Jméno</w:t>
      </w:r>
      <w:r>
        <w:t>: [</w:t>
      </w:r>
      <w:r w:rsidRPr="00DE6A35">
        <w:rPr>
          <w:b/>
          <w:highlight w:val="yellow"/>
        </w:rPr>
        <w:t>DOPLNÍ DODAVATEL</w:t>
      </w:r>
      <w:r>
        <w:t>]</w:t>
      </w:r>
    </w:p>
    <w:p w14:paraId="2C98E49F" w14:textId="77777777" w:rsidR="00BA1CFD" w:rsidRDefault="00BA1CFD" w:rsidP="00D006F4">
      <w:pPr>
        <w:pStyle w:val="Odstavec1-1a"/>
      </w:pPr>
      <w:r>
        <w:t>Datum narození: [</w:t>
      </w:r>
      <w:r w:rsidRPr="00833899">
        <w:rPr>
          <w:highlight w:val="yellow"/>
        </w:rPr>
        <w:t>DOPLNÍ DODAVATEL</w:t>
      </w:r>
      <w:r>
        <w:t>]</w:t>
      </w:r>
    </w:p>
    <w:p w14:paraId="044EEADE" w14:textId="6C33CD81" w:rsidR="00BA1CFD" w:rsidRPr="000E48A0" w:rsidRDefault="00D006F4" w:rsidP="00D006F4">
      <w:pPr>
        <w:pStyle w:val="Textbezslovn"/>
        <w:ind w:left="0"/>
        <w:rPr>
          <w:b/>
        </w:rPr>
      </w:pPr>
      <w:r>
        <w:rPr>
          <w:b/>
        </w:rPr>
        <w:t xml:space="preserve">Tuto přílohu </w:t>
      </w:r>
      <w:r w:rsidR="00BA1CFD" w:rsidRPr="000E48A0">
        <w:rPr>
          <w:b/>
        </w:rPr>
        <w:t>dodavatel vyplň</w:t>
      </w:r>
      <w:r w:rsidR="00294DE2">
        <w:rPr>
          <w:b/>
        </w:rPr>
        <w:t>uje</w:t>
      </w:r>
      <w:r w:rsidR="00BA1CFD" w:rsidRPr="000E48A0">
        <w:rPr>
          <w:b/>
        </w:rPr>
        <w:t xml:space="preserve"> za účelem hodnocení </w:t>
      </w:r>
      <w:r w:rsidR="00FD1094">
        <w:rPr>
          <w:b/>
        </w:rPr>
        <w:t xml:space="preserve">pouze </w:t>
      </w:r>
      <w:r w:rsidR="00BA1CFD" w:rsidRPr="000E48A0">
        <w:rPr>
          <w:b/>
        </w:rPr>
        <w:t>u těch členů odborného personálu</w:t>
      </w:r>
      <w:r w:rsidR="00FD1094">
        <w:rPr>
          <w:b/>
        </w:rPr>
        <w:t xml:space="preserve"> dodavatele</w:t>
      </w:r>
      <w:r w:rsidR="00BA1CFD" w:rsidRPr="000E48A0">
        <w:rPr>
          <w:b/>
        </w:rPr>
        <w:t xml:space="preserve">, kteří mají být hodnoceni. </w:t>
      </w:r>
      <w:r w:rsidR="00BA1CFD"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w:t>
      </w:r>
      <w:r w:rsidRPr="00294DE2">
        <w:t xml:space="preserve">níže uvedenou tabulku </w:t>
      </w:r>
      <w:r w:rsidR="00BA1CFD" w:rsidRPr="00294DE2">
        <w:t>proškrtne nebo ponechá nevyplněn</w:t>
      </w:r>
      <w:r w:rsidRPr="00294DE2">
        <w:t>ou</w:t>
      </w:r>
      <w:r w:rsidR="00BA1CFD" w:rsidRPr="00294DE2">
        <w:t>. Bližší informace k hodnocení – viz čl. 16.3 Pokynů</w:t>
      </w:r>
      <w:r w:rsidR="00294DE2" w:rsidRPr="00294DE2">
        <w:t xml:space="preserve"> pro dodavatele</w:t>
      </w:r>
      <w:r w:rsidR="00BA1CFD" w:rsidRPr="00294DE2">
        <w:t xml:space="preserve">. </w:t>
      </w:r>
    </w:p>
    <w:p w14:paraId="1D2CD0EC" w14:textId="77777777" w:rsidR="001A7DB5" w:rsidRDefault="001A7DB5" w:rsidP="00D006F4">
      <w:pPr>
        <w:pStyle w:val="Odstavec1-1a"/>
        <w:spacing w:after="0"/>
        <w:rPr>
          <w:b/>
        </w:rPr>
      </w:pPr>
    </w:p>
    <w:p w14:paraId="45A09342" w14:textId="77777777" w:rsidR="00746A3A" w:rsidRDefault="00746A3A" w:rsidP="00746A3A">
      <w:pPr>
        <w:pStyle w:val="Odstavec1-1a"/>
        <w:spacing w:after="0"/>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8"/>
      </w:r>
      <w:r>
        <w:t xml:space="preserve">: </w:t>
      </w:r>
    </w:p>
    <w:p w14:paraId="3C3E20D8" w14:textId="77777777" w:rsidR="00746A3A" w:rsidRDefault="00746A3A" w:rsidP="00746A3A">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746A3A" w:rsidRPr="00833899" w14:paraId="059DA0F0" w14:textId="77777777" w:rsidTr="00294D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67EDE74" w14:textId="77777777" w:rsidR="00746A3A" w:rsidRPr="00833899" w:rsidRDefault="00746A3A" w:rsidP="00294DE2">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C28D5C4" w14:textId="77777777" w:rsidR="00746A3A" w:rsidRPr="00833899" w:rsidRDefault="00746A3A" w:rsidP="00294DE2">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3D17A87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B33DDC6" w14:textId="1211196A" w:rsidR="00746A3A" w:rsidRPr="00833899" w:rsidRDefault="00746A3A" w:rsidP="00294DE2">
            <w:pPr>
              <w:rPr>
                <w:sz w:val="16"/>
                <w:szCs w:val="16"/>
              </w:rPr>
            </w:pPr>
            <w:r w:rsidRPr="00543F07">
              <w:rPr>
                <w:sz w:val="16"/>
                <w:szCs w:val="16"/>
              </w:rPr>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Pr>
                <w:sz w:val="16"/>
                <w:szCs w:val="16"/>
              </w:rPr>
              <w:t xml:space="preserve"> relevantních pro hodnocení (</w:t>
            </w:r>
            <w:r w:rsidR="007D494D" w:rsidRPr="00647311">
              <w:rPr>
                <w:sz w:val="16"/>
                <w:szCs w:val="16"/>
              </w:rPr>
              <w:t>včetně uvedení druhu a počtu uzavřených smluv</w:t>
            </w:r>
            <w:r>
              <w:rPr>
                <w:sz w:val="16"/>
                <w:szCs w:val="16"/>
              </w:rPr>
              <w:t>)</w:t>
            </w:r>
          </w:p>
        </w:tc>
        <w:tc>
          <w:tcPr>
            <w:tcW w:w="2835" w:type="dxa"/>
            <w:tcBorders>
              <w:top w:val="single" w:sz="2" w:space="0" w:color="auto"/>
            </w:tcBorders>
          </w:tcPr>
          <w:p w14:paraId="5FCFAC73"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7C3F8FC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34895A3C" w14:textId="77777777" w:rsidR="00746A3A" w:rsidRPr="00833899" w:rsidRDefault="00746A3A" w:rsidP="00294DE2">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145782BF"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6041BBB2"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7BE6EA" w14:textId="77777777" w:rsidR="00746A3A" w:rsidRPr="00543F07" w:rsidRDefault="00746A3A" w:rsidP="00294DE2">
            <w:pPr>
              <w:rPr>
                <w:sz w:val="16"/>
                <w:szCs w:val="16"/>
              </w:rPr>
            </w:pPr>
            <w:r>
              <w:rPr>
                <w:sz w:val="16"/>
                <w:szCs w:val="16"/>
              </w:rPr>
              <w:t>Zhotovitel zakázky (obch. firma/název, sídlo, IČO)</w:t>
            </w:r>
          </w:p>
        </w:tc>
        <w:tc>
          <w:tcPr>
            <w:tcW w:w="2835" w:type="dxa"/>
            <w:tcBorders>
              <w:top w:val="single" w:sz="2" w:space="0" w:color="auto"/>
            </w:tcBorders>
          </w:tcPr>
          <w:p w14:paraId="05567135" w14:textId="4BC549BD" w:rsidR="00746A3A" w:rsidRPr="00833899" w:rsidRDefault="001114C3"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02167739"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54CA7367" w14:textId="6251CD7B" w:rsidR="00746A3A" w:rsidRPr="00833899" w:rsidRDefault="00746A3A" w:rsidP="007D494D">
            <w:pPr>
              <w:rPr>
                <w:sz w:val="16"/>
                <w:szCs w:val="16"/>
              </w:rPr>
            </w:pPr>
            <w:r w:rsidRPr="00543F07">
              <w:rPr>
                <w:sz w:val="16"/>
                <w:szCs w:val="16"/>
              </w:rPr>
              <w:t>Termín dokončení zakázky, resp. té části plnění zakázky</w:t>
            </w:r>
            <w:r w:rsidR="007D494D">
              <w:rPr>
                <w:sz w:val="16"/>
                <w:szCs w:val="16"/>
              </w:rPr>
              <w:t xml:space="preserve">, která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sidR="00EF13E3">
              <w:rPr>
                <w:sz w:val="16"/>
                <w:szCs w:val="16"/>
              </w:rPr>
              <w:t xml:space="preserve">; </w:t>
            </w:r>
          </w:p>
        </w:tc>
        <w:tc>
          <w:tcPr>
            <w:tcW w:w="2835" w:type="dxa"/>
            <w:tcBorders>
              <w:top w:val="single" w:sz="2" w:space="0" w:color="auto"/>
              <w:bottom w:val="single" w:sz="2" w:space="0" w:color="auto"/>
            </w:tcBorders>
          </w:tcPr>
          <w:p w14:paraId="75BA2B27"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2CDAA8F2" w14:textId="77777777" w:rsidTr="00294DE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32E88985" w14:textId="77777777" w:rsidR="00746A3A" w:rsidRPr="0042061D" w:rsidRDefault="00746A3A" w:rsidP="00294DE2">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proofErr w:type="gramStart"/>
            <w:r>
              <w:rPr>
                <w:b w:val="0"/>
                <w:sz w:val="16"/>
                <w:szCs w:val="16"/>
              </w:rPr>
              <w:t xml:space="preserve">dodavatele </w:t>
            </w:r>
            <w:r w:rsidRPr="0042061D">
              <w:rPr>
                <w:b w:val="0"/>
                <w:sz w:val="16"/>
                <w:szCs w:val="16"/>
              </w:rPr>
              <w:t>- v</w:t>
            </w:r>
            <w:proofErr w:type="gramEnd"/>
            <w:r w:rsidRPr="0042061D">
              <w:rPr>
                <w:b w:val="0"/>
                <w:sz w:val="16"/>
                <w:szCs w:val="16"/>
              </w:rPr>
              <w:t xml:space="preserve"> detailu potřebném pro ověření splnění požadavků</w:t>
            </w:r>
            <w:r>
              <w:t xml:space="preserve"> </w:t>
            </w:r>
            <w:r w:rsidRPr="00746A3A">
              <w:rPr>
                <w:b w:val="0"/>
                <w:sz w:val="16"/>
                <w:szCs w:val="16"/>
              </w:rPr>
              <w:t>relevantních pro hodnocení</w:t>
            </w:r>
          </w:p>
        </w:tc>
        <w:tc>
          <w:tcPr>
            <w:tcW w:w="2835" w:type="dxa"/>
            <w:tcBorders>
              <w:top w:val="single" w:sz="2" w:space="0" w:color="auto"/>
            </w:tcBorders>
            <w:shd w:val="clear" w:color="auto" w:fill="auto"/>
          </w:tcPr>
          <w:p w14:paraId="1DF0758F" w14:textId="77777777" w:rsidR="00746A3A" w:rsidRPr="0042061D" w:rsidRDefault="00746A3A" w:rsidP="00294DE2">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5B901604" w14:textId="77777777" w:rsidR="00746A3A" w:rsidRPr="00833899" w:rsidRDefault="00746A3A" w:rsidP="00746A3A">
      <w:pPr>
        <w:pStyle w:val="Textbezslovn"/>
        <w:ind w:left="0"/>
      </w:pPr>
    </w:p>
    <w:p w14:paraId="4CC80C3D" w14:textId="77777777" w:rsidR="00BA1CFD" w:rsidRDefault="00BA1CFD" w:rsidP="00D006F4">
      <w:pPr>
        <w:pStyle w:val="Textbezslovn"/>
        <w:ind w:left="0"/>
        <w:rPr>
          <w:b/>
        </w:rPr>
      </w:pPr>
      <w:r w:rsidRPr="0042061D">
        <w:rPr>
          <w:b/>
        </w:rPr>
        <w:t xml:space="preserve">Přílohy: </w:t>
      </w:r>
      <w:r w:rsidRPr="0042061D">
        <w:rPr>
          <w:b/>
        </w:rPr>
        <w:tab/>
      </w:r>
    </w:p>
    <w:p w14:paraId="4023BEAC" w14:textId="1A82AE92" w:rsidR="00307641" w:rsidRDefault="00C02436" w:rsidP="009B3A21">
      <w:pPr>
        <w:pStyle w:val="Textbezslovn"/>
        <w:ind w:left="0"/>
      </w:pPr>
      <w:r>
        <w:t xml:space="preserve">Dodavatel je povinen připojit k této Příloze č. 9 </w:t>
      </w:r>
      <w:r w:rsidRPr="003E611F">
        <w:t>doklady</w:t>
      </w:r>
      <w:r>
        <w:t xml:space="preserve"> (postačují v kopii)</w:t>
      </w:r>
      <w:r w:rsidRPr="003E611F">
        <w:t xml:space="preserve">, </w:t>
      </w:r>
      <w:r>
        <w:t xml:space="preserve">kterými dodavatel </w:t>
      </w:r>
      <w:r w:rsidR="001B26EE">
        <w:t>dolož</w:t>
      </w:r>
      <w:r w:rsidR="00141E20">
        <w:t>í</w:t>
      </w:r>
      <w:r w:rsidR="001B26EE">
        <w:t xml:space="preserve"> </w:t>
      </w:r>
      <w:r w:rsidRPr="003E611F">
        <w:t xml:space="preserve">zkušenosti </w:t>
      </w:r>
      <w:r w:rsidR="00641094">
        <w:t xml:space="preserve">hodnocených osob </w:t>
      </w:r>
      <w:r w:rsidRPr="003E611F">
        <w:t xml:space="preserve">s plněním zakázek, jež jsou </w:t>
      </w:r>
      <w:r>
        <w:t>v </w:t>
      </w:r>
      <w:r w:rsidR="00364A10">
        <w:t>seznamu</w:t>
      </w:r>
      <w:r>
        <w:t xml:space="preserve"> </w:t>
      </w:r>
      <w:r w:rsidRPr="003E611F">
        <w:t>uvedeny</w:t>
      </w:r>
      <w:r>
        <w:t xml:space="preserve"> pro účely hodnocení</w:t>
      </w:r>
      <w:r w:rsidR="00641094">
        <w:t>,</w:t>
      </w:r>
      <w:r>
        <w:t xml:space="preserve"> </w:t>
      </w:r>
      <w:r w:rsidR="00641094">
        <w:t>přičemž z dokladů musí</w:t>
      </w:r>
      <w:r w:rsidR="004871D1">
        <w:t xml:space="preserve"> </w:t>
      </w:r>
      <w:r w:rsidR="004871D1" w:rsidRPr="005037A9">
        <w:t>vyplývat naplnění parametrů</w:t>
      </w:r>
      <w:r w:rsidR="004871D1" w:rsidRPr="003E611F">
        <w:t xml:space="preserve"> </w:t>
      </w:r>
      <w:r w:rsidR="0041345F" w:rsidRPr="005037A9">
        <w:t xml:space="preserve">požadovaných </w:t>
      </w:r>
      <w:r w:rsidR="0041345F">
        <w:t xml:space="preserve">pro hodnocení </w:t>
      </w:r>
      <w:r w:rsidRPr="003E611F">
        <w:t>(například</w:t>
      </w:r>
      <w:r>
        <w:t xml:space="preserve"> smlouva</w:t>
      </w:r>
      <w:r w:rsidR="00641094">
        <w:t xml:space="preserve"> na plnění zakázky</w:t>
      </w:r>
      <w:r w:rsidRPr="003E611F">
        <w:t xml:space="preserve">, osvědčení </w:t>
      </w:r>
      <w:r>
        <w:t>objednatele</w:t>
      </w:r>
      <w:r w:rsidRPr="003E611F">
        <w:t xml:space="preserve">, </w:t>
      </w:r>
      <w:r w:rsidR="000D1296">
        <w:t>úvodní strana dokumentace s popisovým polem</w:t>
      </w:r>
      <w:r w:rsidR="00FE5726">
        <w:t>, 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w:t>
      </w:r>
      <w:r w:rsidR="009B3A21" w:rsidDel="009B3A21">
        <w:t xml:space="preserve"> </w:t>
      </w:r>
      <w:bookmarkEnd w:id="1"/>
      <w:bookmarkEnd w:id="2"/>
      <w:bookmarkEnd w:id="3"/>
      <w:bookmarkEnd w:id="4"/>
    </w:p>
    <w:p w14:paraId="3DCE2EEA" w14:textId="2A57649C" w:rsidR="003273E4" w:rsidRDefault="003273E4">
      <w:r>
        <w:br w:type="page"/>
      </w:r>
    </w:p>
    <w:p w14:paraId="04F17B66" w14:textId="77777777" w:rsidR="003273E4" w:rsidRDefault="003273E4" w:rsidP="003273E4">
      <w:pPr>
        <w:pStyle w:val="Nadpisbezsl1-1"/>
      </w:pPr>
      <w:r>
        <w:lastRenderedPageBreak/>
        <w:t>Příloha č. 10</w:t>
      </w:r>
    </w:p>
    <w:p w14:paraId="3F17B858" w14:textId="492B503B" w:rsidR="003273E4" w:rsidRPr="00964860" w:rsidRDefault="003273E4" w:rsidP="003273E4">
      <w:pPr>
        <w:pStyle w:val="Nadpisbezsl1-2"/>
      </w:pPr>
      <w:r w:rsidRPr="00010882">
        <w:rPr>
          <w:lang w:eastAsia="cs-CZ"/>
        </w:rPr>
        <w:t xml:space="preserve">Čestné prohlášení o splnění podmínek v souvislosti </w:t>
      </w:r>
      <w:r w:rsidR="0068694A">
        <w:rPr>
          <w:lang w:eastAsia="cs-CZ"/>
        </w:rPr>
        <w:t>s mezinárodními sankcemi</w:t>
      </w:r>
    </w:p>
    <w:p w14:paraId="0C07DBF8" w14:textId="77777777" w:rsidR="003273E4" w:rsidRDefault="003273E4" w:rsidP="003273E4">
      <w:pPr>
        <w:pStyle w:val="Textbezslovn"/>
        <w:ind w:left="0"/>
      </w:pPr>
    </w:p>
    <w:p w14:paraId="248E5DF6" w14:textId="77777777" w:rsidR="003273E4" w:rsidRPr="00964860" w:rsidRDefault="003273E4" w:rsidP="003273E4">
      <w:pPr>
        <w:pStyle w:val="Textbezslovn"/>
        <w:ind w:left="0"/>
        <w:rPr>
          <w:b/>
        </w:rPr>
      </w:pPr>
      <w:r w:rsidRPr="00964860">
        <w:rPr>
          <w:b/>
        </w:rPr>
        <w:t>Čestné prohlášení</w:t>
      </w:r>
    </w:p>
    <w:p w14:paraId="04B767EF" w14:textId="7777343A" w:rsidR="003273E4" w:rsidRPr="00833899" w:rsidRDefault="00560462" w:rsidP="003273E4">
      <w:pPr>
        <w:pStyle w:val="Textbezslovn"/>
        <w:ind w:left="0"/>
      </w:pPr>
      <w:r>
        <w:t>O</w:t>
      </w:r>
      <w:r w:rsidR="003273E4">
        <w:t>bchodní firma / jméno a příjmení</w:t>
      </w:r>
      <w:r w:rsidR="003273E4" w:rsidRPr="00833899">
        <w:rPr>
          <w:rStyle w:val="Znakapoznpodarou"/>
        </w:rPr>
        <w:footnoteReference w:id="9"/>
      </w:r>
      <w:r w:rsidR="003273E4" w:rsidRPr="00833899">
        <w:t xml:space="preserve">  [</w:t>
      </w:r>
      <w:r w:rsidR="003273E4" w:rsidRPr="00327119">
        <w:rPr>
          <w:b/>
          <w:highlight w:val="yellow"/>
        </w:rPr>
        <w:t>DOPLNÍ DODAVATEL</w:t>
      </w:r>
      <w:r w:rsidR="003273E4" w:rsidRPr="00833899">
        <w:t>]</w:t>
      </w:r>
    </w:p>
    <w:p w14:paraId="0B1AECD5" w14:textId="77777777" w:rsidR="003273E4" w:rsidRPr="00833899" w:rsidRDefault="003273E4" w:rsidP="003273E4">
      <w:pPr>
        <w:pStyle w:val="Textbezslovn"/>
        <w:ind w:left="0"/>
      </w:pPr>
      <w:r w:rsidRPr="00833899">
        <w:t>se sídlem [</w:t>
      </w:r>
      <w:r w:rsidRPr="00833899">
        <w:rPr>
          <w:highlight w:val="yellow"/>
        </w:rPr>
        <w:t>DOPLNÍ DODAVATEL</w:t>
      </w:r>
      <w:r w:rsidRPr="00833899">
        <w:t>]</w:t>
      </w:r>
    </w:p>
    <w:p w14:paraId="22FC52EA" w14:textId="77777777" w:rsidR="003273E4" w:rsidRPr="00833899" w:rsidRDefault="003273E4" w:rsidP="003273E4">
      <w:pPr>
        <w:pStyle w:val="Textbezslovn"/>
        <w:ind w:left="0"/>
      </w:pPr>
      <w:r w:rsidRPr="00833899">
        <w:t>IČO: [</w:t>
      </w:r>
      <w:r w:rsidRPr="00833899">
        <w:rPr>
          <w:highlight w:val="yellow"/>
        </w:rPr>
        <w:t>DOPLNÍ DODAVATEL</w:t>
      </w:r>
      <w:r w:rsidRPr="00833899">
        <w:t>]</w:t>
      </w:r>
    </w:p>
    <w:p w14:paraId="4505A2F0" w14:textId="77777777" w:rsidR="003273E4" w:rsidRPr="00833899" w:rsidRDefault="003273E4" w:rsidP="003273E4">
      <w:pPr>
        <w:pStyle w:val="Textbezslovn"/>
        <w:ind w:left="0"/>
      </w:pPr>
      <w:r w:rsidRPr="00833899">
        <w:t>společnost zapsaná v obchodním rejstříku vedeném [</w:t>
      </w:r>
      <w:r w:rsidRPr="00833899">
        <w:rPr>
          <w:highlight w:val="yellow"/>
        </w:rPr>
        <w:t>DOPLNÍ DODAVATEL</w:t>
      </w:r>
      <w:r w:rsidRPr="00833899">
        <w:t>],</w:t>
      </w:r>
    </w:p>
    <w:p w14:paraId="0448B96B" w14:textId="77777777" w:rsidR="003273E4" w:rsidRPr="00833899" w:rsidRDefault="003273E4" w:rsidP="003273E4">
      <w:pPr>
        <w:pStyle w:val="Textbezslovn"/>
        <w:ind w:left="0"/>
      </w:pPr>
      <w:r w:rsidRPr="00833899">
        <w:t>spisová značka [</w:t>
      </w:r>
      <w:r w:rsidRPr="00833899">
        <w:rPr>
          <w:highlight w:val="yellow"/>
        </w:rPr>
        <w:t>DOPLNÍ DODAVATEL</w:t>
      </w:r>
      <w:r w:rsidRPr="00833899">
        <w:t>]</w:t>
      </w:r>
    </w:p>
    <w:p w14:paraId="74FDE462" w14:textId="77777777" w:rsidR="003273E4" w:rsidRPr="00833899" w:rsidRDefault="003273E4" w:rsidP="003273E4">
      <w:pPr>
        <w:pStyle w:val="Textbezslovn"/>
        <w:ind w:left="0"/>
      </w:pPr>
      <w:r w:rsidRPr="00833899">
        <w:t>zastoupená [</w:t>
      </w:r>
      <w:r w:rsidRPr="00833899">
        <w:rPr>
          <w:highlight w:val="yellow"/>
        </w:rPr>
        <w:t>DOPLNÍ DODAVATEL</w:t>
      </w:r>
      <w:r w:rsidRPr="00833899">
        <w:t>]</w:t>
      </w:r>
    </w:p>
    <w:p w14:paraId="4B2F6B60" w14:textId="77777777" w:rsidR="003273E4" w:rsidRDefault="003273E4" w:rsidP="003273E4">
      <w:pPr>
        <w:spacing w:after="0" w:line="240" w:lineRule="auto"/>
        <w:jc w:val="both"/>
        <w:rPr>
          <w:rFonts w:eastAsia="Times New Roman" w:cs="Times New Roman"/>
          <w:lang w:eastAsia="cs-CZ"/>
        </w:rPr>
      </w:pPr>
    </w:p>
    <w:p w14:paraId="753731BD" w14:textId="03F0C0BB" w:rsidR="003273E4" w:rsidRDefault="003273E4" w:rsidP="003273E4">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6A37ED">
        <w:rPr>
          <w:rFonts w:eastAsia="Times New Roman" w:cs="Times New Roman"/>
          <w:lang w:eastAsia="cs-CZ"/>
        </w:rPr>
        <w:t>„</w:t>
      </w:r>
      <w:r w:rsidR="006A37ED" w:rsidRPr="00E42E3B">
        <w:rPr>
          <w:rFonts w:eastAsia="Times New Roman" w:cs="Arial"/>
          <w:bCs/>
          <w:color w:val="000000"/>
          <w:lang w:eastAsia="cs-CZ"/>
        </w:rPr>
        <w:t>Modernizace traťového úseku Hradec Králové (mimo) – Týniště nad Orlicí (mimo)</w:t>
      </w:r>
      <w:r w:rsidR="006A37ED">
        <w:rPr>
          <w:rFonts w:eastAsia="Times New Roman" w:cs="Arial"/>
          <w:bCs/>
          <w:color w:val="000000"/>
          <w:lang w:eastAsia="cs-CZ"/>
        </w:rPr>
        <w:t>“</w:t>
      </w:r>
      <w:r w:rsidRPr="00DF0EC8">
        <w:rPr>
          <w:rFonts w:eastAsia="Times New Roman" w:cs="Times New Roman"/>
          <w:lang w:eastAsia="cs-CZ"/>
        </w:rPr>
        <w:t>, (dále</w:t>
      </w:r>
      <w:r>
        <w:rPr>
          <w:rFonts w:eastAsia="Times New Roman" w:cs="Times New Roman"/>
          <w:lang w:eastAsia="cs-CZ"/>
        </w:rPr>
        <w:t xml:space="preserve"> jen </w:t>
      </w:r>
      <w:r w:rsidRPr="00C10B24">
        <w:rPr>
          <w:rFonts w:eastAsia="Times New Roman" w:cs="Times New Roman"/>
          <w:lang w:eastAsia="cs-CZ"/>
        </w:rPr>
        <w:t>„</w:t>
      </w:r>
      <w:r w:rsidRPr="00C10B24">
        <w:rPr>
          <w:rFonts w:eastAsia="Times New Roman" w:cs="Times New Roman"/>
          <w:b/>
          <w:lang w:eastAsia="cs-CZ"/>
        </w:rPr>
        <w:t>Veřejná zakázka</w:t>
      </w:r>
      <w:r w:rsidRPr="00C10B24">
        <w:rPr>
          <w:rFonts w:eastAsia="Times New Roman" w:cs="Times New Roman"/>
          <w:lang w:eastAsia="cs-CZ"/>
        </w:rPr>
        <w:t xml:space="preserve">“ a </w:t>
      </w:r>
      <w:r w:rsidRPr="00C10B24">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0AD753FC" w14:textId="100320A3" w:rsidR="003146BB" w:rsidRPr="003146BB" w:rsidRDefault="003146BB" w:rsidP="00E57DC4">
      <w:pPr>
        <w:pStyle w:val="Odstavecseseznamem"/>
        <w:numPr>
          <w:ilvl w:val="0"/>
          <w:numId w:val="20"/>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805B13">
        <w:rPr>
          <w:rFonts w:eastAsia="Calibri" w:cs="Times New Roman"/>
          <w:b/>
        </w:rPr>
        <w:t>nejsou</w:t>
      </w:r>
      <w:r w:rsidRPr="00BE68D3">
        <w:rPr>
          <w:rFonts w:eastAsia="Calibri" w:cs="Times New Roman"/>
        </w:rPr>
        <w:t xml:space="preserve"> osobami, na něž se vztahuje zákaz zadání veřejné zakázky ve smyslu § 48a</w:t>
      </w:r>
      <w:r w:rsidR="00A153B7" w:rsidRPr="00A153B7">
        <w:rPr>
          <w:rFonts w:eastAsia="Times New Roman" w:cs="Times New Roman"/>
          <w:lang w:eastAsia="cs-CZ"/>
        </w:rPr>
        <w:t xml:space="preserve"> </w:t>
      </w:r>
      <w:r w:rsidR="00A153B7"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3C5E122D" w14:textId="77777777" w:rsidR="003146BB" w:rsidRPr="003146BB" w:rsidRDefault="003146BB" w:rsidP="003146BB">
      <w:pPr>
        <w:pStyle w:val="Odstavecseseznamem"/>
        <w:spacing w:line="240" w:lineRule="auto"/>
        <w:jc w:val="both"/>
        <w:rPr>
          <w:rFonts w:eastAsia="Calibri" w:cs="Times New Roman"/>
        </w:rPr>
      </w:pPr>
    </w:p>
    <w:p w14:paraId="617C2721" w14:textId="4156DCB6" w:rsidR="003273E4" w:rsidRDefault="003273E4" w:rsidP="00E57DC4">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72F60669" w14:textId="77777777" w:rsidR="003273E4" w:rsidRPr="007F769F" w:rsidRDefault="003273E4" w:rsidP="003273E4">
      <w:pPr>
        <w:pStyle w:val="Odstavecseseznamem"/>
        <w:spacing w:line="240" w:lineRule="auto"/>
        <w:jc w:val="both"/>
        <w:rPr>
          <w:rFonts w:eastAsia="Calibri" w:cs="Times New Roman"/>
        </w:rPr>
      </w:pPr>
    </w:p>
    <w:p w14:paraId="6360D9C9" w14:textId="17E3B85A" w:rsidR="003273E4" w:rsidRPr="007F769F" w:rsidRDefault="003273E4" w:rsidP="00E57DC4">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9A5ED4"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9A5ED4">
        <w:t xml:space="preserve"> </w:t>
      </w:r>
      <w:r w:rsidR="00E5750D">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E5750D">
        <w:t xml:space="preserve"> </w:t>
      </w:r>
      <w:r>
        <w:t>(</w:t>
      </w:r>
      <w:r w:rsidRPr="002904AF">
        <w:rPr>
          <w:b/>
        </w:rPr>
        <w:t>tzv. sankční seznamy</w:t>
      </w:r>
      <w:r>
        <w:t>)</w:t>
      </w:r>
      <w:r w:rsidRPr="007F769F">
        <w:rPr>
          <w:rFonts w:eastAsia="Calibri" w:cs="Times New Roman"/>
        </w:rPr>
        <w:t>.</w:t>
      </w:r>
    </w:p>
    <w:p w14:paraId="158FE6BD" w14:textId="77777777" w:rsidR="003273E4" w:rsidRPr="007F769F" w:rsidRDefault="003273E4" w:rsidP="003273E4">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5BB7915" w14:textId="4C9397A8" w:rsidR="003273E4" w:rsidRDefault="003273E4" w:rsidP="003273E4">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sectPr w:rsidR="003273E4" w:rsidSect="00A63659">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87B811" w14:textId="77777777" w:rsidR="00A63659" w:rsidRDefault="00A63659" w:rsidP="00962258">
      <w:pPr>
        <w:spacing w:after="0" w:line="240" w:lineRule="auto"/>
      </w:pPr>
      <w:r>
        <w:separator/>
      </w:r>
    </w:p>
  </w:endnote>
  <w:endnote w:type="continuationSeparator" w:id="0">
    <w:p w14:paraId="74205FF0" w14:textId="77777777" w:rsidR="00A63659" w:rsidRDefault="00A6365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42DAA" w14:paraId="3852A48B" w14:textId="77777777" w:rsidTr="00EB46E5">
      <w:tc>
        <w:tcPr>
          <w:tcW w:w="1361" w:type="dxa"/>
          <w:tcMar>
            <w:left w:w="0" w:type="dxa"/>
            <w:right w:w="0" w:type="dxa"/>
          </w:tcMar>
          <w:vAlign w:val="bottom"/>
        </w:tcPr>
        <w:p w14:paraId="137C5680" w14:textId="493E5030" w:rsidR="00542DAA" w:rsidRPr="00B8518B" w:rsidRDefault="00542DAA"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531E3">
            <w:rPr>
              <w:rStyle w:val="slostrnky"/>
              <w:noProof/>
            </w:rPr>
            <w:t>32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531E3">
            <w:rPr>
              <w:rStyle w:val="slostrnky"/>
              <w:noProof/>
            </w:rPr>
            <w:t>42</w:t>
          </w:r>
          <w:r w:rsidRPr="00B8518B">
            <w:rPr>
              <w:rStyle w:val="slostrnky"/>
            </w:rPr>
            <w:fldChar w:fldCharType="end"/>
          </w:r>
        </w:p>
      </w:tc>
      <w:tc>
        <w:tcPr>
          <w:tcW w:w="284" w:type="dxa"/>
          <w:shd w:val="clear" w:color="auto" w:fill="auto"/>
          <w:tcMar>
            <w:left w:w="0" w:type="dxa"/>
            <w:right w:w="0" w:type="dxa"/>
          </w:tcMar>
        </w:tcPr>
        <w:p w14:paraId="240F2DFD" w14:textId="77777777" w:rsidR="00542DAA" w:rsidRDefault="00542DAA" w:rsidP="00B8518B">
          <w:pPr>
            <w:pStyle w:val="Zpat"/>
          </w:pPr>
        </w:p>
      </w:tc>
      <w:tc>
        <w:tcPr>
          <w:tcW w:w="425" w:type="dxa"/>
          <w:shd w:val="clear" w:color="auto" w:fill="auto"/>
          <w:tcMar>
            <w:left w:w="0" w:type="dxa"/>
            <w:right w:w="0" w:type="dxa"/>
          </w:tcMar>
        </w:tcPr>
        <w:p w14:paraId="7564134E" w14:textId="77777777" w:rsidR="00542DAA" w:rsidRDefault="00542DAA" w:rsidP="00B8518B">
          <w:pPr>
            <w:pStyle w:val="Zpat"/>
          </w:pPr>
        </w:p>
      </w:tc>
      <w:tc>
        <w:tcPr>
          <w:tcW w:w="8505" w:type="dxa"/>
        </w:tcPr>
        <w:p w14:paraId="1B4593B8" w14:textId="60E75C0B" w:rsidR="00542DAA" w:rsidRPr="00E42E3B" w:rsidRDefault="00542DAA" w:rsidP="00EB46E5">
          <w:pPr>
            <w:pStyle w:val="Zpat0"/>
          </w:pPr>
          <w:r w:rsidRPr="00E42E3B">
            <w:t>„</w:t>
          </w:r>
          <w:r w:rsidR="002C7A8A" w:rsidRPr="002C7A8A">
            <w:rPr>
              <w:rFonts w:eastAsia="Times New Roman" w:cs="Arial"/>
              <w:bCs/>
              <w:color w:val="000000"/>
              <w:lang w:eastAsia="cs-CZ"/>
            </w:rPr>
            <w:t xml:space="preserve">Modernizace trati Brno-Přerov, 2. stavba </w:t>
          </w:r>
          <w:proofErr w:type="gramStart"/>
          <w:r w:rsidR="002C7A8A" w:rsidRPr="002C7A8A">
            <w:rPr>
              <w:rFonts w:eastAsia="Times New Roman" w:cs="Arial"/>
              <w:bCs/>
              <w:color w:val="000000"/>
              <w:lang w:eastAsia="cs-CZ"/>
            </w:rPr>
            <w:t>Blažovice - Vyškov</w:t>
          </w:r>
          <w:proofErr w:type="gramEnd"/>
          <w:r w:rsidRPr="00E42E3B">
            <w:t>“</w:t>
          </w:r>
        </w:p>
        <w:p w14:paraId="5740C166" w14:textId="77777777" w:rsidR="00542DAA" w:rsidRPr="00E42E3B" w:rsidRDefault="00542DAA" w:rsidP="00EB46E5">
          <w:pPr>
            <w:pStyle w:val="Zpat0"/>
          </w:pPr>
          <w:r w:rsidRPr="00E42E3B">
            <w:t xml:space="preserve">Díl 1 – </w:t>
          </w:r>
          <w:r w:rsidRPr="00E42E3B">
            <w:rPr>
              <w:caps/>
            </w:rPr>
            <w:t>Požadavky a podmínky pro zpracování nabídky</w:t>
          </w:r>
        </w:p>
        <w:p w14:paraId="6A4851CD" w14:textId="77777777" w:rsidR="00542DAA" w:rsidRPr="00E42E3B" w:rsidRDefault="00542DAA" w:rsidP="00392730">
          <w:pPr>
            <w:pStyle w:val="Zpat0"/>
          </w:pPr>
          <w:r w:rsidRPr="00E42E3B">
            <w:t xml:space="preserve">Část 2 – </w:t>
          </w:r>
          <w:r w:rsidRPr="00E42E3B">
            <w:rPr>
              <w:caps/>
            </w:rPr>
            <w:t>Pokyny pro dodavatele</w:t>
          </w:r>
        </w:p>
        <w:p w14:paraId="737706F4" w14:textId="77777777" w:rsidR="00542DAA" w:rsidRPr="00E42E3B" w:rsidRDefault="00542DAA" w:rsidP="00392730">
          <w:pPr>
            <w:pStyle w:val="Zpat0"/>
          </w:pPr>
        </w:p>
      </w:tc>
    </w:tr>
  </w:tbl>
  <w:p w14:paraId="557F4388" w14:textId="77777777" w:rsidR="00542DAA" w:rsidRPr="00B8518B" w:rsidRDefault="00542DA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B1E5B6" w14:textId="77777777" w:rsidR="00542DAA" w:rsidRPr="00B8518B" w:rsidRDefault="00542DAA" w:rsidP="00460660">
    <w:pPr>
      <w:pStyle w:val="Zpat"/>
      <w:rPr>
        <w:sz w:val="2"/>
        <w:szCs w:val="2"/>
      </w:rPr>
    </w:pPr>
  </w:p>
  <w:p w14:paraId="70C621D3" w14:textId="587CB2C6" w:rsidR="00542DAA" w:rsidRPr="00460660" w:rsidRDefault="00542D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6E436D" w14:textId="77777777" w:rsidR="00A63659" w:rsidRDefault="00A63659" w:rsidP="00962258">
      <w:pPr>
        <w:spacing w:after="0" w:line="240" w:lineRule="auto"/>
      </w:pPr>
      <w:r>
        <w:separator/>
      </w:r>
    </w:p>
  </w:footnote>
  <w:footnote w:type="continuationSeparator" w:id="0">
    <w:p w14:paraId="55FB338E" w14:textId="77777777" w:rsidR="00A63659" w:rsidRDefault="00A63659" w:rsidP="00962258">
      <w:pPr>
        <w:spacing w:after="0" w:line="240" w:lineRule="auto"/>
      </w:pPr>
      <w:r>
        <w:continuationSeparator/>
      </w:r>
    </w:p>
  </w:footnote>
  <w:footnote w:id="1">
    <w:p w14:paraId="627D8FB4" w14:textId="43274402" w:rsidR="00542DAA" w:rsidRDefault="00542DAA" w:rsidP="003B1E43">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05FEE361" w14:textId="77777777" w:rsidR="00542DAA" w:rsidRPr="00EB54C9" w:rsidRDefault="00542DAA" w:rsidP="003B1E43">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78B21B89" w14:textId="77777777" w:rsidR="00542DAA" w:rsidRDefault="00542DAA"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C7EF095" w14:textId="77777777" w:rsidR="00542DAA" w:rsidRDefault="00542DAA"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6633A625" w14:textId="77777777" w:rsidR="00542DAA" w:rsidRDefault="00542DAA">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6679CABB" w14:textId="77777777" w:rsidR="00542DAA" w:rsidRDefault="00542DA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17440B7A" w14:textId="77777777" w:rsidR="00542DAA" w:rsidRDefault="00542DA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41A989F2" w14:textId="64FA76D7" w:rsidR="00542DAA" w:rsidRDefault="00542DAA" w:rsidP="00746A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9">
    <w:p w14:paraId="552DEE4F" w14:textId="77777777" w:rsidR="00542DAA" w:rsidRDefault="00542DAA" w:rsidP="003273E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42DAA" w14:paraId="40E70905" w14:textId="77777777" w:rsidTr="00C02D0A">
      <w:trPr>
        <w:trHeight w:hRule="exact" w:val="454"/>
      </w:trPr>
      <w:tc>
        <w:tcPr>
          <w:tcW w:w="1361" w:type="dxa"/>
          <w:tcMar>
            <w:top w:w="57" w:type="dxa"/>
            <w:left w:w="0" w:type="dxa"/>
            <w:right w:w="0" w:type="dxa"/>
          </w:tcMar>
        </w:tcPr>
        <w:p w14:paraId="157A32E1" w14:textId="77777777" w:rsidR="00542DAA" w:rsidRPr="00B8518B" w:rsidRDefault="00542DAA" w:rsidP="00523EA7">
          <w:pPr>
            <w:pStyle w:val="Zpat"/>
            <w:rPr>
              <w:rStyle w:val="slostrnky"/>
            </w:rPr>
          </w:pPr>
        </w:p>
      </w:tc>
      <w:tc>
        <w:tcPr>
          <w:tcW w:w="3458" w:type="dxa"/>
          <w:shd w:val="clear" w:color="auto" w:fill="auto"/>
          <w:tcMar>
            <w:top w:w="57" w:type="dxa"/>
            <w:left w:w="0" w:type="dxa"/>
            <w:right w:w="0" w:type="dxa"/>
          </w:tcMar>
        </w:tcPr>
        <w:p w14:paraId="0BFEA660" w14:textId="77777777" w:rsidR="00542DAA" w:rsidRDefault="00542DAA" w:rsidP="00523EA7">
          <w:pPr>
            <w:pStyle w:val="Zpat"/>
          </w:pPr>
        </w:p>
      </w:tc>
      <w:tc>
        <w:tcPr>
          <w:tcW w:w="5698" w:type="dxa"/>
          <w:shd w:val="clear" w:color="auto" w:fill="auto"/>
          <w:tcMar>
            <w:top w:w="57" w:type="dxa"/>
            <w:left w:w="0" w:type="dxa"/>
            <w:right w:w="0" w:type="dxa"/>
          </w:tcMar>
        </w:tcPr>
        <w:p w14:paraId="43417309" w14:textId="77777777" w:rsidR="00542DAA" w:rsidRPr="00D6163D" w:rsidRDefault="00542DAA" w:rsidP="00D6163D">
          <w:pPr>
            <w:pStyle w:val="Druhdokumentu"/>
          </w:pPr>
        </w:p>
      </w:tc>
    </w:tr>
  </w:tbl>
  <w:p w14:paraId="7A51DC1B" w14:textId="77777777" w:rsidR="00542DAA" w:rsidRPr="00D6163D" w:rsidRDefault="00542DA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42DAA" w14:paraId="6BBBB51F" w14:textId="77777777" w:rsidTr="00B22106">
      <w:trPr>
        <w:trHeight w:hRule="exact" w:val="936"/>
      </w:trPr>
      <w:tc>
        <w:tcPr>
          <w:tcW w:w="1361" w:type="dxa"/>
          <w:tcMar>
            <w:left w:w="0" w:type="dxa"/>
            <w:right w:w="0" w:type="dxa"/>
          </w:tcMar>
        </w:tcPr>
        <w:p w14:paraId="7B49BEA5" w14:textId="77777777" w:rsidR="00542DAA" w:rsidRPr="00B8518B" w:rsidRDefault="00542DAA" w:rsidP="00FC6389">
          <w:pPr>
            <w:pStyle w:val="Zpat"/>
            <w:rPr>
              <w:rStyle w:val="slostrnky"/>
            </w:rPr>
          </w:pPr>
        </w:p>
      </w:tc>
      <w:tc>
        <w:tcPr>
          <w:tcW w:w="3458" w:type="dxa"/>
          <w:shd w:val="clear" w:color="auto" w:fill="auto"/>
          <w:tcMar>
            <w:left w:w="0" w:type="dxa"/>
            <w:right w:w="0" w:type="dxa"/>
          </w:tcMar>
        </w:tcPr>
        <w:p w14:paraId="5723BA86" w14:textId="77777777" w:rsidR="00542DAA" w:rsidRDefault="00542DAA" w:rsidP="00FC6389">
          <w:pPr>
            <w:pStyle w:val="Zpat"/>
          </w:pPr>
        </w:p>
      </w:tc>
      <w:tc>
        <w:tcPr>
          <w:tcW w:w="5756" w:type="dxa"/>
          <w:shd w:val="clear" w:color="auto" w:fill="auto"/>
          <w:tcMar>
            <w:left w:w="0" w:type="dxa"/>
            <w:right w:w="0" w:type="dxa"/>
          </w:tcMar>
        </w:tcPr>
        <w:p w14:paraId="10B786D1" w14:textId="77777777" w:rsidR="00542DAA" w:rsidRPr="00D6163D" w:rsidRDefault="00542DAA" w:rsidP="00FC6389">
          <w:pPr>
            <w:pStyle w:val="Druhdokumentu"/>
          </w:pPr>
        </w:p>
      </w:tc>
    </w:tr>
    <w:tr w:rsidR="00542DAA" w14:paraId="68D9FA2A" w14:textId="77777777" w:rsidTr="00B22106">
      <w:trPr>
        <w:trHeight w:hRule="exact" w:val="936"/>
      </w:trPr>
      <w:tc>
        <w:tcPr>
          <w:tcW w:w="1361" w:type="dxa"/>
          <w:tcMar>
            <w:left w:w="0" w:type="dxa"/>
            <w:right w:w="0" w:type="dxa"/>
          </w:tcMar>
        </w:tcPr>
        <w:p w14:paraId="1B20651E" w14:textId="77777777" w:rsidR="00542DAA" w:rsidRPr="00B8518B" w:rsidRDefault="00542DAA" w:rsidP="00FC6389">
          <w:pPr>
            <w:pStyle w:val="Zpat"/>
            <w:rPr>
              <w:rStyle w:val="slostrnky"/>
            </w:rPr>
          </w:pPr>
        </w:p>
      </w:tc>
      <w:tc>
        <w:tcPr>
          <w:tcW w:w="3458" w:type="dxa"/>
          <w:shd w:val="clear" w:color="auto" w:fill="auto"/>
          <w:tcMar>
            <w:left w:w="0" w:type="dxa"/>
            <w:right w:w="0" w:type="dxa"/>
          </w:tcMar>
        </w:tcPr>
        <w:p w14:paraId="44D3F74E" w14:textId="77777777" w:rsidR="00542DAA" w:rsidRDefault="00542DAA" w:rsidP="00FC6389">
          <w:pPr>
            <w:pStyle w:val="Zpat"/>
          </w:pPr>
        </w:p>
      </w:tc>
      <w:tc>
        <w:tcPr>
          <w:tcW w:w="5756" w:type="dxa"/>
          <w:shd w:val="clear" w:color="auto" w:fill="auto"/>
          <w:tcMar>
            <w:left w:w="0" w:type="dxa"/>
            <w:right w:w="0" w:type="dxa"/>
          </w:tcMar>
        </w:tcPr>
        <w:p w14:paraId="12C34926" w14:textId="77777777" w:rsidR="00542DAA" w:rsidRPr="00D6163D" w:rsidRDefault="00542DAA" w:rsidP="00FC6389">
          <w:pPr>
            <w:pStyle w:val="Druhdokumentu"/>
          </w:pPr>
        </w:p>
      </w:tc>
    </w:tr>
  </w:tbl>
  <w:p w14:paraId="0D5F026A" w14:textId="77777777" w:rsidR="00542DAA" w:rsidRPr="00D6163D" w:rsidRDefault="00542DAA"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542DAA" w:rsidRPr="00460660" w:rsidRDefault="00542D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685653"/>
    <w:multiLevelType w:val="multilevel"/>
    <w:tmpl w:val="54825F58"/>
    <w:lvl w:ilvl="0">
      <w:start w:val="1"/>
      <w:numFmt w:val="lowerLetter"/>
      <w:lvlText w:val="%1)"/>
      <w:lvlJc w:val="left"/>
      <w:pPr>
        <w:tabs>
          <w:tab w:val="num" w:pos="2251"/>
        </w:tabs>
        <w:ind w:left="2251" w:hanging="720"/>
      </w:pPr>
    </w:lvl>
    <w:lvl w:ilvl="1">
      <w:start w:val="1"/>
      <w:numFmt w:val="decimal"/>
      <w:lvlText w:val="%2."/>
      <w:lvlJc w:val="left"/>
      <w:pPr>
        <w:tabs>
          <w:tab w:val="num" w:pos="2971"/>
        </w:tabs>
        <w:ind w:left="2971" w:hanging="720"/>
      </w:p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3"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80171AF"/>
    <w:multiLevelType w:val="hybridMultilevel"/>
    <w:tmpl w:val="DE200FC4"/>
    <w:lvl w:ilvl="0" w:tplc="04050001">
      <w:start w:val="1"/>
      <w:numFmt w:val="bullet"/>
      <w:lvlText w:val=""/>
      <w:lvlJc w:val="left"/>
      <w:pPr>
        <w:ind w:left="1429" w:hanging="360"/>
      </w:pPr>
      <w:rPr>
        <w:rFonts w:ascii="Symbol" w:hAnsi="Symbol" w:cs="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2BA81972"/>
    <w:multiLevelType w:val="hybridMultilevel"/>
    <w:tmpl w:val="08867B44"/>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5CA81DD2">
      <w:start w:val="1"/>
      <w:numFmt w:val="bullet"/>
      <w:lvlText w:val=""/>
      <w:lvlJc w:val="left"/>
      <w:pPr>
        <w:ind w:left="2340" w:hanging="360"/>
      </w:pPr>
      <w:rPr>
        <w:rFonts w:ascii="Symbol" w:hAnsi="Symbol" w:hint="default"/>
      </w:rPr>
    </w:lvl>
    <w:lvl w:ilvl="3" w:tplc="5CA81DD2">
      <w:start w:val="1"/>
      <w:numFmt w:val="bullet"/>
      <w:lvlText w:val=""/>
      <w:lvlJc w:val="left"/>
      <w:pPr>
        <w:ind w:left="2880" w:hanging="360"/>
      </w:pPr>
      <w:rPr>
        <w:rFonts w:ascii="Symbol" w:hAnsi="Symbol" w:hint="default"/>
      </w:r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E80484F4"/>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lowerLetter"/>
      <w:lvlText w:val="%3)"/>
      <w:lvlJc w:val="left"/>
      <w:pPr>
        <w:tabs>
          <w:tab w:val="num" w:pos="2211"/>
        </w:tabs>
        <w:ind w:left="2211" w:hanging="737"/>
      </w:pPr>
      <w:rPr>
        <w:rFonts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8E7367E"/>
    <w:multiLevelType w:val="hybridMultilevel"/>
    <w:tmpl w:val="EAF4278A"/>
    <w:lvl w:ilvl="0" w:tplc="3C02923C">
      <w:start w:val="1"/>
      <w:numFmt w:val="lowerLetter"/>
      <w:lvlText w:val="%1)"/>
      <w:lvlJc w:val="left"/>
      <w:pPr>
        <w:ind w:left="1097" w:hanging="360"/>
      </w:pPr>
      <w:rPr>
        <w:strike w:val="0"/>
      </w:r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3"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B026A5A"/>
    <w:multiLevelType w:val="hybridMultilevel"/>
    <w:tmpl w:val="E4F2AEFA"/>
    <w:lvl w:ilvl="0" w:tplc="8EE0A490">
      <w:start w:val="5"/>
      <w:numFmt w:val="bullet"/>
      <w:lvlText w:val="-"/>
      <w:lvlJc w:val="left"/>
      <w:pPr>
        <w:ind w:left="1097" w:hanging="360"/>
      </w:pPr>
      <w:rPr>
        <w:rFonts w:ascii="Verdana" w:eastAsiaTheme="minorHAnsi" w:hAnsi="Verdana" w:cstheme="minorBidi" w:hint="default"/>
      </w:rPr>
    </w:lvl>
    <w:lvl w:ilvl="1" w:tplc="04050003">
      <w:start w:val="1"/>
      <w:numFmt w:val="bullet"/>
      <w:lvlText w:val="o"/>
      <w:lvlJc w:val="left"/>
      <w:pPr>
        <w:ind w:left="1817" w:hanging="360"/>
      </w:pPr>
      <w:rPr>
        <w:rFonts w:ascii="Courier New" w:hAnsi="Courier New" w:cs="Courier New" w:hint="default"/>
      </w:rPr>
    </w:lvl>
    <w:lvl w:ilvl="2" w:tplc="04050005">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5" w15:restartNumberingAfterBreak="0">
    <w:nsid w:val="3BC109F7"/>
    <w:multiLevelType w:val="multilevel"/>
    <w:tmpl w:val="2A9E5A0A"/>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rPr>
    </w:lvl>
    <w:lvl w:ilvl="2">
      <w:start w:val="1"/>
      <w:numFmt w:val="decimal"/>
      <w:pStyle w:val="podlnek"/>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6"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9" w15:restartNumberingAfterBreak="0">
    <w:nsid w:val="5CEB7E97"/>
    <w:multiLevelType w:val="hybridMultilevel"/>
    <w:tmpl w:val="66F2E4A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0"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2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0A24D1F"/>
    <w:multiLevelType w:val="hybridMultilevel"/>
    <w:tmpl w:val="D34C9B52"/>
    <w:lvl w:ilvl="0" w:tplc="19EA6BF2">
      <w:start w:val="1"/>
      <w:numFmt w:val="lowerLetter"/>
      <w:lvlText w:val="%1)"/>
      <w:lvlJc w:val="left"/>
      <w:pPr>
        <w:ind w:left="1778" w:hanging="360"/>
      </w:pPr>
      <w:rPr>
        <w:rFonts w:asciiTheme="minorHAnsi" w:eastAsia="Times New Roman" w:hAnsiTheme="minorHAnsi" w:cs="Calibri"/>
        <w:color w:val="auto"/>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3" w15:restartNumberingAfterBreak="0">
    <w:nsid w:val="71CC7609"/>
    <w:multiLevelType w:val="hybridMultilevel"/>
    <w:tmpl w:val="741E1386"/>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24" w15:restartNumberingAfterBreak="0">
    <w:nsid w:val="735C6525"/>
    <w:multiLevelType w:val="hybridMultilevel"/>
    <w:tmpl w:val="B5CAAA82"/>
    <w:lvl w:ilvl="0" w:tplc="BD2E1AD8">
      <w:start w:val="1"/>
      <w:numFmt w:val="bullet"/>
      <w:lvlText w:val=""/>
      <w:lvlJc w:val="left"/>
      <w:pPr>
        <w:ind w:left="1437" w:hanging="360"/>
      </w:pPr>
      <w:rPr>
        <w:rFonts w:ascii="Symbol" w:hAnsi="Symbol" w:cs="Symbol" w:hint="default"/>
        <w:color w:val="auto"/>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25" w15:restartNumberingAfterBreak="0">
    <w:nsid w:val="74070991"/>
    <w:multiLevelType w:val="multilevel"/>
    <w:tmpl w:val="CABE99FC"/>
    <w:numStyleLink w:val="ListNumbermultilevel"/>
  </w:abstractNum>
  <w:abstractNum w:abstractNumId="26"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FB35510"/>
    <w:multiLevelType w:val="hybridMultilevel"/>
    <w:tmpl w:val="62780166"/>
    <w:lvl w:ilvl="0" w:tplc="DA9E9D3A">
      <w:start w:val="1"/>
      <w:numFmt w:val="lowerLetter"/>
      <w:lvlText w:val="%1)"/>
      <w:lvlJc w:val="left"/>
      <w:pPr>
        <w:ind w:left="2771" w:hanging="360"/>
      </w:pPr>
      <w:rPr>
        <w:rFonts w:hint="default"/>
        <w:b w:val="0"/>
        <w:i w:val="0"/>
      </w:rPr>
    </w:lvl>
    <w:lvl w:ilvl="1" w:tplc="09AC52A0">
      <w:start w:val="13"/>
      <w:numFmt w:val="bullet"/>
      <w:lvlText w:val="-"/>
      <w:lvlJc w:val="left"/>
      <w:pPr>
        <w:tabs>
          <w:tab w:val="num" w:pos="3240"/>
        </w:tabs>
        <w:ind w:left="3240" w:hanging="360"/>
      </w:pPr>
      <w:rPr>
        <w:rFonts w:ascii="Calibri" w:eastAsia="Times New Roman" w:hAnsi="Calibri" w:cs="Calibri"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16cid:durableId="424150608">
    <w:abstractNumId w:val="5"/>
  </w:num>
  <w:num w:numId="2" w16cid:durableId="442844973">
    <w:abstractNumId w:val="1"/>
  </w:num>
  <w:num w:numId="3" w16cid:durableId="57172641">
    <w:abstractNumId w:val="25"/>
  </w:num>
  <w:num w:numId="4" w16cid:durableId="1428698897">
    <w:abstractNumId w:val="4"/>
  </w:num>
  <w:num w:numId="5" w16cid:durableId="2131049862">
    <w:abstractNumId w:val="0"/>
  </w:num>
  <w:num w:numId="6" w16cid:durableId="1397167068">
    <w:abstractNumId w:val="9"/>
  </w:num>
  <w:num w:numId="7" w16cid:durableId="1368529491">
    <w:abstractNumId w:val="10"/>
  </w:num>
  <w:num w:numId="8" w16cid:durableId="668219752">
    <w:abstractNumId w:val="27"/>
  </w:num>
  <w:num w:numId="9" w16cid:durableId="975531499">
    <w:abstractNumId w:val="21"/>
  </w:num>
  <w:num w:numId="10" w16cid:durableId="6364968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69105584">
    <w:abstractNumId w:val="12"/>
  </w:num>
  <w:num w:numId="12" w16cid:durableId="610019303">
    <w:abstractNumId w:val="16"/>
  </w:num>
  <w:num w:numId="13" w16cid:durableId="1345017396">
    <w:abstractNumId w:val="2"/>
  </w:num>
  <w:num w:numId="14" w16cid:durableId="198746654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35112840">
    <w:abstractNumId w:val="13"/>
  </w:num>
  <w:num w:numId="16" w16cid:durableId="609775235">
    <w:abstractNumId w:val="18"/>
  </w:num>
  <w:num w:numId="17" w16cid:durableId="110131037">
    <w:abstractNumId w:val="3"/>
  </w:num>
  <w:num w:numId="18" w16cid:durableId="1736589770">
    <w:abstractNumId w:val="26"/>
  </w:num>
  <w:num w:numId="19" w16cid:durableId="1724719825">
    <w:abstractNumId w:val="15"/>
  </w:num>
  <w:num w:numId="20" w16cid:durableId="1156728305">
    <w:abstractNumId w:val="6"/>
  </w:num>
  <w:num w:numId="21" w16cid:durableId="334116333">
    <w:abstractNumId w:val="0"/>
  </w:num>
  <w:num w:numId="22" w16cid:durableId="1094670109">
    <w:abstractNumId w:val="10"/>
  </w:num>
  <w:num w:numId="23" w16cid:durableId="1374117672">
    <w:abstractNumId w:val="14"/>
  </w:num>
  <w:num w:numId="24" w16cid:durableId="1475827734">
    <w:abstractNumId w:val="11"/>
  </w:num>
  <w:num w:numId="25" w16cid:durableId="1310285513">
    <w:abstractNumId w:val="7"/>
  </w:num>
  <w:num w:numId="26" w16cid:durableId="1490754661">
    <w:abstractNumId w:val="19"/>
  </w:num>
  <w:num w:numId="27" w16cid:durableId="2079087622">
    <w:abstractNumId w:val="0"/>
  </w:num>
  <w:num w:numId="28" w16cid:durableId="372193325">
    <w:abstractNumId w:val="0"/>
  </w:num>
  <w:num w:numId="29" w16cid:durableId="1855924471">
    <w:abstractNumId w:val="0"/>
  </w:num>
  <w:num w:numId="30" w16cid:durableId="1941060606">
    <w:abstractNumId w:val="22"/>
  </w:num>
  <w:num w:numId="31" w16cid:durableId="1457868221">
    <w:abstractNumId w:val="24"/>
  </w:num>
  <w:num w:numId="32" w16cid:durableId="2133471322">
    <w:abstractNumId w:val="28"/>
  </w:num>
  <w:num w:numId="33" w16cid:durableId="2070028805">
    <w:abstractNumId w:val="10"/>
  </w:num>
  <w:num w:numId="34" w16cid:durableId="202206743">
    <w:abstractNumId w:val="10"/>
  </w:num>
  <w:num w:numId="35" w16cid:durableId="1456480050">
    <w:abstractNumId w:val="10"/>
  </w:num>
  <w:num w:numId="36" w16cid:durableId="729811492">
    <w:abstractNumId w:val="8"/>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28196030">
    <w:abstractNumId w:val="23"/>
  </w:num>
  <w:num w:numId="38" w16cid:durableId="1154444064">
    <w:abstractNumId w:val="10"/>
  </w:num>
  <w:num w:numId="39" w16cid:durableId="316956161">
    <w:abstractNumId w:val="10"/>
  </w:num>
  <w:num w:numId="40" w16cid:durableId="974870567">
    <w:abstractNumId w:val="2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E64"/>
    <w:rsid w:val="00000F9A"/>
    <w:rsid w:val="00001963"/>
    <w:rsid w:val="0000503C"/>
    <w:rsid w:val="000060C1"/>
    <w:rsid w:val="0001060D"/>
    <w:rsid w:val="00012C42"/>
    <w:rsid w:val="000156A7"/>
    <w:rsid w:val="000174E8"/>
    <w:rsid w:val="00017F3C"/>
    <w:rsid w:val="0002092B"/>
    <w:rsid w:val="00020AF4"/>
    <w:rsid w:val="00023E26"/>
    <w:rsid w:val="00024660"/>
    <w:rsid w:val="000250BB"/>
    <w:rsid w:val="00026001"/>
    <w:rsid w:val="0002621B"/>
    <w:rsid w:val="00026D0B"/>
    <w:rsid w:val="000311F8"/>
    <w:rsid w:val="000338E9"/>
    <w:rsid w:val="00037F0F"/>
    <w:rsid w:val="00040562"/>
    <w:rsid w:val="00040961"/>
    <w:rsid w:val="00041EC8"/>
    <w:rsid w:val="00043EF5"/>
    <w:rsid w:val="000466BC"/>
    <w:rsid w:val="00047AB6"/>
    <w:rsid w:val="0005334E"/>
    <w:rsid w:val="00057DD6"/>
    <w:rsid w:val="00057EC5"/>
    <w:rsid w:val="00061A68"/>
    <w:rsid w:val="000623B5"/>
    <w:rsid w:val="0006499F"/>
    <w:rsid w:val="000654BE"/>
    <w:rsid w:val="0006588D"/>
    <w:rsid w:val="00066BAA"/>
    <w:rsid w:val="00067936"/>
    <w:rsid w:val="00067A5E"/>
    <w:rsid w:val="00067EE3"/>
    <w:rsid w:val="000717F2"/>
    <w:rsid w:val="000719BB"/>
    <w:rsid w:val="00072A65"/>
    <w:rsid w:val="00072C1E"/>
    <w:rsid w:val="00075902"/>
    <w:rsid w:val="00075A7C"/>
    <w:rsid w:val="00076FB0"/>
    <w:rsid w:val="000812DE"/>
    <w:rsid w:val="000837C7"/>
    <w:rsid w:val="000839DD"/>
    <w:rsid w:val="000843C3"/>
    <w:rsid w:val="00087825"/>
    <w:rsid w:val="000919CA"/>
    <w:rsid w:val="00092CC9"/>
    <w:rsid w:val="00097DD8"/>
    <w:rsid w:val="000A087A"/>
    <w:rsid w:val="000A347A"/>
    <w:rsid w:val="000A5F00"/>
    <w:rsid w:val="000A7D7C"/>
    <w:rsid w:val="000B42B1"/>
    <w:rsid w:val="000B4EB8"/>
    <w:rsid w:val="000B5EBA"/>
    <w:rsid w:val="000B676B"/>
    <w:rsid w:val="000C3DEC"/>
    <w:rsid w:val="000C41F2"/>
    <w:rsid w:val="000C558A"/>
    <w:rsid w:val="000D0188"/>
    <w:rsid w:val="000D1296"/>
    <w:rsid w:val="000D14F9"/>
    <w:rsid w:val="000D22C4"/>
    <w:rsid w:val="000D27D1"/>
    <w:rsid w:val="000D3580"/>
    <w:rsid w:val="000D493F"/>
    <w:rsid w:val="000D5E72"/>
    <w:rsid w:val="000D60A6"/>
    <w:rsid w:val="000D6227"/>
    <w:rsid w:val="000D6C82"/>
    <w:rsid w:val="000E05A5"/>
    <w:rsid w:val="000E08F3"/>
    <w:rsid w:val="000E0942"/>
    <w:rsid w:val="000E125F"/>
    <w:rsid w:val="000E1758"/>
    <w:rsid w:val="000E1A7F"/>
    <w:rsid w:val="000E48A0"/>
    <w:rsid w:val="000E4E39"/>
    <w:rsid w:val="000E5E93"/>
    <w:rsid w:val="000E7F51"/>
    <w:rsid w:val="000F0B35"/>
    <w:rsid w:val="000F36A8"/>
    <w:rsid w:val="000F747E"/>
    <w:rsid w:val="000F7652"/>
    <w:rsid w:val="000F7FCE"/>
    <w:rsid w:val="00103A92"/>
    <w:rsid w:val="001051C0"/>
    <w:rsid w:val="0010532D"/>
    <w:rsid w:val="0010581D"/>
    <w:rsid w:val="00106A0E"/>
    <w:rsid w:val="001114C3"/>
    <w:rsid w:val="00112864"/>
    <w:rsid w:val="00112EE9"/>
    <w:rsid w:val="00113A6F"/>
    <w:rsid w:val="00114472"/>
    <w:rsid w:val="00114988"/>
    <w:rsid w:val="00114DEE"/>
    <w:rsid w:val="00115069"/>
    <w:rsid w:val="001150F2"/>
    <w:rsid w:val="001165C4"/>
    <w:rsid w:val="001172DE"/>
    <w:rsid w:val="00117450"/>
    <w:rsid w:val="0011747F"/>
    <w:rsid w:val="0012178F"/>
    <w:rsid w:val="00122BBD"/>
    <w:rsid w:val="001268B8"/>
    <w:rsid w:val="00130B13"/>
    <w:rsid w:val="00132534"/>
    <w:rsid w:val="0013274A"/>
    <w:rsid w:val="00132BB4"/>
    <w:rsid w:val="00136583"/>
    <w:rsid w:val="00136BBF"/>
    <w:rsid w:val="00140CD9"/>
    <w:rsid w:val="00141306"/>
    <w:rsid w:val="00141E20"/>
    <w:rsid w:val="00142B91"/>
    <w:rsid w:val="0014410E"/>
    <w:rsid w:val="00146BCB"/>
    <w:rsid w:val="00152485"/>
    <w:rsid w:val="00155E04"/>
    <w:rsid w:val="001560F5"/>
    <w:rsid w:val="001575A1"/>
    <w:rsid w:val="0016070F"/>
    <w:rsid w:val="0016455B"/>
    <w:rsid w:val="001656A2"/>
    <w:rsid w:val="00167A1E"/>
    <w:rsid w:val="00170EC5"/>
    <w:rsid w:val="001719EC"/>
    <w:rsid w:val="001728E7"/>
    <w:rsid w:val="00173375"/>
    <w:rsid w:val="001744FD"/>
    <w:rsid w:val="001747C1"/>
    <w:rsid w:val="00177D6B"/>
    <w:rsid w:val="00180800"/>
    <w:rsid w:val="00183EF9"/>
    <w:rsid w:val="00190525"/>
    <w:rsid w:val="00190577"/>
    <w:rsid w:val="00191F90"/>
    <w:rsid w:val="00193D8F"/>
    <w:rsid w:val="00194E9F"/>
    <w:rsid w:val="001950C2"/>
    <w:rsid w:val="001954B0"/>
    <w:rsid w:val="00195AA2"/>
    <w:rsid w:val="00196789"/>
    <w:rsid w:val="00197FF6"/>
    <w:rsid w:val="001A00E7"/>
    <w:rsid w:val="001A34A3"/>
    <w:rsid w:val="001A3F53"/>
    <w:rsid w:val="001A72D0"/>
    <w:rsid w:val="001A7DB5"/>
    <w:rsid w:val="001B128D"/>
    <w:rsid w:val="001B1D07"/>
    <w:rsid w:val="001B23A1"/>
    <w:rsid w:val="001B26EE"/>
    <w:rsid w:val="001B327F"/>
    <w:rsid w:val="001B4680"/>
    <w:rsid w:val="001B4E74"/>
    <w:rsid w:val="001B6474"/>
    <w:rsid w:val="001B7180"/>
    <w:rsid w:val="001C027C"/>
    <w:rsid w:val="001C19F4"/>
    <w:rsid w:val="001C645F"/>
    <w:rsid w:val="001C6D62"/>
    <w:rsid w:val="001C7065"/>
    <w:rsid w:val="001C7B13"/>
    <w:rsid w:val="001C7C12"/>
    <w:rsid w:val="001C7FA6"/>
    <w:rsid w:val="001D182C"/>
    <w:rsid w:val="001D21EA"/>
    <w:rsid w:val="001D290A"/>
    <w:rsid w:val="001D2CE8"/>
    <w:rsid w:val="001D48EE"/>
    <w:rsid w:val="001D5514"/>
    <w:rsid w:val="001D6418"/>
    <w:rsid w:val="001D6997"/>
    <w:rsid w:val="001D6E71"/>
    <w:rsid w:val="001D748C"/>
    <w:rsid w:val="001E3D84"/>
    <w:rsid w:val="001E5049"/>
    <w:rsid w:val="001E651D"/>
    <w:rsid w:val="001E678E"/>
    <w:rsid w:val="001E7D73"/>
    <w:rsid w:val="001F04E5"/>
    <w:rsid w:val="001F15F6"/>
    <w:rsid w:val="001F20CE"/>
    <w:rsid w:val="001F39B0"/>
    <w:rsid w:val="001F4914"/>
    <w:rsid w:val="001F7478"/>
    <w:rsid w:val="002000D9"/>
    <w:rsid w:val="00200114"/>
    <w:rsid w:val="00200205"/>
    <w:rsid w:val="00202824"/>
    <w:rsid w:val="002036F6"/>
    <w:rsid w:val="002071BB"/>
    <w:rsid w:val="00207DF5"/>
    <w:rsid w:val="00210AB8"/>
    <w:rsid w:val="00213EBF"/>
    <w:rsid w:val="00214358"/>
    <w:rsid w:val="0021665B"/>
    <w:rsid w:val="0021777F"/>
    <w:rsid w:val="00221941"/>
    <w:rsid w:val="00222BAD"/>
    <w:rsid w:val="00225AD3"/>
    <w:rsid w:val="00226A14"/>
    <w:rsid w:val="0023105F"/>
    <w:rsid w:val="00232412"/>
    <w:rsid w:val="00233A53"/>
    <w:rsid w:val="002343A6"/>
    <w:rsid w:val="00234F7A"/>
    <w:rsid w:val="002353A9"/>
    <w:rsid w:val="0023547B"/>
    <w:rsid w:val="00235827"/>
    <w:rsid w:val="00240364"/>
    <w:rsid w:val="00240B81"/>
    <w:rsid w:val="002431A6"/>
    <w:rsid w:val="002440E6"/>
    <w:rsid w:val="00244FF3"/>
    <w:rsid w:val="00245327"/>
    <w:rsid w:val="00247D01"/>
    <w:rsid w:val="0025030F"/>
    <w:rsid w:val="00252BAF"/>
    <w:rsid w:val="00253C9E"/>
    <w:rsid w:val="00254722"/>
    <w:rsid w:val="00255EEC"/>
    <w:rsid w:val="00257877"/>
    <w:rsid w:val="002606E9"/>
    <w:rsid w:val="00261A5B"/>
    <w:rsid w:val="002624A3"/>
    <w:rsid w:val="00262E5B"/>
    <w:rsid w:val="00262F87"/>
    <w:rsid w:val="00263134"/>
    <w:rsid w:val="0026385B"/>
    <w:rsid w:val="00264700"/>
    <w:rsid w:val="00266F29"/>
    <w:rsid w:val="00270A2C"/>
    <w:rsid w:val="00271C11"/>
    <w:rsid w:val="00273D87"/>
    <w:rsid w:val="002743DF"/>
    <w:rsid w:val="00274994"/>
    <w:rsid w:val="00276AFE"/>
    <w:rsid w:val="00280746"/>
    <w:rsid w:val="00280ACC"/>
    <w:rsid w:val="0028266E"/>
    <w:rsid w:val="00285997"/>
    <w:rsid w:val="002912D6"/>
    <w:rsid w:val="00291F9B"/>
    <w:rsid w:val="002924B8"/>
    <w:rsid w:val="00294CF7"/>
    <w:rsid w:val="00294DE2"/>
    <w:rsid w:val="0029511E"/>
    <w:rsid w:val="002A2259"/>
    <w:rsid w:val="002A311D"/>
    <w:rsid w:val="002A3B57"/>
    <w:rsid w:val="002A3D10"/>
    <w:rsid w:val="002A4B1B"/>
    <w:rsid w:val="002B12F8"/>
    <w:rsid w:val="002B1946"/>
    <w:rsid w:val="002B2044"/>
    <w:rsid w:val="002B2EB3"/>
    <w:rsid w:val="002B3328"/>
    <w:rsid w:val="002B43BB"/>
    <w:rsid w:val="002B6DD7"/>
    <w:rsid w:val="002C03FE"/>
    <w:rsid w:val="002C04EE"/>
    <w:rsid w:val="002C059B"/>
    <w:rsid w:val="002C124C"/>
    <w:rsid w:val="002C1A97"/>
    <w:rsid w:val="002C31BF"/>
    <w:rsid w:val="002C5F8A"/>
    <w:rsid w:val="002C7A8A"/>
    <w:rsid w:val="002D122E"/>
    <w:rsid w:val="002D123C"/>
    <w:rsid w:val="002D4B0B"/>
    <w:rsid w:val="002D5CDA"/>
    <w:rsid w:val="002D5F95"/>
    <w:rsid w:val="002D6887"/>
    <w:rsid w:val="002D7FD6"/>
    <w:rsid w:val="002E0CD7"/>
    <w:rsid w:val="002E0CFB"/>
    <w:rsid w:val="002E5C7B"/>
    <w:rsid w:val="002F4333"/>
    <w:rsid w:val="002F4DB4"/>
    <w:rsid w:val="002F6610"/>
    <w:rsid w:val="003002C1"/>
    <w:rsid w:val="00302329"/>
    <w:rsid w:val="00302811"/>
    <w:rsid w:val="003038E0"/>
    <w:rsid w:val="00305D0E"/>
    <w:rsid w:val="00307641"/>
    <w:rsid w:val="003076F2"/>
    <w:rsid w:val="00311F11"/>
    <w:rsid w:val="003146BB"/>
    <w:rsid w:val="00316901"/>
    <w:rsid w:val="00322FF7"/>
    <w:rsid w:val="0032422A"/>
    <w:rsid w:val="003265A2"/>
    <w:rsid w:val="00326BC8"/>
    <w:rsid w:val="00327047"/>
    <w:rsid w:val="003273E4"/>
    <w:rsid w:val="00327EEF"/>
    <w:rsid w:val="003304C9"/>
    <w:rsid w:val="0033063F"/>
    <w:rsid w:val="0033239F"/>
    <w:rsid w:val="00332F74"/>
    <w:rsid w:val="00333C1C"/>
    <w:rsid w:val="00333D4C"/>
    <w:rsid w:val="003346B4"/>
    <w:rsid w:val="00335E13"/>
    <w:rsid w:val="003360B1"/>
    <w:rsid w:val="0033643C"/>
    <w:rsid w:val="00336E8F"/>
    <w:rsid w:val="00337B72"/>
    <w:rsid w:val="00340015"/>
    <w:rsid w:val="00340C5C"/>
    <w:rsid w:val="0034274B"/>
    <w:rsid w:val="0034395F"/>
    <w:rsid w:val="003455FD"/>
    <w:rsid w:val="003470FB"/>
    <w:rsid w:val="0034719F"/>
    <w:rsid w:val="00350A35"/>
    <w:rsid w:val="003519E9"/>
    <w:rsid w:val="003531E3"/>
    <w:rsid w:val="00353ED4"/>
    <w:rsid w:val="0035410B"/>
    <w:rsid w:val="003549EE"/>
    <w:rsid w:val="0035531B"/>
    <w:rsid w:val="00355D2A"/>
    <w:rsid w:val="0035605E"/>
    <w:rsid w:val="00356420"/>
    <w:rsid w:val="0035667D"/>
    <w:rsid w:val="003571D8"/>
    <w:rsid w:val="00357BC6"/>
    <w:rsid w:val="00361422"/>
    <w:rsid w:val="00361A66"/>
    <w:rsid w:val="003620E6"/>
    <w:rsid w:val="0036288F"/>
    <w:rsid w:val="003634E6"/>
    <w:rsid w:val="0036398D"/>
    <w:rsid w:val="00363F76"/>
    <w:rsid w:val="00364A10"/>
    <w:rsid w:val="003717A3"/>
    <w:rsid w:val="00372CF8"/>
    <w:rsid w:val="003733E9"/>
    <w:rsid w:val="0037545D"/>
    <w:rsid w:val="00377844"/>
    <w:rsid w:val="003804E2"/>
    <w:rsid w:val="003807AF"/>
    <w:rsid w:val="00382391"/>
    <w:rsid w:val="003830C8"/>
    <w:rsid w:val="003831C7"/>
    <w:rsid w:val="00386FF1"/>
    <w:rsid w:val="00390C81"/>
    <w:rsid w:val="00392164"/>
    <w:rsid w:val="00392730"/>
    <w:rsid w:val="00392EB6"/>
    <w:rsid w:val="00394D03"/>
    <w:rsid w:val="003956C6"/>
    <w:rsid w:val="00396977"/>
    <w:rsid w:val="00397760"/>
    <w:rsid w:val="003A2C23"/>
    <w:rsid w:val="003A2ED8"/>
    <w:rsid w:val="003A4513"/>
    <w:rsid w:val="003A4DE5"/>
    <w:rsid w:val="003A52AD"/>
    <w:rsid w:val="003A5AF4"/>
    <w:rsid w:val="003B0675"/>
    <w:rsid w:val="003B1E43"/>
    <w:rsid w:val="003B245E"/>
    <w:rsid w:val="003B400F"/>
    <w:rsid w:val="003B412F"/>
    <w:rsid w:val="003B6C4D"/>
    <w:rsid w:val="003C1739"/>
    <w:rsid w:val="003C33F2"/>
    <w:rsid w:val="003D03F8"/>
    <w:rsid w:val="003D0C4F"/>
    <w:rsid w:val="003D4B53"/>
    <w:rsid w:val="003D756E"/>
    <w:rsid w:val="003D7882"/>
    <w:rsid w:val="003E2793"/>
    <w:rsid w:val="003E3CE3"/>
    <w:rsid w:val="003E420D"/>
    <w:rsid w:val="003E4C13"/>
    <w:rsid w:val="003E611F"/>
    <w:rsid w:val="003E79F5"/>
    <w:rsid w:val="003F6F2A"/>
    <w:rsid w:val="00403450"/>
    <w:rsid w:val="0040381C"/>
    <w:rsid w:val="00404ACA"/>
    <w:rsid w:val="00404BA2"/>
    <w:rsid w:val="00406084"/>
    <w:rsid w:val="004065AC"/>
    <w:rsid w:val="004078F3"/>
    <w:rsid w:val="00411FB2"/>
    <w:rsid w:val="00412D0C"/>
    <w:rsid w:val="0041345F"/>
    <w:rsid w:val="004137A8"/>
    <w:rsid w:val="004142DA"/>
    <w:rsid w:val="004149E4"/>
    <w:rsid w:val="004171FC"/>
    <w:rsid w:val="0042061D"/>
    <w:rsid w:val="0042196E"/>
    <w:rsid w:val="004222F5"/>
    <w:rsid w:val="00423AD4"/>
    <w:rsid w:val="0042561D"/>
    <w:rsid w:val="00425E9C"/>
    <w:rsid w:val="00426778"/>
    <w:rsid w:val="00427794"/>
    <w:rsid w:val="00437EC7"/>
    <w:rsid w:val="00440E20"/>
    <w:rsid w:val="00445F38"/>
    <w:rsid w:val="00450C01"/>
    <w:rsid w:val="00450F07"/>
    <w:rsid w:val="00451820"/>
    <w:rsid w:val="004518F8"/>
    <w:rsid w:val="00452F69"/>
    <w:rsid w:val="00453C6B"/>
    <w:rsid w:val="00453CD3"/>
    <w:rsid w:val="00454716"/>
    <w:rsid w:val="00454B28"/>
    <w:rsid w:val="00454BB9"/>
    <w:rsid w:val="00454F7F"/>
    <w:rsid w:val="004550D3"/>
    <w:rsid w:val="00455731"/>
    <w:rsid w:val="00460660"/>
    <w:rsid w:val="0046243E"/>
    <w:rsid w:val="00464BA9"/>
    <w:rsid w:val="0046596D"/>
    <w:rsid w:val="00465FDD"/>
    <w:rsid w:val="00466EB8"/>
    <w:rsid w:val="00467EE8"/>
    <w:rsid w:val="00467EF2"/>
    <w:rsid w:val="00470647"/>
    <w:rsid w:val="004715BA"/>
    <w:rsid w:val="00471E17"/>
    <w:rsid w:val="00472657"/>
    <w:rsid w:val="00472ED5"/>
    <w:rsid w:val="00474F4D"/>
    <w:rsid w:val="004764B1"/>
    <w:rsid w:val="00483600"/>
    <w:rsid w:val="00483969"/>
    <w:rsid w:val="00483B35"/>
    <w:rsid w:val="00483ED7"/>
    <w:rsid w:val="00485575"/>
    <w:rsid w:val="00486107"/>
    <w:rsid w:val="004871D1"/>
    <w:rsid w:val="00490BF4"/>
    <w:rsid w:val="0049123C"/>
    <w:rsid w:val="00491827"/>
    <w:rsid w:val="004928D2"/>
    <w:rsid w:val="004962C0"/>
    <w:rsid w:val="00496921"/>
    <w:rsid w:val="0049708E"/>
    <w:rsid w:val="004A4F18"/>
    <w:rsid w:val="004A7277"/>
    <w:rsid w:val="004A76F5"/>
    <w:rsid w:val="004A7DC4"/>
    <w:rsid w:val="004B1546"/>
    <w:rsid w:val="004B34E9"/>
    <w:rsid w:val="004B595B"/>
    <w:rsid w:val="004B5BCD"/>
    <w:rsid w:val="004B6506"/>
    <w:rsid w:val="004B6A9E"/>
    <w:rsid w:val="004C07D7"/>
    <w:rsid w:val="004C0D5E"/>
    <w:rsid w:val="004C4399"/>
    <w:rsid w:val="004C787C"/>
    <w:rsid w:val="004D010F"/>
    <w:rsid w:val="004D12F4"/>
    <w:rsid w:val="004D4520"/>
    <w:rsid w:val="004D5285"/>
    <w:rsid w:val="004D7AFB"/>
    <w:rsid w:val="004E31A5"/>
    <w:rsid w:val="004E346B"/>
    <w:rsid w:val="004E7A1F"/>
    <w:rsid w:val="004F0C48"/>
    <w:rsid w:val="004F1D17"/>
    <w:rsid w:val="004F4597"/>
    <w:rsid w:val="004F4B9B"/>
    <w:rsid w:val="004F5411"/>
    <w:rsid w:val="004F7D57"/>
    <w:rsid w:val="00500BB3"/>
    <w:rsid w:val="00501B32"/>
    <w:rsid w:val="00503605"/>
    <w:rsid w:val="005037A9"/>
    <w:rsid w:val="00503AE2"/>
    <w:rsid w:val="0050666E"/>
    <w:rsid w:val="005067B1"/>
    <w:rsid w:val="00511AB9"/>
    <w:rsid w:val="00511E3C"/>
    <w:rsid w:val="00516482"/>
    <w:rsid w:val="00517902"/>
    <w:rsid w:val="005210B3"/>
    <w:rsid w:val="005225B2"/>
    <w:rsid w:val="00523096"/>
    <w:rsid w:val="00523BB5"/>
    <w:rsid w:val="00523EA7"/>
    <w:rsid w:val="00525050"/>
    <w:rsid w:val="00526554"/>
    <w:rsid w:val="00527AB3"/>
    <w:rsid w:val="00532A7F"/>
    <w:rsid w:val="00533ECD"/>
    <w:rsid w:val="005357FE"/>
    <w:rsid w:val="0054037B"/>
    <w:rsid w:val="00540479"/>
    <w:rsid w:val="005406EB"/>
    <w:rsid w:val="0054076A"/>
    <w:rsid w:val="00540C01"/>
    <w:rsid w:val="00542DAA"/>
    <w:rsid w:val="005434A6"/>
    <w:rsid w:val="00543D30"/>
    <w:rsid w:val="00543F07"/>
    <w:rsid w:val="0054440D"/>
    <w:rsid w:val="005446A9"/>
    <w:rsid w:val="00547AD2"/>
    <w:rsid w:val="00550602"/>
    <w:rsid w:val="00550D70"/>
    <w:rsid w:val="0055111D"/>
    <w:rsid w:val="00553375"/>
    <w:rsid w:val="005534E7"/>
    <w:rsid w:val="005540AF"/>
    <w:rsid w:val="005543C6"/>
    <w:rsid w:val="00554AB1"/>
    <w:rsid w:val="00555884"/>
    <w:rsid w:val="00560462"/>
    <w:rsid w:val="00561A0E"/>
    <w:rsid w:val="00564BCA"/>
    <w:rsid w:val="00564DDD"/>
    <w:rsid w:val="00564F8C"/>
    <w:rsid w:val="00565026"/>
    <w:rsid w:val="005671DF"/>
    <w:rsid w:val="00570157"/>
    <w:rsid w:val="00570315"/>
    <w:rsid w:val="005717C5"/>
    <w:rsid w:val="00572B6C"/>
    <w:rsid w:val="00572F04"/>
    <w:rsid w:val="00573182"/>
    <w:rsid w:val="00573536"/>
    <w:rsid w:val="005736B7"/>
    <w:rsid w:val="00574967"/>
    <w:rsid w:val="00575E5A"/>
    <w:rsid w:val="005768FB"/>
    <w:rsid w:val="00577A3C"/>
    <w:rsid w:val="00577A5D"/>
    <w:rsid w:val="00580245"/>
    <w:rsid w:val="00580BF5"/>
    <w:rsid w:val="005865B7"/>
    <w:rsid w:val="00587F74"/>
    <w:rsid w:val="00591185"/>
    <w:rsid w:val="00591F65"/>
    <w:rsid w:val="00593FAE"/>
    <w:rsid w:val="00595D32"/>
    <w:rsid w:val="00596AE8"/>
    <w:rsid w:val="00596F17"/>
    <w:rsid w:val="005973B6"/>
    <w:rsid w:val="005A0BBD"/>
    <w:rsid w:val="005A1F44"/>
    <w:rsid w:val="005A3D2F"/>
    <w:rsid w:val="005A4694"/>
    <w:rsid w:val="005B3E86"/>
    <w:rsid w:val="005B43BE"/>
    <w:rsid w:val="005B5B80"/>
    <w:rsid w:val="005C13BC"/>
    <w:rsid w:val="005C1B52"/>
    <w:rsid w:val="005D1359"/>
    <w:rsid w:val="005D1490"/>
    <w:rsid w:val="005D1A6A"/>
    <w:rsid w:val="005D3C39"/>
    <w:rsid w:val="005D5689"/>
    <w:rsid w:val="005E24CB"/>
    <w:rsid w:val="005E6218"/>
    <w:rsid w:val="005F1007"/>
    <w:rsid w:val="005F298D"/>
    <w:rsid w:val="005F45B8"/>
    <w:rsid w:val="005F6CCC"/>
    <w:rsid w:val="005F70DA"/>
    <w:rsid w:val="0060115D"/>
    <w:rsid w:val="00601A8C"/>
    <w:rsid w:val="00602C46"/>
    <w:rsid w:val="00602DBB"/>
    <w:rsid w:val="00606450"/>
    <w:rsid w:val="0061068E"/>
    <w:rsid w:val="006115D3"/>
    <w:rsid w:val="00612E3D"/>
    <w:rsid w:val="0062045C"/>
    <w:rsid w:val="00623DC4"/>
    <w:rsid w:val="00625194"/>
    <w:rsid w:val="00626829"/>
    <w:rsid w:val="0063017A"/>
    <w:rsid w:val="00631EAA"/>
    <w:rsid w:val="00631F69"/>
    <w:rsid w:val="00632623"/>
    <w:rsid w:val="00633BD6"/>
    <w:rsid w:val="00635C24"/>
    <w:rsid w:val="0064020C"/>
    <w:rsid w:val="00640B30"/>
    <w:rsid w:val="00641094"/>
    <w:rsid w:val="00643309"/>
    <w:rsid w:val="006434F4"/>
    <w:rsid w:val="006528A0"/>
    <w:rsid w:val="00652EFD"/>
    <w:rsid w:val="00655976"/>
    <w:rsid w:val="0065610E"/>
    <w:rsid w:val="0065684C"/>
    <w:rsid w:val="00656A03"/>
    <w:rsid w:val="00660587"/>
    <w:rsid w:val="00660AD3"/>
    <w:rsid w:val="006638F8"/>
    <w:rsid w:val="00665962"/>
    <w:rsid w:val="006667E6"/>
    <w:rsid w:val="006715C1"/>
    <w:rsid w:val="00673188"/>
    <w:rsid w:val="00673F7D"/>
    <w:rsid w:val="00674099"/>
    <w:rsid w:val="00674785"/>
    <w:rsid w:val="0067549D"/>
    <w:rsid w:val="006762EB"/>
    <w:rsid w:val="006776B6"/>
    <w:rsid w:val="0068694A"/>
    <w:rsid w:val="00691118"/>
    <w:rsid w:val="006925E6"/>
    <w:rsid w:val="00693150"/>
    <w:rsid w:val="00694FE2"/>
    <w:rsid w:val="00696246"/>
    <w:rsid w:val="0069655A"/>
    <w:rsid w:val="00696691"/>
    <w:rsid w:val="006A0FB9"/>
    <w:rsid w:val="006A1D4B"/>
    <w:rsid w:val="006A1FB5"/>
    <w:rsid w:val="006A3143"/>
    <w:rsid w:val="006A37ED"/>
    <w:rsid w:val="006A3C5A"/>
    <w:rsid w:val="006A540D"/>
    <w:rsid w:val="006A5570"/>
    <w:rsid w:val="006A689C"/>
    <w:rsid w:val="006A6DF0"/>
    <w:rsid w:val="006B0B03"/>
    <w:rsid w:val="006B12A4"/>
    <w:rsid w:val="006B3D79"/>
    <w:rsid w:val="006B472B"/>
    <w:rsid w:val="006B52F9"/>
    <w:rsid w:val="006B6FE4"/>
    <w:rsid w:val="006B73A9"/>
    <w:rsid w:val="006C19F7"/>
    <w:rsid w:val="006C21E8"/>
    <w:rsid w:val="006C2343"/>
    <w:rsid w:val="006C442A"/>
    <w:rsid w:val="006C4639"/>
    <w:rsid w:val="006C4864"/>
    <w:rsid w:val="006C499F"/>
    <w:rsid w:val="006C533D"/>
    <w:rsid w:val="006D0FD1"/>
    <w:rsid w:val="006D3B5F"/>
    <w:rsid w:val="006D7CD8"/>
    <w:rsid w:val="006E0578"/>
    <w:rsid w:val="006E0CBF"/>
    <w:rsid w:val="006E100C"/>
    <w:rsid w:val="006E2876"/>
    <w:rsid w:val="006E314D"/>
    <w:rsid w:val="006E4B3F"/>
    <w:rsid w:val="006F1DC5"/>
    <w:rsid w:val="006F3108"/>
    <w:rsid w:val="006F439C"/>
    <w:rsid w:val="006F5229"/>
    <w:rsid w:val="006F5986"/>
    <w:rsid w:val="006F6B09"/>
    <w:rsid w:val="0070255F"/>
    <w:rsid w:val="007038DC"/>
    <w:rsid w:val="007055DB"/>
    <w:rsid w:val="00705E91"/>
    <w:rsid w:val="0070647F"/>
    <w:rsid w:val="00706F4C"/>
    <w:rsid w:val="0070752A"/>
    <w:rsid w:val="0071047B"/>
    <w:rsid w:val="00710723"/>
    <w:rsid w:val="00711119"/>
    <w:rsid w:val="0071250A"/>
    <w:rsid w:val="00713147"/>
    <w:rsid w:val="007134F3"/>
    <w:rsid w:val="007146EC"/>
    <w:rsid w:val="0072023E"/>
    <w:rsid w:val="007231AD"/>
    <w:rsid w:val="00723362"/>
    <w:rsid w:val="00723775"/>
    <w:rsid w:val="00723ED1"/>
    <w:rsid w:val="00726B16"/>
    <w:rsid w:val="007309F6"/>
    <w:rsid w:val="0073461B"/>
    <w:rsid w:val="007352F2"/>
    <w:rsid w:val="007356BD"/>
    <w:rsid w:val="007372AC"/>
    <w:rsid w:val="00740AF5"/>
    <w:rsid w:val="00741294"/>
    <w:rsid w:val="0074192E"/>
    <w:rsid w:val="00743525"/>
    <w:rsid w:val="00744F6A"/>
    <w:rsid w:val="00745555"/>
    <w:rsid w:val="00746A3A"/>
    <w:rsid w:val="0074727B"/>
    <w:rsid w:val="0075025E"/>
    <w:rsid w:val="00750894"/>
    <w:rsid w:val="00751C42"/>
    <w:rsid w:val="007541A2"/>
    <w:rsid w:val="00754332"/>
    <w:rsid w:val="00755818"/>
    <w:rsid w:val="007571B6"/>
    <w:rsid w:val="0076286B"/>
    <w:rsid w:val="00766846"/>
    <w:rsid w:val="00766C2B"/>
    <w:rsid w:val="00766F4A"/>
    <w:rsid w:val="0076790E"/>
    <w:rsid w:val="00770FA7"/>
    <w:rsid w:val="00771B61"/>
    <w:rsid w:val="00771C62"/>
    <w:rsid w:val="0077284C"/>
    <w:rsid w:val="0077382B"/>
    <w:rsid w:val="00773DC0"/>
    <w:rsid w:val="00774789"/>
    <w:rsid w:val="007751E7"/>
    <w:rsid w:val="0077673A"/>
    <w:rsid w:val="00777E1F"/>
    <w:rsid w:val="00782C37"/>
    <w:rsid w:val="007846E1"/>
    <w:rsid w:val="007847D6"/>
    <w:rsid w:val="007858F0"/>
    <w:rsid w:val="00786496"/>
    <w:rsid w:val="00787E1A"/>
    <w:rsid w:val="0079069D"/>
    <w:rsid w:val="00795C46"/>
    <w:rsid w:val="00796DC1"/>
    <w:rsid w:val="007A1951"/>
    <w:rsid w:val="007A2107"/>
    <w:rsid w:val="007A45F3"/>
    <w:rsid w:val="007A4677"/>
    <w:rsid w:val="007A4A74"/>
    <w:rsid w:val="007A5172"/>
    <w:rsid w:val="007A623C"/>
    <w:rsid w:val="007A6474"/>
    <w:rsid w:val="007A67A0"/>
    <w:rsid w:val="007B4D21"/>
    <w:rsid w:val="007B570C"/>
    <w:rsid w:val="007B6176"/>
    <w:rsid w:val="007B78B7"/>
    <w:rsid w:val="007C1338"/>
    <w:rsid w:val="007C154D"/>
    <w:rsid w:val="007C1CD8"/>
    <w:rsid w:val="007C2DC8"/>
    <w:rsid w:val="007C4269"/>
    <w:rsid w:val="007C4ABB"/>
    <w:rsid w:val="007C68BD"/>
    <w:rsid w:val="007C7545"/>
    <w:rsid w:val="007D2241"/>
    <w:rsid w:val="007D494D"/>
    <w:rsid w:val="007D4B17"/>
    <w:rsid w:val="007D5A8D"/>
    <w:rsid w:val="007D7E10"/>
    <w:rsid w:val="007E2234"/>
    <w:rsid w:val="007E3607"/>
    <w:rsid w:val="007E4A6E"/>
    <w:rsid w:val="007E6155"/>
    <w:rsid w:val="007E6B85"/>
    <w:rsid w:val="007E716E"/>
    <w:rsid w:val="007E7A1A"/>
    <w:rsid w:val="007F1272"/>
    <w:rsid w:val="007F15CE"/>
    <w:rsid w:val="007F1689"/>
    <w:rsid w:val="007F1E84"/>
    <w:rsid w:val="007F3581"/>
    <w:rsid w:val="007F3B6F"/>
    <w:rsid w:val="007F4F8F"/>
    <w:rsid w:val="007F56A7"/>
    <w:rsid w:val="007F7053"/>
    <w:rsid w:val="00800851"/>
    <w:rsid w:val="008024CD"/>
    <w:rsid w:val="00802525"/>
    <w:rsid w:val="00803601"/>
    <w:rsid w:val="00803B32"/>
    <w:rsid w:val="00804D39"/>
    <w:rsid w:val="008055F6"/>
    <w:rsid w:val="00805B13"/>
    <w:rsid w:val="00805C04"/>
    <w:rsid w:val="00807DD0"/>
    <w:rsid w:val="00810368"/>
    <w:rsid w:val="008121ED"/>
    <w:rsid w:val="00812D9C"/>
    <w:rsid w:val="00815C1B"/>
    <w:rsid w:val="00820470"/>
    <w:rsid w:val="0082166B"/>
    <w:rsid w:val="00821D01"/>
    <w:rsid w:val="00822B88"/>
    <w:rsid w:val="0082399E"/>
    <w:rsid w:val="00825A01"/>
    <w:rsid w:val="00826B7B"/>
    <w:rsid w:val="00831DE9"/>
    <w:rsid w:val="00833899"/>
    <w:rsid w:val="00840DCB"/>
    <w:rsid w:val="00840E14"/>
    <w:rsid w:val="00841FCB"/>
    <w:rsid w:val="008426ED"/>
    <w:rsid w:val="008441E6"/>
    <w:rsid w:val="00845C50"/>
    <w:rsid w:val="00845D74"/>
    <w:rsid w:val="00846789"/>
    <w:rsid w:val="00851519"/>
    <w:rsid w:val="008570C4"/>
    <w:rsid w:val="00857BAC"/>
    <w:rsid w:val="00860D8A"/>
    <w:rsid w:val="00862B8C"/>
    <w:rsid w:val="00862D7D"/>
    <w:rsid w:val="008638C9"/>
    <w:rsid w:val="00866974"/>
    <w:rsid w:val="008703CB"/>
    <w:rsid w:val="00870450"/>
    <w:rsid w:val="008705DF"/>
    <w:rsid w:val="00872044"/>
    <w:rsid w:val="0087262B"/>
    <w:rsid w:val="00873C33"/>
    <w:rsid w:val="00876C30"/>
    <w:rsid w:val="00876C45"/>
    <w:rsid w:val="00876D73"/>
    <w:rsid w:val="00880C36"/>
    <w:rsid w:val="00880E1F"/>
    <w:rsid w:val="008828DB"/>
    <w:rsid w:val="00885737"/>
    <w:rsid w:val="00887F36"/>
    <w:rsid w:val="0089124E"/>
    <w:rsid w:val="00894AB7"/>
    <w:rsid w:val="00896545"/>
    <w:rsid w:val="0089780F"/>
    <w:rsid w:val="008A2578"/>
    <w:rsid w:val="008A3568"/>
    <w:rsid w:val="008A3599"/>
    <w:rsid w:val="008A4374"/>
    <w:rsid w:val="008A5E06"/>
    <w:rsid w:val="008B0418"/>
    <w:rsid w:val="008B0ED8"/>
    <w:rsid w:val="008B10F6"/>
    <w:rsid w:val="008B15BF"/>
    <w:rsid w:val="008B2021"/>
    <w:rsid w:val="008B208D"/>
    <w:rsid w:val="008B251E"/>
    <w:rsid w:val="008B433C"/>
    <w:rsid w:val="008B4CEC"/>
    <w:rsid w:val="008B60F5"/>
    <w:rsid w:val="008C0335"/>
    <w:rsid w:val="008C2E1E"/>
    <w:rsid w:val="008C3A72"/>
    <w:rsid w:val="008C3DD9"/>
    <w:rsid w:val="008C50F3"/>
    <w:rsid w:val="008C5FF0"/>
    <w:rsid w:val="008C65BC"/>
    <w:rsid w:val="008C6E63"/>
    <w:rsid w:val="008C7EFE"/>
    <w:rsid w:val="008D03B9"/>
    <w:rsid w:val="008D30C7"/>
    <w:rsid w:val="008D552B"/>
    <w:rsid w:val="008D7590"/>
    <w:rsid w:val="008D7D26"/>
    <w:rsid w:val="008E0CB9"/>
    <w:rsid w:val="008E1012"/>
    <w:rsid w:val="008E1138"/>
    <w:rsid w:val="008E12E4"/>
    <w:rsid w:val="008E34F7"/>
    <w:rsid w:val="008E3AB5"/>
    <w:rsid w:val="008E5D9D"/>
    <w:rsid w:val="008E78A5"/>
    <w:rsid w:val="008F0019"/>
    <w:rsid w:val="008F109B"/>
    <w:rsid w:val="008F18D6"/>
    <w:rsid w:val="008F1C9D"/>
    <w:rsid w:val="008F2C9B"/>
    <w:rsid w:val="008F467C"/>
    <w:rsid w:val="008F6BE8"/>
    <w:rsid w:val="008F797B"/>
    <w:rsid w:val="00901E17"/>
    <w:rsid w:val="009032C3"/>
    <w:rsid w:val="0090370B"/>
    <w:rsid w:val="00903C55"/>
    <w:rsid w:val="00904780"/>
    <w:rsid w:val="009060D9"/>
    <w:rsid w:val="0090635B"/>
    <w:rsid w:val="009068F6"/>
    <w:rsid w:val="00910A5D"/>
    <w:rsid w:val="00914F0D"/>
    <w:rsid w:val="00915190"/>
    <w:rsid w:val="00915660"/>
    <w:rsid w:val="00915B2F"/>
    <w:rsid w:val="00917E24"/>
    <w:rsid w:val="00920DEB"/>
    <w:rsid w:val="0092226C"/>
    <w:rsid w:val="00922385"/>
    <w:rsid w:val="0092239A"/>
    <w:rsid w:val="009223DF"/>
    <w:rsid w:val="0092271D"/>
    <w:rsid w:val="009239F1"/>
    <w:rsid w:val="009267BE"/>
    <w:rsid w:val="00930B79"/>
    <w:rsid w:val="00931D06"/>
    <w:rsid w:val="00934DFF"/>
    <w:rsid w:val="00935206"/>
    <w:rsid w:val="00936091"/>
    <w:rsid w:val="00940D8A"/>
    <w:rsid w:val="00941491"/>
    <w:rsid w:val="0094325D"/>
    <w:rsid w:val="0094406E"/>
    <w:rsid w:val="0094424B"/>
    <w:rsid w:val="009560A4"/>
    <w:rsid w:val="009601E4"/>
    <w:rsid w:val="00962258"/>
    <w:rsid w:val="00962F12"/>
    <w:rsid w:val="009630E2"/>
    <w:rsid w:val="00964860"/>
    <w:rsid w:val="0096495B"/>
    <w:rsid w:val="009660AD"/>
    <w:rsid w:val="009665F8"/>
    <w:rsid w:val="009678B7"/>
    <w:rsid w:val="009717D4"/>
    <w:rsid w:val="00971C1A"/>
    <w:rsid w:val="00976FCB"/>
    <w:rsid w:val="00977DFE"/>
    <w:rsid w:val="00980909"/>
    <w:rsid w:val="00981EC8"/>
    <w:rsid w:val="009834A4"/>
    <w:rsid w:val="00984CDB"/>
    <w:rsid w:val="00985493"/>
    <w:rsid w:val="009854FD"/>
    <w:rsid w:val="00985773"/>
    <w:rsid w:val="00986BA3"/>
    <w:rsid w:val="00991104"/>
    <w:rsid w:val="00992D9C"/>
    <w:rsid w:val="00993C34"/>
    <w:rsid w:val="0099488C"/>
    <w:rsid w:val="009968AD"/>
    <w:rsid w:val="00996CB8"/>
    <w:rsid w:val="009A27BB"/>
    <w:rsid w:val="009A52BE"/>
    <w:rsid w:val="009A5ED4"/>
    <w:rsid w:val="009A634D"/>
    <w:rsid w:val="009B2E45"/>
    <w:rsid w:val="009B2E97"/>
    <w:rsid w:val="009B3A21"/>
    <w:rsid w:val="009B3CB0"/>
    <w:rsid w:val="009B5146"/>
    <w:rsid w:val="009C0F3C"/>
    <w:rsid w:val="009C0F4D"/>
    <w:rsid w:val="009C3633"/>
    <w:rsid w:val="009C418E"/>
    <w:rsid w:val="009C442C"/>
    <w:rsid w:val="009D0327"/>
    <w:rsid w:val="009D10A1"/>
    <w:rsid w:val="009D20A1"/>
    <w:rsid w:val="009D2CBF"/>
    <w:rsid w:val="009D4706"/>
    <w:rsid w:val="009D4C14"/>
    <w:rsid w:val="009D5DFD"/>
    <w:rsid w:val="009D64A5"/>
    <w:rsid w:val="009E07F4"/>
    <w:rsid w:val="009E1AEE"/>
    <w:rsid w:val="009E3C1B"/>
    <w:rsid w:val="009E540A"/>
    <w:rsid w:val="009F0069"/>
    <w:rsid w:val="009F048E"/>
    <w:rsid w:val="009F05A1"/>
    <w:rsid w:val="009F309B"/>
    <w:rsid w:val="009F392E"/>
    <w:rsid w:val="009F3B3B"/>
    <w:rsid w:val="009F435C"/>
    <w:rsid w:val="009F46C7"/>
    <w:rsid w:val="009F4CC5"/>
    <w:rsid w:val="009F5254"/>
    <w:rsid w:val="009F53C5"/>
    <w:rsid w:val="00A03E79"/>
    <w:rsid w:val="00A066DE"/>
    <w:rsid w:val="00A0740E"/>
    <w:rsid w:val="00A103F9"/>
    <w:rsid w:val="00A11A90"/>
    <w:rsid w:val="00A12463"/>
    <w:rsid w:val="00A12DFA"/>
    <w:rsid w:val="00A153B7"/>
    <w:rsid w:val="00A15641"/>
    <w:rsid w:val="00A16220"/>
    <w:rsid w:val="00A239FA"/>
    <w:rsid w:val="00A24837"/>
    <w:rsid w:val="00A24A1B"/>
    <w:rsid w:val="00A256A3"/>
    <w:rsid w:val="00A25F35"/>
    <w:rsid w:val="00A27591"/>
    <w:rsid w:val="00A27F13"/>
    <w:rsid w:val="00A3480B"/>
    <w:rsid w:val="00A35009"/>
    <w:rsid w:val="00A37F52"/>
    <w:rsid w:val="00A40426"/>
    <w:rsid w:val="00A4050F"/>
    <w:rsid w:val="00A40C1B"/>
    <w:rsid w:val="00A40C61"/>
    <w:rsid w:val="00A41D30"/>
    <w:rsid w:val="00A4287F"/>
    <w:rsid w:val="00A43668"/>
    <w:rsid w:val="00A446BE"/>
    <w:rsid w:val="00A47DE5"/>
    <w:rsid w:val="00A50641"/>
    <w:rsid w:val="00A51C91"/>
    <w:rsid w:val="00A530BF"/>
    <w:rsid w:val="00A5332A"/>
    <w:rsid w:val="00A56621"/>
    <w:rsid w:val="00A571E7"/>
    <w:rsid w:val="00A6177B"/>
    <w:rsid w:val="00A619CA"/>
    <w:rsid w:val="00A62FE1"/>
    <w:rsid w:val="00A63659"/>
    <w:rsid w:val="00A63A03"/>
    <w:rsid w:val="00A65BE6"/>
    <w:rsid w:val="00A65D0C"/>
    <w:rsid w:val="00A65FC1"/>
    <w:rsid w:val="00A66136"/>
    <w:rsid w:val="00A71189"/>
    <w:rsid w:val="00A71957"/>
    <w:rsid w:val="00A7364A"/>
    <w:rsid w:val="00A7410B"/>
    <w:rsid w:val="00A74DCC"/>
    <w:rsid w:val="00A753ED"/>
    <w:rsid w:val="00A77512"/>
    <w:rsid w:val="00A77A0A"/>
    <w:rsid w:val="00A80B49"/>
    <w:rsid w:val="00A8206C"/>
    <w:rsid w:val="00A85121"/>
    <w:rsid w:val="00A867A9"/>
    <w:rsid w:val="00A86818"/>
    <w:rsid w:val="00A8767A"/>
    <w:rsid w:val="00A90E66"/>
    <w:rsid w:val="00A919A4"/>
    <w:rsid w:val="00A94861"/>
    <w:rsid w:val="00A94C2F"/>
    <w:rsid w:val="00A95C0A"/>
    <w:rsid w:val="00A972E4"/>
    <w:rsid w:val="00A97E58"/>
    <w:rsid w:val="00AA28DA"/>
    <w:rsid w:val="00AA3E17"/>
    <w:rsid w:val="00AA41DC"/>
    <w:rsid w:val="00AA4CBB"/>
    <w:rsid w:val="00AA5C98"/>
    <w:rsid w:val="00AA5C9B"/>
    <w:rsid w:val="00AA65FA"/>
    <w:rsid w:val="00AA7351"/>
    <w:rsid w:val="00AA7A82"/>
    <w:rsid w:val="00AB012C"/>
    <w:rsid w:val="00AB0A33"/>
    <w:rsid w:val="00AB1063"/>
    <w:rsid w:val="00AB1A70"/>
    <w:rsid w:val="00AB3CDA"/>
    <w:rsid w:val="00AC3EA9"/>
    <w:rsid w:val="00AC3F53"/>
    <w:rsid w:val="00AC6FB1"/>
    <w:rsid w:val="00AD056F"/>
    <w:rsid w:val="00AD0714"/>
    <w:rsid w:val="00AD0C7B"/>
    <w:rsid w:val="00AD1771"/>
    <w:rsid w:val="00AD1786"/>
    <w:rsid w:val="00AD3565"/>
    <w:rsid w:val="00AD4CCC"/>
    <w:rsid w:val="00AD5F1A"/>
    <w:rsid w:val="00AD6731"/>
    <w:rsid w:val="00AD6E6C"/>
    <w:rsid w:val="00AD792A"/>
    <w:rsid w:val="00AE01BB"/>
    <w:rsid w:val="00AE10D0"/>
    <w:rsid w:val="00AE1D4A"/>
    <w:rsid w:val="00AE3BB4"/>
    <w:rsid w:val="00AF2AEB"/>
    <w:rsid w:val="00AF3350"/>
    <w:rsid w:val="00AF4067"/>
    <w:rsid w:val="00AF46F7"/>
    <w:rsid w:val="00AF4D76"/>
    <w:rsid w:val="00AF7036"/>
    <w:rsid w:val="00B008D5"/>
    <w:rsid w:val="00B01656"/>
    <w:rsid w:val="00B02F73"/>
    <w:rsid w:val="00B035B6"/>
    <w:rsid w:val="00B03DA3"/>
    <w:rsid w:val="00B0619F"/>
    <w:rsid w:val="00B067E0"/>
    <w:rsid w:val="00B11353"/>
    <w:rsid w:val="00B13A26"/>
    <w:rsid w:val="00B15D0D"/>
    <w:rsid w:val="00B15F78"/>
    <w:rsid w:val="00B16A1C"/>
    <w:rsid w:val="00B1749D"/>
    <w:rsid w:val="00B1767E"/>
    <w:rsid w:val="00B20990"/>
    <w:rsid w:val="00B22106"/>
    <w:rsid w:val="00B222F7"/>
    <w:rsid w:val="00B22976"/>
    <w:rsid w:val="00B2309B"/>
    <w:rsid w:val="00B2482B"/>
    <w:rsid w:val="00B25CC5"/>
    <w:rsid w:val="00B27466"/>
    <w:rsid w:val="00B31186"/>
    <w:rsid w:val="00B33CC8"/>
    <w:rsid w:val="00B34E7F"/>
    <w:rsid w:val="00B429CF"/>
    <w:rsid w:val="00B432AF"/>
    <w:rsid w:val="00B43D52"/>
    <w:rsid w:val="00B448FF"/>
    <w:rsid w:val="00B52A86"/>
    <w:rsid w:val="00B5431A"/>
    <w:rsid w:val="00B577D5"/>
    <w:rsid w:val="00B57E46"/>
    <w:rsid w:val="00B60046"/>
    <w:rsid w:val="00B61530"/>
    <w:rsid w:val="00B61817"/>
    <w:rsid w:val="00B645BC"/>
    <w:rsid w:val="00B649D5"/>
    <w:rsid w:val="00B65A41"/>
    <w:rsid w:val="00B70267"/>
    <w:rsid w:val="00B739D4"/>
    <w:rsid w:val="00B75EE1"/>
    <w:rsid w:val="00B77110"/>
    <w:rsid w:val="00B77481"/>
    <w:rsid w:val="00B77C6D"/>
    <w:rsid w:val="00B80502"/>
    <w:rsid w:val="00B80CED"/>
    <w:rsid w:val="00B80E53"/>
    <w:rsid w:val="00B8140E"/>
    <w:rsid w:val="00B81671"/>
    <w:rsid w:val="00B8265A"/>
    <w:rsid w:val="00B82A36"/>
    <w:rsid w:val="00B8518B"/>
    <w:rsid w:val="00B86190"/>
    <w:rsid w:val="00B960DB"/>
    <w:rsid w:val="00B97CC3"/>
    <w:rsid w:val="00BA197A"/>
    <w:rsid w:val="00BA1CFD"/>
    <w:rsid w:val="00BA4611"/>
    <w:rsid w:val="00BA4BE4"/>
    <w:rsid w:val="00BA5CD7"/>
    <w:rsid w:val="00BA7CB6"/>
    <w:rsid w:val="00BB1A18"/>
    <w:rsid w:val="00BB2C79"/>
    <w:rsid w:val="00BB4AF2"/>
    <w:rsid w:val="00BB567D"/>
    <w:rsid w:val="00BB72FA"/>
    <w:rsid w:val="00BC06C4"/>
    <w:rsid w:val="00BC1044"/>
    <w:rsid w:val="00BC49C0"/>
    <w:rsid w:val="00BC618A"/>
    <w:rsid w:val="00BC663E"/>
    <w:rsid w:val="00BC6D2B"/>
    <w:rsid w:val="00BC7269"/>
    <w:rsid w:val="00BC7394"/>
    <w:rsid w:val="00BC7653"/>
    <w:rsid w:val="00BD0273"/>
    <w:rsid w:val="00BD0483"/>
    <w:rsid w:val="00BD04B8"/>
    <w:rsid w:val="00BD4DBE"/>
    <w:rsid w:val="00BD4E9E"/>
    <w:rsid w:val="00BD5A0E"/>
    <w:rsid w:val="00BD6094"/>
    <w:rsid w:val="00BD7438"/>
    <w:rsid w:val="00BD784F"/>
    <w:rsid w:val="00BD7E91"/>
    <w:rsid w:val="00BD7F0D"/>
    <w:rsid w:val="00BE0913"/>
    <w:rsid w:val="00BE2688"/>
    <w:rsid w:val="00BE40E4"/>
    <w:rsid w:val="00BE4773"/>
    <w:rsid w:val="00BE49F4"/>
    <w:rsid w:val="00BE5F7F"/>
    <w:rsid w:val="00BF1E9E"/>
    <w:rsid w:val="00BF2A76"/>
    <w:rsid w:val="00C02436"/>
    <w:rsid w:val="00C02D0A"/>
    <w:rsid w:val="00C03A6E"/>
    <w:rsid w:val="00C05F38"/>
    <w:rsid w:val="00C07508"/>
    <w:rsid w:val="00C07EEB"/>
    <w:rsid w:val="00C10B24"/>
    <w:rsid w:val="00C1428E"/>
    <w:rsid w:val="00C148DC"/>
    <w:rsid w:val="00C212F4"/>
    <w:rsid w:val="00C226C0"/>
    <w:rsid w:val="00C26B03"/>
    <w:rsid w:val="00C31ADD"/>
    <w:rsid w:val="00C34047"/>
    <w:rsid w:val="00C3521F"/>
    <w:rsid w:val="00C37B25"/>
    <w:rsid w:val="00C42D01"/>
    <w:rsid w:val="00C42FE6"/>
    <w:rsid w:val="00C4332F"/>
    <w:rsid w:val="00C44F6A"/>
    <w:rsid w:val="00C4688E"/>
    <w:rsid w:val="00C47ACF"/>
    <w:rsid w:val="00C51B58"/>
    <w:rsid w:val="00C52720"/>
    <w:rsid w:val="00C54D0A"/>
    <w:rsid w:val="00C55CEB"/>
    <w:rsid w:val="00C56AA4"/>
    <w:rsid w:val="00C57268"/>
    <w:rsid w:val="00C6198E"/>
    <w:rsid w:val="00C620A0"/>
    <w:rsid w:val="00C6339C"/>
    <w:rsid w:val="00C65547"/>
    <w:rsid w:val="00C704D3"/>
    <w:rsid w:val="00C70748"/>
    <w:rsid w:val="00C7077F"/>
    <w:rsid w:val="00C708EA"/>
    <w:rsid w:val="00C71B6F"/>
    <w:rsid w:val="00C7216F"/>
    <w:rsid w:val="00C72747"/>
    <w:rsid w:val="00C776E5"/>
    <w:rsid w:val="00C778A5"/>
    <w:rsid w:val="00C8652D"/>
    <w:rsid w:val="00C87F61"/>
    <w:rsid w:val="00C90F62"/>
    <w:rsid w:val="00C92F33"/>
    <w:rsid w:val="00C95162"/>
    <w:rsid w:val="00CA04AD"/>
    <w:rsid w:val="00CA08FB"/>
    <w:rsid w:val="00CA2B1E"/>
    <w:rsid w:val="00CA3BB7"/>
    <w:rsid w:val="00CA4A2C"/>
    <w:rsid w:val="00CA5133"/>
    <w:rsid w:val="00CA6A95"/>
    <w:rsid w:val="00CA6D10"/>
    <w:rsid w:val="00CB14C4"/>
    <w:rsid w:val="00CB14C7"/>
    <w:rsid w:val="00CB2601"/>
    <w:rsid w:val="00CB2AD8"/>
    <w:rsid w:val="00CB2B9A"/>
    <w:rsid w:val="00CB2FBF"/>
    <w:rsid w:val="00CB3151"/>
    <w:rsid w:val="00CB51FD"/>
    <w:rsid w:val="00CB6A37"/>
    <w:rsid w:val="00CB7684"/>
    <w:rsid w:val="00CC005F"/>
    <w:rsid w:val="00CC0E0B"/>
    <w:rsid w:val="00CC1656"/>
    <w:rsid w:val="00CC1FE1"/>
    <w:rsid w:val="00CC3F4F"/>
    <w:rsid w:val="00CC4380"/>
    <w:rsid w:val="00CC79E1"/>
    <w:rsid w:val="00CC7BE1"/>
    <w:rsid w:val="00CC7C8F"/>
    <w:rsid w:val="00CD0B8B"/>
    <w:rsid w:val="00CD1856"/>
    <w:rsid w:val="00CD1C73"/>
    <w:rsid w:val="00CD1FC4"/>
    <w:rsid w:val="00CD31A9"/>
    <w:rsid w:val="00CD4233"/>
    <w:rsid w:val="00CD564F"/>
    <w:rsid w:val="00CD6D66"/>
    <w:rsid w:val="00CD7082"/>
    <w:rsid w:val="00CD7B3F"/>
    <w:rsid w:val="00CE2274"/>
    <w:rsid w:val="00CE22D6"/>
    <w:rsid w:val="00CF06BF"/>
    <w:rsid w:val="00CF3171"/>
    <w:rsid w:val="00CF4237"/>
    <w:rsid w:val="00CF4AAE"/>
    <w:rsid w:val="00CF514F"/>
    <w:rsid w:val="00D00256"/>
    <w:rsid w:val="00D006F4"/>
    <w:rsid w:val="00D014E3"/>
    <w:rsid w:val="00D01661"/>
    <w:rsid w:val="00D034A0"/>
    <w:rsid w:val="00D03D4D"/>
    <w:rsid w:val="00D1099C"/>
    <w:rsid w:val="00D10A2D"/>
    <w:rsid w:val="00D122E5"/>
    <w:rsid w:val="00D139AC"/>
    <w:rsid w:val="00D145E1"/>
    <w:rsid w:val="00D148AE"/>
    <w:rsid w:val="00D21061"/>
    <w:rsid w:val="00D21732"/>
    <w:rsid w:val="00D21829"/>
    <w:rsid w:val="00D22940"/>
    <w:rsid w:val="00D229C3"/>
    <w:rsid w:val="00D27B84"/>
    <w:rsid w:val="00D31AC1"/>
    <w:rsid w:val="00D320AC"/>
    <w:rsid w:val="00D34A53"/>
    <w:rsid w:val="00D3501F"/>
    <w:rsid w:val="00D37B14"/>
    <w:rsid w:val="00D4108E"/>
    <w:rsid w:val="00D43D41"/>
    <w:rsid w:val="00D43DF3"/>
    <w:rsid w:val="00D45883"/>
    <w:rsid w:val="00D4608D"/>
    <w:rsid w:val="00D54135"/>
    <w:rsid w:val="00D57BFB"/>
    <w:rsid w:val="00D6163D"/>
    <w:rsid w:val="00D6259C"/>
    <w:rsid w:val="00D7668B"/>
    <w:rsid w:val="00D7706C"/>
    <w:rsid w:val="00D82FEC"/>
    <w:rsid w:val="00D831A3"/>
    <w:rsid w:val="00D851C0"/>
    <w:rsid w:val="00D85308"/>
    <w:rsid w:val="00D8584F"/>
    <w:rsid w:val="00D8685F"/>
    <w:rsid w:val="00D904C8"/>
    <w:rsid w:val="00D96B3F"/>
    <w:rsid w:val="00D97BE3"/>
    <w:rsid w:val="00DA09CA"/>
    <w:rsid w:val="00DA3711"/>
    <w:rsid w:val="00DB2561"/>
    <w:rsid w:val="00DB2E59"/>
    <w:rsid w:val="00DB5D9B"/>
    <w:rsid w:val="00DB619A"/>
    <w:rsid w:val="00DB7379"/>
    <w:rsid w:val="00DC2DEF"/>
    <w:rsid w:val="00DC605B"/>
    <w:rsid w:val="00DC7AAD"/>
    <w:rsid w:val="00DD0FA5"/>
    <w:rsid w:val="00DD3827"/>
    <w:rsid w:val="00DD45F4"/>
    <w:rsid w:val="00DD46F3"/>
    <w:rsid w:val="00DE51A5"/>
    <w:rsid w:val="00DE56F2"/>
    <w:rsid w:val="00DE59C3"/>
    <w:rsid w:val="00DE68C6"/>
    <w:rsid w:val="00DE6A35"/>
    <w:rsid w:val="00DE7DF2"/>
    <w:rsid w:val="00DF116D"/>
    <w:rsid w:val="00DF1E77"/>
    <w:rsid w:val="00DF27AF"/>
    <w:rsid w:val="00DF41CE"/>
    <w:rsid w:val="00E009D2"/>
    <w:rsid w:val="00E01172"/>
    <w:rsid w:val="00E01EA1"/>
    <w:rsid w:val="00E0210F"/>
    <w:rsid w:val="00E02AD8"/>
    <w:rsid w:val="00E04992"/>
    <w:rsid w:val="00E13405"/>
    <w:rsid w:val="00E138A9"/>
    <w:rsid w:val="00E150F2"/>
    <w:rsid w:val="00E166CB"/>
    <w:rsid w:val="00E16AEB"/>
    <w:rsid w:val="00E16FF7"/>
    <w:rsid w:val="00E17C1E"/>
    <w:rsid w:val="00E221E2"/>
    <w:rsid w:val="00E224AE"/>
    <w:rsid w:val="00E22C30"/>
    <w:rsid w:val="00E2511C"/>
    <w:rsid w:val="00E26D68"/>
    <w:rsid w:val="00E3139D"/>
    <w:rsid w:val="00E323D1"/>
    <w:rsid w:val="00E33B76"/>
    <w:rsid w:val="00E3450D"/>
    <w:rsid w:val="00E34F08"/>
    <w:rsid w:val="00E35B88"/>
    <w:rsid w:val="00E373C7"/>
    <w:rsid w:val="00E42E3B"/>
    <w:rsid w:val="00E437B0"/>
    <w:rsid w:val="00E43952"/>
    <w:rsid w:val="00E44045"/>
    <w:rsid w:val="00E4520D"/>
    <w:rsid w:val="00E462BB"/>
    <w:rsid w:val="00E5195A"/>
    <w:rsid w:val="00E531BF"/>
    <w:rsid w:val="00E56CBF"/>
    <w:rsid w:val="00E57081"/>
    <w:rsid w:val="00E5750D"/>
    <w:rsid w:val="00E5771E"/>
    <w:rsid w:val="00E57DC4"/>
    <w:rsid w:val="00E57E67"/>
    <w:rsid w:val="00E618C4"/>
    <w:rsid w:val="00E65133"/>
    <w:rsid w:val="00E65273"/>
    <w:rsid w:val="00E65BBD"/>
    <w:rsid w:val="00E66B3B"/>
    <w:rsid w:val="00E66D96"/>
    <w:rsid w:val="00E7218A"/>
    <w:rsid w:val="00E72AF8"/>
    <w:rsid w:val="00E72D99"/>
    <w:rsid w:val="00E765B8"/>
    <w:rsid w:val="00E76E7F"/>
    <w:rsid w:val="00E81577"/>
    <w:rsid w:val="00E83E12"/>
    <w:rsid w:val="00E842A5"/>
    <w:rsid w:val="00E878EE"/>
    <w:rsid w:val="00E95E1D"/>
    <w:rsid w:val="00EA07C0"/>
    <w:rsid w:val="00EA23CC"/>
    <w:rsid w:val="00EA417D"/>
    <w:rsid w:val="00EA69BF"/>
    <w:rsid w:val="00EA6EC7"/>
    <w:rsid w:val="00EB0647"/>
    <w:rsid w:val="00EB104F"/>
    <w:rsid w:val="00EB138E"/>
    <w:rsid w:val="00EB46E5"/>
    <w:rsid w:val="00EB5D4D"/>
    <w:rsid w:val="00EC10AE"/>
    <w:rsid w:val="00EC139D"/>
    <w:rsid w:val="00EC1519"/>
    <w:rsid w:val="00EC5AE7"/>
    <w:rsid w:val="00EC5B5C"/>
    <w:rsid w:val="00EC7091"/>
    <w:rsid w:val="00EC7BC3"/>
    <w:rsid w:val="00ED0703"/>
    <w:rsid w:val="00ED116C"/>
    <w:rsid w:val="00ED14BD"/>
    <w:rsid w:val="00ED5CFE"/>
    <w:rsid w:val="00ED60D0"/>
    <w:rsid w:val="00ED6360"/>
    <w:rsid w:val="00EE059C"/>
    <w:rsid w:val="00EE0CDE"/>
    <w:rsid w:val="00EE2244"/>
    <w:rsid w:val="00EE2A67"/>
    <w:rsid w:val="00EE3C5F"/>
    <w:rsid w:val="00EE4621"/>
    <w:rsid w:val="00EE6B21"/>
    <w:rsid w:val="00EE7872"/>
    <w:rsid w:val="00EE7882"/>
    <w:rsid w:val="00EE7EFB"/>
    <w:rsid w:val="00EF13E3"/>
    <w:rsid w:val="00EF190B"/>
    <w:rsid w:val="00EF226D"/>
    <w:rsid w:val="00EF36DE"/>
    <w:rsid w:val="00EF47C8"/>
    <w:rsid w:val="00EF640F"/>
    <w:rsid w:val="00F00225"/>
    <w:rsid w:val="00F016C7"/>
    <w:rsid w:val="00F0349F"/>
    <w:rsid w:val="00F03F52"/>
    <w:rsid w:val="00F0623D"/>
    <w:rsid w:val="00F063DF"/>
    <w:rsid w:val="00F073CB"/>
    <w:rsid w:val="00F10664"/>
    <w:rsid w:val="00F12DEC"/>
    <w:rsid w:val="00F16C4B"/>
    <w:rsid w:val="00F1715C"/>
    <w:rsid w:val="00F17E8A"/>
    <w:rsid w:val="00F25486"/>
    <w:rsid w:val="00F310F8"/>
    <w:rsid w:val="00F328AC"/>
    <w:rsid w:val="00F3428B"/>
    <w:rsid w:val="00F348C0"/>
    <w:rsid w:val="00F35939"/>
    <w:rsid w:val="00F37BA1"/>
    <w:rsid w:val="00F40350"/>
    <w:rsid w:val="00F411E1"/>
    <w:rsid w:val="00F4509E"/>
    <w:rsid w:val="00F45607"/>
    <w:rsid w:val="00F46000"/>
    <w:rsid w:val="00F4722B"/>
    <w:rsid w:val="00F504AF"/>
    <w:rsid w:val="00F51D96"/>
    <w:rsid w:val="00F52CEE"/>
    <w:rsid w:val="00F52FA8"/>
    <w:rsid w:val="00F5418C"/>
    <w:rsid w:val="00F54432"/>
    <w:rsid w:val="00F55F14"/>
    <w:rsid w:val="00F5656E"/>
    <w:rsid w:val="00F569C6"/>
    <w:rsid w:val="00F61EC4"/>
    <w:rsid w:val="00F6250A"/>
    <w:rsid w:val="00F6382F"/>
    <w:rsid w:val="00F64E2B"/>
    <w:rsid w:val="00F6516A"/>
    <w:rsid w:val="00F659EB"/>
    <w:rsid w:val="00F67ED4"/>
    <w:rsid w:val="00F74E77"/>
    <w:rsid w:val="00F76953"/>
    <w:rsid w:val="00F77DC7"/>
    <w:rsid w:val="00F80740"/>
    <w:rsid w:val="00F838A5"/>
    <w:rsid w:val="00F86777"/>
    <w:rsid w:val="00F86BA6"/>
    <w:rsid w:val="00F86D2A"/>
    <w:rsid w:val="00F90D68"/>
    <w:rsid w:val="00F9312E"/>
    <w:rsid w:val="00F939B2"/>
    <w:rsid w:val="00F93E20"/>
    <w:rsid w:val="00F94410"/>
    <w:rsid w:val="00F957BF"/>
    <w:rsid w:val="00FA28E8"/>
    <w:rsid w:val="00FA2EAD"/>
    <w:rsid w:val="00FA47CE"/>
    <w:rsid w:val="00FA4D7F"/>
    <w:rsid w:val="00FA6CC1"/>
    <w:rsid w:val="00FB0845"/>
    <w:rsid w:val="00FB0F7C"/>
    <w:rsid w:val="00FB1188"/>
    <w:rsid w:val="00FB6342"/>
    <w:rsid w:val="00FC2432"/>
    <w:rsid w:val="00FC6389"/>
    <w:rsid w:val="00FC70A7"/>
    <w:rsid w:val="00FC757D"/>
    <w:rsid w:val="00FD0304"/>
    <w:rsid w:val="00FD1094"/>
    <w:rsid w:val="00FD1439"/>
    <w:rsid w:val="00FD3DA8"/>
    <w:rsid w:val="00FD5630"/>
    <w:rsid w:val="00FE29C8"/>
    <w:rsid w:val="00FE2CF2"/>
    <w:rsid w:val="00FE325F"/>
    <w:rsid w:val="00FE4333"/>
    <w:rsid w:val="00FE5726"/>
    <w:rsid w:val="00FE5A5D"/>
    <w:rsid w:val="00FE600D"/>
    <w:rsid w:val="00FE6AEC"/>
    <w:rsid w:val="00FE7939"/>
    <w:rsid w:val="00FE7ABE"/>
    <w:rsid w:val="00FF2A62"/>
    <w:rsid w:val="00FF4D52"/>
    <w:rsid w:val="00FF7EBB"/>
    <w:rsid w:val="00FF7ED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A1CFD"/>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B57E46"/>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7"/>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9"/>
      </w:numPr>
      <w:spacing w:after="40"/>
      <w:ind w:left="1247" w:hanging="510"/>
      <w:jc w:val="both"/>
    </w:pPr>
    <w:rPr>
      <w:sz w:val="16"/>
    </w:rPr>
  </w:style>
  <w:style w:type="paragraph" w:customStyle="1" w:styleId="TPSeznam1slovan">
    <w:name w:val="TP_Seznam_[1]_číslovaný"/>
    <w:basedOn w:val="Normln"/>
    <w:rsid w:val="00E44045"/>
    <w:pPr>
      <w:numPr>
        <w:numId w:val="8"/>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 w:type="paragraph" w:customStyle="1" w:styleId="Default">
    <w:name w:val="Default"/>
    <w:rsid w:val="00D43DF3"/>
    <w:pPr>
      <w:autoSpaceDE w:val="0"/>
      <w:autoSpaceDN w:val="0"/>
      <w:adjustRightInd w:val="0"/>
      <w:spacing w:after="0" w:line="240" w:lineRule="auto"/>
    </w:pPr>
    <w:rPr>
      <w:rFonts w:ascii="Verdana" w:hAnsi="Verdana" w:cs="Verdana"/>
      <w:color w:val="000000"/>
      <w:sz w:val="24"/>
      <w:szCs w:val="24"/>
    </w:rPr>
  </w:style>
  <w:style w:type="paragraph" w:customStyle="1" w:styleId="Normlnlnek">
    <w:name w:val="Normální článek"/>
    <w:basedOn w:val="Nadpis1"/>
    <w:next w:val="Normlnodstavec"/>
    <w:qFormat/>
    <w:rsid w:val="00404ACA"/>
    <w:pPr>
      <w:numPr>
        <w:numId w:val="19"/>
      </w:numPr>
      <w:tabs>
        <w:tab w:val="num" w:pos="360"/>
      </w:tabs>
      <w:suppressAutoHyphens w:val="0"/>
      <w:spacing w:before="240"/>
      <w:ind w:left="567"/>
    </w:pPr>
    <w:rPr>
      <w:rFonts w:ascii="Verdana" w:eastAsia="Times New Roman" w:hAnsi="Verdana" w:cs="Times New Roman"/>
      <w:bCs/>
      <w:iCs/>
      <w:color w:val="auto"/>
      <w:spacing w:val="0"/>
      <w:sz w:val="18"/>
      <w:szCs w:val="18"/>
    </w:rPr>
  </w:style>
  <w:style w:type="paragraph" w:customStyle="1" w:styleId="Normlnodstavec">
    <w:name w:val="Normální odstavec"/>
    <w:basedOn w:val="Nadpis2"/>
    <w:qFormat/>
    <w:rsid w:val="00404ACA"/>
    <w:pPr>
      <w:numPr>
        <w:ilvl w:val="1"/>
        <w:numId w:val="19"/>
      </w:numPr>
      <w:pBdr>
        <w:top w:val="none" w:sz="0" w:space="0" w:color="auto"/>
      </w:pBdr>
      <w:tabs>
        <w:tab w:val="num" w:pos="360"/>
        <w:tab w:val="left" w:pos="1361"/>
      </w:tabs>
      <w:spacing w:line="276" w:lineRule="auto"/>
      <w:ind w:left="567"/>
    </w:pPr>
    <w:rPr>
      <w:rFonts w:ascii="Verdana" w:eastAsia="Verdana" w:hAnsi="Verdana"/>
      <w:b w:val="0"/>
      <w:bCs/>
      <w:noProof/>
      <w:color w:val="auto"/>
      <w:sz w:val="18"/>
      <w:szCs w:val="26"/>
    </w:rPr>
  </w:style>
  <w:style w:type="paragraph" w:customStyle="1" w:styleId="podlnek">
    <w:name w:val="podčlánek"/>
    <w:basedOn w:val="Nadpis3"/>
    <w:qFormat/>
    <w:rsid w:val="00404ACA"/>
    <w:pPr>
      <w:numPr>
        <w:ilvl w:val="2"/>
        <w:numId w:val="19"/>
      </w:numPr>
      <w:tabs>
        <w:tab w:val="num" w:pos="360"/>
      </w:tabs>
      <w:spacing w:before="200" w:line="276" w:lineRule="auto"/>
      <w:ind w:left="567"/>
    </w:pPr>
    <w:rPr>
      <w:rFonts w:ascii="Verdana" w:hAnsi="Verdana"/>
      <w:b w:val="0"/>
      <w:bCs/>
      <w:color w:val="auto"/>
      <w:sz w:val="18"/>
      <w:szCs w:val="22"/>
    </w:rPr>
  </w:style>
  <w:style w:type="character" w:customStyle="1" w:styleId="normaltextrun">
    <w:name w:val="normaltextrun"/>
    <w:basedOn w:val="Standardnpsmoodstavce"/>
    <w:rsid w:val="00F90D68"/>
  </w:style>
  <w:style w:type="paragraph" w:customStyle="1" w:styleId="Textbezodsazen">
    <w:name w:val="_Text_bez_odsazení"/>
    <w:basedOn w:val="Normln"/>
    <w:link w:val="TextbezodsazenChar"/>
    <w:qFormat/>
    <w:rsid w:val="009D4C14"/>
    <w:pPr>
      <w:spacing w:after="120"/>
      <w:jc w:val="both"/>
    </w:pPr>
    <w:rPr>
      <w:rFonts w:ascii="Verdana" w:hAnsi="Verdana"/>
    </w:rPr>
  </w:style>
  <w:style w:type="character" w:customStyle="1" w:styleId="TextbezodsazenChar">
    <w:name w:val="_Text_bez_odsazení Char"/>
    <w:basedOn w:val="Standardnpsmoodstavce"/>
    <w:link w:val="Textbezodsazen"/>
    <w:rsid w:val="009D4C14"/>
    <w:rPr>
      <w:rFonts w:ascii="Verdana" w:hAnsi="Verdana"/>
    </w:rPr>
  </w:style>
  <w:style w:type="paragraph" w:customStyle="1" w:styleId="RLTextlnkuslovan">
    <w:name w:val="RL Text článku číslovaný"/>
    <w:basedOn w:val="Normln"/>
    <w:link w:val="RLTextlnkuslovanChar"/>
    <w:rsid w:val="009D4C14"/>
    <w:pPr>
      <w:numPr>
        <w:ilvl w:val="1"/>
        <w:numId w:val="24"/>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9D4C14"/>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9D4C14"/>
    <w:rPr>
      <w:rFonts w:ascii="Calibri" w:eastAsia="Times New Roman" w:hAnsi="Calibri" w:cs="Calibri"/>
      <w:sz w:val="22"/>
      <w:szCs w:val="22"/>
      <w:lang w:eastAsia="cs-CZ"/>
    </w:rPr>
  </w:style>
  <w:style w:type="character" w:customStyle="1" w:styleId="Tun">
    <w:name w:val="_Tučně"/>
    <w:basedOn w:val="Standardnpsmoodstavce"/>
    <w:uiPriority w:val="1"/>
    <w:qFormat/>
    <w:rsid w:val="00F504AF"/>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6133660">
      <w:bodyDiv w:val="1"/>
      <w:marLeft w:val="0"/>
      <w:marRight w:val="0"/>
      <w:marTop w:val="0"/>
      <w:marBottom w:val="0"/>
      <w:divBdr>
        <w:top w:val="none" w:sz="0" w:space="0" w:color="auto"/>
        <w:left w:val="none" w:sz="0" w:space="0" w:color="auto"/>
        <w:bottom w:val="none" w:sz="0" w:space="0" w:color="auto"/>
        <w:right w:val="none" w:sz="0" w:space="0" w:color="auto"/>
      </w:divBdr>
    </w:div>
    <w:div w:id="388697222">
      <w:bodyDiv w:val="1"/>
      <w:marLeft w:val="0"/>
      <w:marRight w:val="0"/>
      <w:marTop w:val="0"/>
      <w:marBottom w:val="0"/>
      <w:divBdr>
        <w:top w:val="none" w:sz="0" w:space="0" w:color="auto"/>
        <w:left w:val="none" w:sz="0" w:space="0" w:color="auto"/>
        <w:bottom w:val="none" w:sz="0" w:space="0" w:color="auto"/>
        <w:right w:val="none" w:sz="0" w:space="0" w:color="auto"/>
      </w:divBdr>
    </w:div>
    <w:div w:id="929122689">
      <w:bodyDiv w:val="1"/>
      <w:marLeft w:val="0"/>
      <w:marRight w:val="0"/>
      <w:marTop w:val="0"/>
      <w:marBottom w:val="0"/>
      <w:divBdr>
        <w:top w:val="none" w:sz="0" w:space="0" w:color="auto"/>
        <w:left w:val="none" w:sz="0" w:space="0" w:color="auto"/>
        <w:bottom w:val="none" w:sz="0" w:space="0" w:color="auto"/>
        <w:right w:val="none" w:sz="0" w:space="0" w:color="auto"/>
      </w:divBdr>
    </w:div>
    <w:div w:id="1110007100">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77800671">
      <w:bodyDiv w:val="1"/>
      <w:marLeft w:val="0"/>
      <w:marRight w:val="0"/>
      <w:marTop w:val="0"/>
      <w:marBottom w:val="0"/>
      <w:divBdr>
        <w:top w:val="none" w:sz="0" w:space="0" w:color="auto"/>
        <w:left w:val="none" w:sz="0" w:space="0" w:color="auto"/>
        <w:bottom w:val="none" w:sz="0" w:space="0" w:color="auto"/>
        <w:right w:val="none" w:sz="0" w:space="0" w:color="auto"/>
      </w:divBdr>
    </w:div>
    <w:div w:id="1790273606">
      <w:bodyDiv w:val="1"/>
      <w:marLeft w:val="0"/>
      <w:marRight w:val="0"/>
      <w:marTop w:val="0"/>
      <w:marBottom w:val="0"/>
      <w:divBdr>
        <w:top w:val="none" w:sz="0" w:space="0" w:color="auto"/>
        <w:left w:val="none" w:sz="0" w:space="0" w:color="auto"/>
        <w:bottom w:val="none" w:sz="0" w:space="0" w:color="auto"/>
        <w:right w:val="none" w:sz="0" w:space="0" w:color="auto"/>
      </w:divBdr>
    </w:div>
    <w:div w:id="1821342201">
      <w:bodyDiv w:val="1"/>
      <w:marLeft w:val="0"/>
      <w:marRight w:val="0"/>
      <w:marTop w:val="0"/>
      <w:marBottom w:val="0"/>
      <w:divBdr>
        <w:top w:val="none" w:sz="0" w:space="0" w:color="auto"/>
        <w:left w:val="none" w:sz="0" w:space="0" w:color="auto"/>
        <w:bottom w:val="none" w:sz="0" w:space="0" w:color="auto"/>
        <w:right w:val="none" w:sz="0" w:space="0" w:color="auto"/>
      </w:divBdr>
    </w:div>
    <w:div w:id="1834644822">
      <w:bodyDiv w:val="1"/>
      <w:marLeft w:val="0"/>
      <w:marRight w:val="0"/>
      <w:marTop w:val="0"/>
      <w:marBottom w:val="0"/>
      <w:divBdr>
        <w:top w:val="none" w:sz="0" w:space="0" w:color="auto"/>
        <w:left w:val="none" w:sz="0" w:space="0" w:color="auto"/>
        <w:bottom w:val="none" w:sz="0" w:space="0" w:color="auto"/>
        <w:right w:val="none" w:sz="0" w:space="0" w:color="auto"/>
      </w:divBdr>
    </w:div>
    <w:div w:id="1861236318">
      <w:bodyDiv w:val="1"/>
      <w:marLeft w:val="0"/>
      <w:marRight w:val="0"/>
      <w:marTop w:val="0"/>
      <w:marBottom w:val="0"/>
      <w:divBdr>
        <w:top w:val="none" w:sz="0" w:space="0" w:color="auto"/>
        <w:left w:val="none" w:sz="0" w:space="0" w:color="auto"/>
        <w:bottom w:val="none" w:sz="0" w:space="0" w:color="auto"/>
        <w:right w:val="none" w:sz="0" w:space="0" w:color="auto"/>
      </w:divBdr>
    </w:div>
    <w:div w:id="1930262585">
      <w:bodyDiv w:val="1"/>
      <w:marLeft w:val="0"/>
      <w:marRight w:val="0"/>
      <w:marTop w:val="0"/>
      <w:marBottom w:val="0"/>
      <w:divBdr>
        <w:top w:val="none" w:sz="0" w:space="0" w:color="auto"/>
        <w:left w:val="none" w:sz="0" w:space="0" w:color="auto"/>
        <w:bottom w:val="none" w:sz="0" w:space="0" w:color="auto"/>
        <w:right w:val="none" w:sz="0" w:space="0" w:color="auto"/>
      </w:divBdr>
    </w:div>
    <w:div w:id="1975865612">
      <w:bodyDiv w:val="1"/>
      <w:marLeft w:val="0"/>
      <w:marRight w:val="0"/>
      <w:marTop w:val="0"/>
      <w:marBottom w:val="0"/>
      <w:divBdr>
        <w:top w:val="none" w:sz="0" w:space="0" w:color="auto"/>
        <w:left w:val="none" w:sz="0" w:space="0" w:color="auto"/>
        <w:bottom w:val="none" w:sz="0" w:space="0" w:color="auto"/>
        <w:right w:val="none" w:sz="0" w:space="0" w:color="auto"/>
      </w:divBdr>
    </w:div>
    <w:div w:id="2144613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justice.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324AE61B-02D0-468E-9DE3-EE1550C3D27C}">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FD2A2063-90AB-43B3-818C-E2F8229334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VTP_nové_logo-6</Template>
  <TotalTime>1</TotalTime>
  <Pages>42</Pages>
  <Words>18252</Words>
  <Characters>107690</Characters>
  <Application>Microsoft Office Word</Application>
  <DocSecurity>0</DocSecurity>
  <Lines>897</Lines>
  <Paragraphs>251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125691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Lacigová Kateřina, Mgr.</cp:lastModifiedBy>
  <cp:revision>3</cp:revision>
  <cp:lastPrinted>2024-05-14T05:20:00Z</cp:lastPrinted>
  <dcterms:created xsi:type="dcterms:W3CDTF">2024-05-14T05:19:00Z</dcterms:created>
  <dcterms:modified xsi:type="dcterms:W3CDTF">2024-05-14T05:21:00Z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